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658" w:type="dxa"/>
        <w:tblLook w:val="0000"/>
      </w:tblPr>
      <w:tblGrid>
        <w:gridCol w:w="10682"/>
      </w:tblGrid>
      <w:tr w:rsidR="000227C2" w:rsidTr="005F0BD5">
        <w:trPr>
          <w:trHeight w:val="359"/>
        </w:trPr>
        <w:tc>
          <w:tcPr>
            <w:tcW w:w="10682" w:type="dxa"/>
          </w:tcPr>
          <w:p w:rsidR="000227C2" w:rsidRDefault="000227C2" w:rsidP="005F0BD5">
            <w:pPr>
              <w:pStyle w:val="BodyText"/>
              <w:jc w:val="center"/>
              <w:rPr>
                <w:rFonts w:ascii="Museo 500" w:hAnsi="Museo 500"/>
                <w:sz w:val="20"/>
              </w:rPr>
            </w:pPr>
            <w:r w:rsidRPr="00A21741">
              <w:rPr>
                <w:rFonts w:ascii="Museo 500" w:hAnsi="Museo 500"/>
                <w:sz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78.5pt;height:109.5pt">
                  <v:imagedata r:id="rId7" o:title=""/>
                </v:shape>
              </w:pict>
            </w:r>
          </w:p>
        </w:tc>
      </w:tr>
    </w:tbl>
    <w:p w:rsidR="000227C2" w:rsidRPr="00544A02" w:rsidRDefault="000227C2">
      <w:pPr>
        <w:pStyle w:val="BodyText"/>
        <w:rPr>
          <w:rFonts w:ascii="Museo 500" w:hAnsi="Museo 500"/>
          <w:sz w:val="20"/>
        </w:rPr>
      </w:pPr>
    </w:p>
    <w:p w:rsidR="000227C2" w:rsidRPr="00E46285" w:rsidRDefault="000227C2" w:rsidP="005F0BD5">
      <w:pPr>
        <w:pStyle w:val="TableParagraph"/>
        <w:ind w:left="645" w:right="596"/>
        <w:jc w:val="center"/>
        <w:rPr>
          <w:rFonts w:ascii="Museo 500" w:hAnsi="Museo 500"/>
          <w:sz w:val="24"/>
          <w:szCs w:val="24"/>
        </w:rPr>
      </w:pPr>
      <w:r w:rsidRPr="00E46285">
        <w:rPr>
          <w:rFonts w:ascii="Museo 500" w:hAnsi="Museo 500"/>
          <w:sz w:val="24"/>
          <w:szCs w:val="24"/>
        </w:rPr>
        <w:t xml:space="preserve">11 New Street, Ponsonby, </w:t>
      </w:r>
      <w:smartTag w:uri="urn:schemas-microsoft-com:office:smarttags" w:element="City">
        <w:smartTag w:uri="urn:schemas-microsoft-com:office:smarttags" w:element="place">
          <w:r w:rsidRPr="00E46285">
            <w:rPr>
              <w:rFonts w:ascii="Museo 500" w:hAnsi="Museo 500"/>
              <w:sz w:val="24"/>
              <w:szCs w:val="24"/>
            </w:rPr>
            <w:t>AUCKLAND</w:t>
          </w:r>
        </w:smartTag>
      </w:smartTag>
      <w:r w:rsidRPr="00E46285">
        <w:rPr>
          <w:rFonts w:ascii="Museo 500" w:hAnsi="Museo 500"/>
          <w:sz w:val="24"/>
          <w:szCs w:val="24"/>
        </w:rPr>
        <w:t xml:space="preserve"> 1011</w:t>
      </w:r>
    </w:p>
    <w:p w:rsidR="000227C2" w:rsidRPr="00E46285" w:rsidRDefault="000227C2" w:rsidP="005F0BD5">
      <w:pPr>
        <w:pStyle w:val="TableParagraph"/>
        <w:spacing w:before="1"/>
        <w:ind w:left="645" w:right="596"/>
        <w:jc w:val="center"/>
        <w:rPr>
          <w:rFonts w:ascii="Museo 500" w:hAnsi="Museo 500"/>
          <w:sz w:val="24"/>
          <w:szCs w:val="24"/>
        </w:rPr>
      </w:pPr>
      <w:smartTag w:uri="urn:schemas-microsoft-com:office:smarttags" w:element="address">
        <w:smartTag w:uri="urn:schemas-microsoft-com:office:smarttags" w:element="Street">
          <w:smartTag w:uri="urn:schemas-microsoft-com:office:smarttags" w:element="address">
            <w:smartTag w:uri="urn:schemas-microsoft-com:office:smarttags" w:element="Street">
              <w:r w:rsidRPr="00E46285">
                <w:rPr>
                  <w:rFonts w:ascii="Museo 500" w:hAnsi="Museo 500"/>
                  <w:sz w:val="24"/>
                  <w:szCs w:val="24"/>
                </w:rPr>
                <w:t>PO Box</w:t>
              </w:r>
            </w:smartTag>
          </w:smartTag>
          <w:r w:rsidRPr="00E46285">
            <w:rPr>
              <w:rFonts w:ascii="Museo 500" w:hAnsi="Museo 500"/>
              <w:sz w:val="24"/>
              <w:szCs w:val="24"/>
            </w:rPr>
            <w:t xml:space="preserve"> 47003</w:t>
          </w:r>
        </w:smartTag>
      </w:smartTag>
      <w:r w:rsidRPr="00E46285">
        <w:rPr>
          <w:rFonts w:ascii="Museo 500" w:hAnsi="Museo 500"/>
          <w:sz w:val="24"/>
          <w:szCs w:val="24"/>
        </w:rPr>
        <w:t xml:space="preserve">, Ponsonby, </w:t>
      </w:r>
      <w:smartTag w:uri="urn:schemas-microsoft-com:office:smarttags" w:element="City">
        <w:smartTag w:uri="urn:schemas-microsoft-com:office:smarttags" w:element="place">
          <w:r w:rsidRPr="00E46285">
            <w:rPr>
              <w:rFonts w:ascii="Museo 500" w:hAnsi="Museo 500"/>
              <w:sz w:val="24"/>
              <w:szCs w:val="24"/>
            </w:rPr>
            <w:t>AUCKLAND</w:t>
          </w:r>
        </w:smartTag>
      </w:smartTag>
      <w:r w:rsidRPr="00E46285">
        <w:rPr>
          <w:rFonts w:ascii="Museo 500" w:hAnsi="Museo 500"/>
          <w:sz w:val="24"/>
          <w:szCs w:val="24"/>
        </w:rPr>
        <w:t xml:space="preserve"> 1144</w:t>
      </w:r>
    </w:p>
    <w:p w:rsidR="000227C2" w:rsidRDefault="000227C2" w:rsidP="005F0BD5">
      <w:pPr>
        <w:pStyle w:val="BodyText"/>
        <w:spacing w:before="7"/>
        <w:jc w:val="center"/>
        <w:rPr>
          <w:rFonts w:ascii="Museo 500" w:hAnsi="Museo 500"/>
          <w:sz w:val="24"/>
          <w:szCs w:val="24"/>
        </w:rPr>
      </w:pPr>
      <w:r w:rsidRPr="00E46285">
        <w:rPr>
          <w:rFonts w:ascii="Museo 500" w:hAnsi="Museo 500"/>
          <w:sz w:val="24"/>
          <w:szCs w:val="24"/>
        </w:rPr>
        <w:t>Telephone  [09] 376 6568</w:t>
      </w:r>
    </w:p>
    <w:p w:rsidR="000227C2" w:rsidRPr="00544A02" w:rsidRDefault="000227C2" w:rsidP="005F0BD5">
      <w:pPr>
        <w:pStyle w:val="BodyText"/>
        <w:spacing w:before="7"/>
        <w:jc w:val="center"/>
        <w:rPr>
          <w:rFonts w:ascii="Museo 500" w:hAnsi="Museo 500"/>
          <w:sz w:val="19"/>
        </w:rPr>
      </w:pPr>
    </w:p>
    <w:p w:rsidR="000227C2" w:rsidRPr="008D1197" w:rsidRDefault="000227C2" w:rsidP="00E46285">
      <w:pPr>
        <w:ind w:left="1100" w:right="1080"/>
        <w:jc w:val="center"/>
        <w:rPr>
          <w:rFonts w:ascii="Museo 500" w:hAnsi="Museo 500"/>
          <w:sz w:val="36"/>
          <w:szCs w:val="36"/>
        </w:rPr>
      </w:pPr>
      <w:r w:rsidRPr="008D1197">
        <w:rPr>
          <w:rFonts w:ascii="Museo 500" w:hAnsi="Museo 500"/>
          <w:sz w:val="36"/>
          <w:szCs w:val="36"/>
        </w:rPr>
        <w:t>TO PROSPECTIVE APPLICANTS FOR THE POSITION OF PRINCIPAL OF ST MARY’S COLLEGE</w:t>
      </w:r>
    </w:p>
    <w:p w:rsidR="000227C2" w:rsidRPr="00544A02" w:rsidRDefault="000227C2" w:rsidP="008B701F">
      <w:pPr>
        <w:pStyle w:val="BodyText"/>
        <w:spacing w:before="2"/>
        <w:ind w:left="1134"/>
        <w:rPr>
          <w:rFonts w:ascii="Museo 500" w:hAnsi="Museo 500"/>
          <w:b/>
          <w:sz w:val="25"/>
        </w:rPr>
      </w:pPr>
    </w:p>
    <w:p w:rsidR="000227C2" w:rsidRPr="00544A02" w:rsidRDefault="000227C2" w:rsidP="00E46285">
      <w:pPr>
        <w:pStyle w:val="Default"/>
        <w:ind w:left="1134" w:right="1080"/>
        <w:rPr>
          <w:rFonts w:ascii="Museo 500" w:hAnsi="Museo 500"/>
          <w:sz w:val="22"/>
          <w:szCs w:val="22"/>
        </w:rPr>
      </w:pPr>
      <w:r w:rsidRPr="00544A02">
        <w:rPr>
          <w:rFonts w:ascii="Museo 500" w:hAnsi="Museo 500"/>
          <w:sz w:val="22"/>
          <w:szCs w:val="22"/>
        </w:rPr>
        <w:t xml:space="preserve">Thank you for your interest in the position of Principal of St Mary’s College. </w:t>
      </w:r>
    </w:p>
    <w:p w:rsidR="000227C2" w:rsidRPr="00544A02" w:rsidRDefault="000227C2" w:rsidP="00E46285">
      <w:pPr>
        <w:pStyle w:val="Default"/>
        <w:ind w:left="1134" w:right="1080"/>
        <w:rPr>
          <w:rFonts w:ascii="Museo 500" w:hAnsi="Museo 500"/>
          <w:sz w:val="22"/>
          <w:szCs w:val="22"/>
        </w:rPr>
      </w:pPr>
    </w:p>
    <w:p w:rsidR="000227C2" w:rsidRPr="00544A02" w:rsidRDefault="000227C2" w:rsidP="00E46285">
      <w:pPr>
        <w:pStyle w:val="Default"/>
        <w:ind w:left="1134" w:right="1080"/>
        <w:rPr>
          <w:rFonts w:ascii="Museo 500" w:hAnsi="Museo 500"/>
          <w:sz w:val="22"/>
          <w:szCs w:val="22"/>
        </w:rPr>
      </w:pPr>
      <w:r w:rsidRPr="00544A02">
        <w:rPr>
          <w:rFonts w:ascii="Museo 500" w:hAnsi="Museo 500"/>
          <w:sz w:val="22"/>
          <w:szCs w:val="22"/>
        </w:rPr>
        <w:t xml:space="preserve">St Mary’s College is one of </w:t>
      </w:r>
      <w:smartTag w:uri="urn:schemas-microsoft-com:office:smarttags" w:element="country-region">
        <w:smartTag w:uri="urn:schemas-microsoft-com:office:smarttags" w:element="place">
          <w:r w:rsidRPr="00544A02">
            <w:rPr>
              <w:rFonts w:ascii="Museo 500" w:hAnsi="Museo 500"/>
              <w:sz w:val="22"/>
              <w:szCs w:val="22"/>
            </w:rPr>
            <w:t>New Zealand</w:t>
          </w:r>
        </w:smartTag>
      </w:smartTag>
      <w:r w:rsidRPr="00544A02">
        <w:rPr>
          <w:rFonts w:ascii="Museo 500" w:hAnsi="Museo 500"/>
          <w:sz w:val="22"/>
          <w:szCs w:val="22"/>
        </w:rPr>
        <w:t>’s longest established secondary schools. The College occupies the beautiful central city site given to the Irish Mercy sisters by Bishop Pompallier in 1850. For 163 years, the College has offered a supportive and challenging education inspired by Mercy values. St Mary’s is committed to offering young women a high quality Catholic education, a strong sense of self-worth, and a lifelong commitment to Mercy values first espoused by Catherine McAuley.  We believe strongly in our Charter philosophy of creating “21</w:t>
      </w:r>
      <w:r w:rsidRPr="00544A02">
        <w:rPr>
          <w:rFonts w:ascii="Museo 500" w:hAnsi="Museo 500"/>
          <w:sz w:val="22"/>
          <w:szCs w:val="22"/>
          <w:vertAlign w:val="superscript"/>
        </w:rPr>
        <w:t>st</w:t>
      </w:r>
      <w:r w:rsidRPr="00544A02">
        <w:rPr>
          <w:rFonts w:ascii="Museo 500" w:hAnsi="Museo 500"/>
          <w:sz w:val="22"/>
          <w:szCs w:val="22"/>
        </w:rPr>
        <w:t xml:space="preserve"> century women of Mercy”.</w:t>
      </w:r>
    </w:p>
    <w:p w:rsidR="000227C2" w:rsidRPr="00544A02" w:rsidRDefault="000227C2" w:rsidP="00E46285">
      <w:pPr>
        <w:pStyle w:val="Default"/>
        <w:ind w:left="1134" w:right="1080"/>
        <w:rPr>
          <w:rFonts w:ascii="Museo 500" w:hAnsi="Museo 500"/>
          <w:sz w:val="22"/>
          <w:szCs w:val="22"/>
        </w:rPr>
      </w:pPr>
    </w:p>
    <w:p w:rsidR="000227C2" w:rsidRPr="00544A02" w:rsidRDefault="000227C2" w:rsidP="00E46285">
      <w:pPr>
        <w:pStyle w:val="Default"/>
        <w:ind w:left="1134" w:right="1080"/>
        <w:rPr>
          <w:rFonts w:ascii="Museo 500" w:hAnsi="Museo 500"/>
          <w:sz w:val="22"/>
          <w:szCs w:val="22"/>
        </w:rPr>
      </w:pPr>
      <w:r w:rsidRPr="00544A02">
        <w:rPr>
          <w:rFonts w:ascii="Museo 500" w:hAnsi="Museo 500"/>
          <w:sz w:val="22"/>
          <w:szCs w:val="22"/>
        </w:rPr>
        <w:t xml:space="preserve">St Mary’s has always held a special place among </w:t>
      </w:r>
      <w:smartTag w:uri="urn:schemas-microsoft-com:office:smarttags" w:element="City">
        <w:smartTag w:uri="urn:schemas-microsoft-com:office:smarttags" w:element="place">
          <w:r w:rsidRPr="00544A02">
            <w:rPr>
              <w:rFonts w:ascii="Museo 500" w:hAnsi="Museo 500"/>
              <w:sz w:val="22"/>
              <w:szCs w:val="22"/>
            </w:rPr>
            <w:t>Auckland</w:t>
          </w:r>
        </w:smartTag>
      </w:smartTag>
      <w:r w:rsidRPr="00544A02">
        <w:rPr>
          <w:rFonts w:ascii="Museo 500" w:hAnsi="Museo 500"/>
          <w:sz w:val="22"/>
          <w:szCs w:val="22"/>
        </w:rPr>
        <w:t xml:space="preserve"> schools. Its rich musical heritage is well known throughout </w:t>
      </w:r>
      <w:smartTag w:uri="urn:schemas-microsoft-com:office:smarttags" w:element="country-region">
        <w:smartTag w:uri="urn:schemas-microsoft-com:office:smarttags" w:element="place">
          <w:r w:rsidRPr="00544A02">
            <w:rPr>
              <w:rFonts w:ascii="Museo 500" w:hAnsi="Museo 500"/>
              <w:sz w:val="22"/>
              <w:szCs w:val="22"/>
            </w:rPr>
            <w:t>New Zealand</w:t>
          </w:r>
        </w:smartTag>
      </w:smartTag>
      <w:r w:rsidRPr="00544A02">
        <w:rPr>
          <w:rFonts w:ascii="Museo 500" w:hAnsi="Museo 500"/>
          <w:sz w:val="22"/>
          <w:szCs w:val="22"/>
        </w:rPr>
        <w:t xml:space="preserve">. The school’s reputation for excellence has attracted students from not only the neighbouring areas of Ponsonby and </w:t>
      </w:r>
      <w:smartTag w:uri="urn:schemas-microsoft-com:office:smarttags" w:element="PlaceName">
        <w:r w:rsidRPr="00544A02">
          <w:rPr>
            <w:rFonts w:ascii="Museo 500" w:hAnsi="Museo 500"/>
            <w:sz w:val="22"/>
            <w:szCs w:val="22"/>
          </w:rPr>
          <w:t>Herne</w:t>
        </w:r>
      </w:smartTag>
      <w:r w:rsidRPr="00544A02">
        <w:rPr>
          <w:rFonts w:ascii="Museo 500" w:hAnsi="Museo 500"/>
          <w:sz w:val="22"/>
          <w:szCs w:val="22"/>
        </w:rPr>
        <w:t xml:space="preserve"> </w:t>
      </w:r>
      <w:smartTag w:uri="urn:schemas-microsoft-com:office:smarttags" w:element="PlaceType">
        <w:r w:rsidRPr="00544A02">
          <w:rPr>
            <w:rFonts w:ascii="Museo 500" w:hAnsi="Museo 500"/>
            <w:sz w:val="22"/>
            <w:szCs w:val="22"/>
          </w:rPr>
          <w:t>Bay</w:t>
        </w:r>
      </w:smartTag>
      <w:r w:rsidRPr="00544A02">
        <w:rPr>
          <w:rFonts w:ascii="Museo 500" w:hAnsi="Museo 500"/>
          <w:sz w:val="22"/>
          <w:szCs w:val="22"/>
        </w:rPr>
        <w:t xml:space="preserve"> but from all over </w:t>
      </w:r>
      <w:smartTag w:uri="urn:schemas-microsoft-com:office:smarttags" w:element="City">
        <w:smartTag w:uri="urn:schemas-microsoft-com:office:smarttags" w:element="place">
          <w:r w:rsidRPr="00544A02">
            <w:rPr>
              <w:rFonts w:ascii="Museo 500" w:hAnsi="Museo 500"/>
              <w:sz w:val="22"/>
              <w:szCs w:val="22"/>
            </w:rPr>
            <w:t>Auckland</w:t>
          </w:r>
        </w:smartTag>
      </w:smartTag>
      <w:r w:rsidRPr="00544A02">
        <w:rPr>
          <w:rFonts w:ascii="Museo 500" w:hAnsi="Museo 500"/>
          <w:sz w:val="22"/>
          <w:szCs w:val="22"/>
        </w:rPr>
        <w:t>. Around 50% of our students travel more than 5km to be educated at our school and this contributes to our rich diversity of cultures.</w:t>
      </w:r>
    </w:p>
    <w:p w:rsidR="000227C2" w:rsidRPr="00544A02" w:rsidRDefault="000227C2" w:rsidP="00E46285">
      <w:pPr>
        <w:pStyle w:val="Default"/>
        <w:ind w:left="1134" w:right="1080"/>
        <w:rPr>
          <w:rFonts w:ascii="Museo 500" w:hAnsi="Museo 500"/>
          <w:sz w:val="22"/>
          <w:szCs w:val="22"/>
        </w:rPr>
      </w:pPr>
    </w:p>
    <w:p w:rsidR="000227C2" w:rsidRPr="00544A02" w:rsidRDefault="000227C2" w:rsidP="00E46285">
      <w:pPr>
        <w:ind w:left="1134" w:right="1080"/>
        <w:rPr>
          <w:rFonts w:ascii="Museo 500" w:hAnsi="Museo 500"/>
        </w:rPr>
      </w:pPr>
      <w:r w:rsidRPr="00544A02">
        <w:rPr>
          <w:rFonts w:ascii="Museo 500" w:hAnsi="Museo 500"/>
        </w:rPr>
        <w:t xml:space="preserve">St Mary’s has continued to flourish in recent years because of its committed, high quality teaching staff and supportive parent community. The school roll is at its current maximum allowable number of 1,000 students plus around 30 international students. </w:t>
      </w:r>
    </w:p>
    <w:p w:rsidR="000227C2" w:rsidRPr="00544A02" w:rsidRDefault="000227C2" w:rsidP="00E46285">
      <w:pPr>
        <w:ind w:left="1134" w:right="1080"/>
        <w:rPr>
          <w:rFonts w:ascii="Museo 500" w:hAnsi="Museo 500"/>
        </w:rPr>
      </w:pPr>
    </w:p>
    <w:p w:rsidR="000227C2" w:rsidRPr="00544A02" w:rsidRDefault="000227C2" w:rsidP="00E46285">
      <w:pPr>
        <w:ind w:left="1134" w:right="1080"/>
        <w:rPr>
          <w:rFonts w:ascii="Museo 500" w:hAnsi="Museo 500"/>
        </w:rPr>
      </w:pPr>
      <w:r w:rsidRPr="00544A02">
        <w:rPr>
          <w:rFonts w:ascii="Museo 500" w:hAnsi="Museo 500"/>
        </w:rPr>
        <w:t xml:space="preserve">The school has been extremely well served by its current Principal of 6 years and the Board is now seeking to appoint a Principal who is able to continue to lead St Mary’s forward with confidence in an ever change educational environment whilst embracing of our Mercy values. </w:t>
      </w:r>
    </w:p>
    <w:p w:rsidR="000227C2" w:rsidRPr="00544A02" w:rsidRDefault="000227C2" w:rsidP="00E46285">
      <w:pPr>
        <w:ind w:left="1134" w:right="1080"/>
        <w:rPr>
          <w:rFonts w:ascii="Museo 500" w:hAnsi="Museo 500"/>
        </w:rPr>
      </w:pPr>
    </w:p>
    <w:p w:rsidR="000227C2" w:rsidRPr="00544A02" w:rsidRDefault="000227C2" w:rsidP="00E46285">
      <w:pPr>
        <w:ind w:left="1134" w:right="1080"/>
        <w:rPr>
          <w:rFonts w:ascii="Museo 500" w:hAnsi="Museo 500"/>
        </w:rPr>
      </w:pPr>
      <w:r w:rsidRPr="00544A02">
        <w:rPr>
          <w:rFonts w:ascii="Museo 500" w:hAnsi="Museo 500"/>
        </w:rPr>
        <w:t>We look forward to receiving your application.</w:t>
      </w:r>
    </w:p>
    <w:p w:rsidR="000227C2" w:rsidRPr="00544A02" w:rsidRDefault="000227C2" w:rsidP="00E46285">
      <w:pPr>
        <w:ind w:left="1134" w:right="1080"/>
        <w:rPr>
          <w:rFonts w:ascii="Museo 500" w:hAnsi="Museo 500"/>
        </w:rPr>
      </w:pPr>
    </w:p>
    <w:p w:rsidR="000227C2" w:rsidRPr="00544A02" w:rsidRDefault="000227C2" w:rsidP="00E46285">
      <w:pPr>
        <w:ind w:left="1134" w:right="1080"/>
        <w:rPr>
          <w:rFonts w:ascii="Museo 500" w:hAnsi="Museo 500"/>
        </w:rPr>
      </w:pPr>
    </w:p>
    <w:p w:rsidR="000227C2" w:rsidRPr="00544A02" w:rsidRDefault="000227C2" w:rsidP="00E46285">
      <w:pPr>
        <w:ind w:left="1134" w:right="1080"/>
        <w:rPr>
          <w:rFonts w:ascii="Museo 500" w:hAnsi="Museo 500"/>
        </w:rPr>
      </w:pPr>
    </w:p>
    <w:p w:rsidR="000227C2" w:rsidRPr="00544A02" w:rsidRDefault="000227C2" w:rsidP="00E46285">
      <w:pPr>
        <w:ind w:left="1134" w:right="1080"/>
        <w:rPr>
          <w:rFonts w:ascii="Museo 500" w:hAnsi="Museo 500"/>
        </w:rPr>
      </w:pPr>
      <w:r w:rsidRPr="00544A02">
        <w:rPr>
          <w:rFonts w:ascii="Museo 500" w:hAnsi="Museo 500"/>
        </w:rPr>
        <w:t>Craig Brownie</w:t>
      </w:r>
    </w:p>
    <w:p w:rsidR="000227C2" w:rsidRPr="00544A02" w:rsidRDefault="000227C2" w:rsidP="00E46285">
      <w:pPr>
        <w:ind w:left="1134" w:right="1080"/>
        <w:rPr>
          <w:rFonts w:ascii="Museo 500" w:hAnsi="Museo 500"/>
        </w:rPr>
      </w:pPr>
      <w:r w:rsidRPr="00544A02">
        <w:rPr>
          <w:rFonts w:ascii="Museo 500" w:hAnsi="Museo 500"/>
        </w:rPr>
        <w:t>Chairperson, St Mary’s College, Board of Trustees</w:t>
      </w:r>
    </w:p>
    <w:p w:rsidR="000227C2" w:rsidRPr="00544A02" w:rsidRDefault="000227C2" w:rsidP="008B701F">
      <w:pPr>
        <w:ind w:left="426"/>
        <w:jc w:val="both"/>
        <w:rPr>
          <w:rFonts w:ascii="Museo 500" w:hAnsi="Museo 500"/>
          <w:sz w:val="24"/>
        </w:rPr>
      </w:pPr>
    </w:p>
    <w:p w:rsidR="000227C2" w:rsidRPr="00544A02" w:rsidRDefault="000227C2" w:rsidP="00D415F8">
      <w:pPr>
        <w:pStyle w:val="BodyText"/>
        <w:jc w:val="center"/>
      </w:pPr>
      <w:r w:rsidRPr="00544A02">
        <w:br w:type="page"/>
      </w:r>
      <w:r w:rsidRPr="00A21741">
        <w:rPr>
          <w:sz w:val="20"/>
        </w:rPr>
        <w:pict>
          <v:shape id="_x0000_i1026" type="#_x0000_t75" style="width:478.5pt;height:109.5pt">
            <v:imagedata r:id="rId7" o:title=""/>
          </v:shape>
        </w:pict>
      </w:r>
    </w:p>
    <w:p w:rsidR="000227C2" w:rsidRPr="00544A02" w:rsidRDefault="000227C2" w:rsidP="008B701F">
      <w:pPr>
        <w:pStyle w:val="BodyText"/>
        <w:spacing w:before="8"/>
        <w:rPr>
          <w:rFonts w:ascii="Museo 500" w:hAnsi="Museo 500"/>
          <w:b/>
          <w:sz w:val="10"/>
        </w:rPr>
      </w:pPr>
    </w:p>
    <w:p w:rsidR="000227C2" w:rsidRPr="008D1197" w:rsidRDefault="000227C2" w:rsidP="0060784F">
      <w:pPr>
        <w:jc w:val="center"/>
        <w:rPr>
          <w:rFonts w:ascii="Museo 500" w:hAnsi="Museo 500"/>
          <w:sz w:val="36"/>
          <w:szCs w:val="36"/>
        </w:rPr>
      </w:pPr>
      <w:r w:rsidRPr="008D1197">
        <w:rPr>
          <w:rFonts w:ascii="Museo 500" w:hAnsi="Museo 500"/>
          <w:sz w:val="36"/>
          <w:szCs w:val="36"/>
        </w:rPr>
        <w:t>ST MARY’S COLLEGE AND THE SISTERS OF MERCY</w:t>
      </w:r>
    </w:p>
    <w:p w:rsidR="000227C2" w:rsidRDefault="000227C2" w:rsidP="005913BB">
      <w:pPr>
        <w:adjustRightInd w:val="0"/>
        <w:ind w:left="1134" w:right="757"/>
        <w:rPr>
          <w:rFonts w:ascii="Museo 500" w:hAnsi="Museo 500"/>
          <w:color w:val="000000"/>
        </w:rPr>
      </w:pPr>
    </w:p>
    <w:p w:rsidR="000227C2" w:rsidRPr="00D415F8" w:rsidRDefault="000227C2" w:rsidP="005913BB">
      <w:pPr>
        <w:adjustRightInd w:val="0"/>
        <w:ind w:left="1134" w:right="757"/>
        <w:rPr>
          <w:rFonts w:ascii="Museo 500" w:hAnsi="Museo 500"/>
          <w:color w:val="000000"/>
        </w:rPr>
      </w:pPr>
      <w:r w:rsidRPr="00D415F8">
        <w:rPr>
          <w:rFonts w:ascii="Museo 500" w:hAnsi="Museo 500"/>
          <w:color w:val="000000"/>
        </w:rPr>
        <w:t xml:space="preserve">St Mary’s College is one of the oldest schools in </w:t>
      </w:r>
      <w:smartTag w:uri="urn:schemas-microsoft-com:office:smarttags" w:element="country-region">
        <w:smartTag w:uri="urn:schemas-microsoft-com:office:smarttags" w:element="place">
          <w:r w:rsidRPr="00D415F8">
            <w:rPr>
              <w:rFonts w:ascii="Museo 500" w:hAnsi="Museo 500"/>
              <w:color w:val="000000"/>
            </w:rPr>
            <w:t>New Zealand</w:t>
          </w:r>
        </w:smartTag>
      </w:smartTag>
      <w:r w:rsidRPr="00D415F8">
        <w:rPr>
          <w:rFonts w:ascii="Museo 500" w:hAnsi="Museo 500"/>
          <w:color w:val="000000"/>
        </w:rPr>
        <w:t xml:space="preserve">, with a history going back to 1850. </w:t>
      </w:r>
    </w:p>
    <w:p w:rsidR="000227C2" w:rsidRPr="00D415F8" w:rsidRDefault="000227C2" w:rsidP="005913BB">
      <w:pPr>
        <w:adjustRightInd w:val="0"/>
        <w:ind w:left="1134" w:right="757"/>
        <w:rPr>
          <w:rFonts w:ascii="Museo 500" w:hAnsi="Museo 500"/>
          <w:color w:val="000000"/>
        </w:rPr>
      </w:pPr>
    </w:p>
    <w:p w:rsidR="000227C2" w:rsidRPr="00D415F8" w:rsidRDefault="000227C2" w:rsidP="005913BB">
      <w:pPr>
        <w:adjustRightInd w:val="0"/>
        <w:ind w:left="1134" w:right="757"/>
        <w:rPr>
          <w:rFonts w:ascii="Museo 500" w:hAnsi="Museo 500"/>
          <w:color w:val="000000"/>
        </w:rPr>
      </w:pPr>
      <w:r w:rsidRPr="00D415F8">
        <w:rPr>
          <w:rFonts w:ascii="Museo 500" w:hAnsi="Museo 500"/>
          <w:color w:val="000000"/>
        </w:rPr>
        <w:t xml:space="preserve">The College was one of the first of the Mercy schools established in </w:t>
      </w:r>
      <w:smartTag w:uri="urn:schemas-microsoft-com:office:smarttags" w:element="country-region">
        <w:smartTag w:uri="urn:schemas-microsoft-com:office:smarttags" w:element="place">
          <w:r w:rsidRPr="00D415F8">
            <w:rPr>
              <w:rFonts w:ascii="Museo 500" w:hAnsi="Museo 500"/>
              <w:color w:val="000000"/>
            </w:rPr>
            <w:t>New Zealand</w:t>
          </w:r>
        </w:smartTag>
      </w:smartTag>
      <w:r w:rsidRPr="00D415F8">
        <w:rPr>
          <w:rFonts w:ascii="Museo 500" w:hAnsi="Museo 500"/>
          <w:color w:val="000000"/>
        </w:rPr>
        <w:t xml:space="preserve">. It has direct links to Catherine McAuley, who founded the Mercy order in </w:t>
      </w:r>
      <w:smartTag w:uri="urn:schemas-microsoft-com:office:smarttags" w:element="country-region">
        <w:r w:rsidRPr="00D415F8">
          <w:rPr>
            <w:rFonts w:ascii="Museo 500" w:hAnsi="Museo 500"/>
            <w:color w:val="000000"/>
          </w:rPr>
          <w:t>Ireland</w:t>
        </w:r>
      </w:smartTag>
      <w:r w:rsidRPr="00D415F8">
        <w:rPr>
          <w:rFonts w:ascii="Museo 500" w:hAnsi="Museo 500"/>
          <w:color w:val="000000"/>
        </w:rPr>
        <w:t xml:space="preserve"> in 1831, and to Bishop Pompallier and the earliest days of Roman Catholicism in </w:t>
      </w:r>
      <w:smartTag w:uri="urn:schemas-microsoft-com:office:smarttags" w:element="country-region">
        <w:smartTag w:uri="urn:schemas-microsoft-com:office:smarttags" w:element="place">
          <w:r w:rsidRPr="00D415F8">
            <w:rPr>
              <w:rFonts w:ascii="Museo 500" w:hAnsi="Museo 500"/>
              <w:color w:val="000000"/>
            </w:rPr>
            <w:t>New Zealand</w:t>
          </w:r>
        </w:smartTag>
      </w:smartTag>
      <w:r w:rsidRPr="00D415F8">
        <w:rPr>
          <w:rFonts w:ascii="Museo 500" w:hAnsi="Museo 500"/>
          <w:color w:val="000000"/>
        </w:rPr>
        <w:t xml:space="preserve">. </w:t>
      </w:r>
    </w:p>
    <w:p w:rsidR="000227C2" w:rsidRPr="00D415F8" w:rsidRDefault="000227C2" w:rsidP="005913BB">
      <w:pPr>
        <w:adjustRightInd w:val="0"/>
        <w:ind w:left="1134" w:right="757"/>
        <w:rPr>
          <w:rFonts w:ascii="Museo 500" w:hAnsi="Museo 500"/>
          <w:color w:val="000000"/>
        </w:rPr>
      </w:pPr>
    </w:p>
    <w:p w:rsidR="000227C2" w:rsidRPr="00D415F8" w:rsidRDefault="000227C2" w:rsidP="005913BB">
      <w:pPr>
        <w:adjustRightInd w:val="0"/>
        <w:ind w:left="1134" w:right="757"/>
        <w:rPr>
          <w:rFonts w:ascii="Museo 500" w:hAnsi="Museo 500"/>
          <w:color w:val="000000"/>
        </w:rPr>
      </w:pPr>
      <w:r w:rsidRPr="00D415F8">
        <w:rPr>
          <w:rFonts w:ascii="Museo 500" w:hAnsi="Museo 500"/>
          <w:color w:val="000000"/>
        </w:rPr>
        <w:t xml:space="preserve">Bishop Pompallier, </w:t>
      </w:r>
      <w:smartTag w:uri="urn:schemas-microsoft-com:office:smarttags" w:element="country-region">
        <w:smartTag w:uri="urn:schemas-microsoft-com:office:smarttags" w:element="place">
          <w:r w:rsidRPr="00D415F8">
            <w:rPr>
              <w:rFonts w:ascii="Museo 500" w:hAnsi="Museo 500"/>
              <w:color w:val="000000"/>
            </w:rPr>
            <w:t>New Zealand</w:t>
          </w:r>
        </w:smartTag>
      </w:smartTag>
      <w:r w:rsidRPr="00D415F8">
        <w:rPr>
          <w:rFonts w:ascii="Museo 500" w:hAnsi="Museo 500"/>
          <w:color w:val="000000"/>
        </w:rPr>
        <w:t xml:space="preserve">’s first Catholic bishop, had a great commitment to both secular and religious education, particularly among Māori in the new colony. In 1849, the Bishop travelled to Europe to seek help in evangelising Māori and caring for members of the church in </w:t>
      </w:r>
      <w:smartTag w:uri="urn:schemas-microsoft-com:office:smarttags" w:element="City">
        <w:smartTag w:uri="urn:schemas-microsoft-com:office:smarttags" w:element="place">
          <w:r w:rsidRPr="00D415F8">
            <w:rPr>
              <w:rFonts w:ascii="Museo 500" w:hAnsi="Museo 500"/>
              <w:color w:val="000000"/>
            </w:rPr>
            <w:t>Auckland</w:t>
          </w:r>
        </w:smartTag>
      </w:smartTag>
      <w:r w:rsidRPr="00D415F8">
        <w:rPr>
          <w:rFonts w:ascii="Museo 500" w:hAnsi="Museo 500"/>
          <w:color w:val="000000"/>
        </w:rPr>
        <w:t xml:space="preserve">, many of whom were Irish. He visited St Leo’s Convent in Carlow, which had been established in 1839 by Catherine McAuley - an extraordinary woman with a deep trust and faith in God. In the harsh socio-economic climate of nineteenth century </w:t>
      </w:r>
      <w:smartTag w:uri="urn:schemas-microsoft-com:office:smarttags" w:element="country-region">
        <w:smartTag w:uri="urn:schemas-microsoft-com:office:smarttags" w:element="place">
          <w:r w:rsidRPr="00D415F8">
            <w:rPr>
              <w:rFonts w:ascii="Museo 500" w:hAnsi="Museo 500"/>
              <w:color w:val="000000"/>
            </w:rPr>
            <w:t>Ireland</w:t>
          </w:r>
        </w:smartTag>
      </w:smartTag>
      <w:r w:rsidRPr="00D415F8">
        <w:rPr>
          <w:rFonts w:ascii="Museo 500" w:hAnsi="Museo 500"/>
          <w:color w:val="000000"/>
        </w:rPr>
        <w:t xml:space="preserve">, she challenged the structures of oppression and the injustice of that society. She made Mercy visible by her actions and in the ensuing one hundred and eighty years, she inspired many thousands of women to follow her example. </w:t>
      </w:r>
    </w:p>
    <w:p w:rsidR="000227C2" w:rsidRPr="00D415F8" w:rsidRDefault="000227C2" w:rsidP="005913BB">
      <w:pPr>
        <w:adjustRightInd w:val="0"/>
        <w:ind w:left="1134" w:right="757"/>
        <w:rPr>
          <w:rFonts w:ascii="Museo 500" w:hAnsi="Museo 500"/>
          <w:color w:val="000000"/>
        </w:rPr>
      </w:pPr>
    </w:p>
    <w:p w:rsidR="000227C2" w:rsidRPr="00D415F8" w:rsidRDefault="000227C2" w:rsidP="005913BB">
      <w:pPr>
        <w:adjustRightInd w:val="0"/>
        <w:ind w:left="1134" w:right="757"/>
        <w:rPr>
          <w:rFonts w:ascii="Museo 500" w:hAnsi="Museo 500"/>
          <w:color w:val="000000"/>
        </w:rPr>
      </w:pPr>
      <w:r w:rsidRPr="00D415F8">
        <w:rPr>
          <w:rFonts w:ascii="Museo 500" w:hAnsi="Museo 500"/>
          <w:color w:val="000000"/>
        </w:rPr>
        <w:t xml:space="preserve">Bishop Pompallier persuaded Mother Cecilia Maher, the Superior of St Leo’s at the time, to bring a group of eight Sisters to </w:t>
      </w:r>
      <w:smartTag w:uri="urn:schemas-microsoft-com:office:smarttags" w:element="country-region">
        <w:smartTag w:uri="urn:schemas-microsoft-com:office:smarttags" w:element="place">
          <w:r w:rsidRPr="00D415F8">
            <w:rPr>
              <w:rFonts w:ascii="Museo 500" w:hAnsi="Museo 500"/>
              <w:color w:val="000000"/>
            </w:rPr>
            <w:t>New Zealand</w:t>
          </w:r>
        </w:smartTag>
      </w:smartTag>
      <w:r w:rsidRPr="00D415F8">
        <w:rPr>
          <w:rFonts w:ascii="Museo 500" w:hAnsi="Museo 500"/>
          <w:color w:val="000000"/>
        </w:rPr>
        <w:t xml:space="preserve"> in 1850, to help in the work of pastoral care and education in the new colony. Initially the School was near St Patrick’s Cathedral and later relocated to St Mary’s Bay. This was when St Mary’s College was established on the site in </w:t>
      </w:r>
      <w:smartTag w:uri="urn:schemas-microsoft-com:office:smarttags" w:element="address">
        <w:smartTag w:uri="urn:schemas-microsoft-com:office:smarttags" w:element="Street">
          <w:r w:rsidRPr="00D415F8">
            <w:rPr>
              <w:rFonts w:ascii="Museo 500" w:hAnsi="Museo 500"/>
              <w:color w:val="000000"/>
            </w:rPr>
            <w:t>New Street</w:t>
          </w:r>
        </w:smartTag>
      </w:smartTag>
      <w:r w:rsidRPr="00D415F8">
        <w:rPr>
          <w:rFonts w:ascii="Museo 500" w:hAnsi="Museo 500"/>
          <w:color w:val="000000"/>
        </w:rPr>
        <w:t xml:space="preserve">, where it remains today. </w:t>
      </w:r>
    </w:p>
    <w:p w:rsidR="000227C2" w:rsidRPr="00D415F8" w:rsidRDefault="000227C2" w:rsidP="005913BB">
      <w:pPr>
        <w:adjustRightInd w:val="0"/>
        <w:ind w:left="1134" w:right="757"/>
        <w:rPr>
          <w:rFonts w:ascii="Museo 500" w:hAnsi="Museo 500"/>
          <w:color w:val="000000"/>
        </w:rPr>
      </w:pPr>
    </w:p>
    <w:p w:rsidR="000227C2" w:rsidRPr="00D415F8" w:rsidRDefault="000227C2" w:rsidP="005913BB">
      <w:pPr>
        <w:adjustRightInd w:val="0"/>
        <w:ind w:left="1134" w:right="757"/>
        <w:rPr>
          <w:rFonts w:ascii="Museo 500" w:hAnsi="Museo 500"/>
          <w:color w:val="000000"/>
        </w:rPr>
      </w:pPr>
      <w:r w:rsidRPr="00D415F8">
        <w:rPr>
          <w:rFonts w:ascii="Museo 500" w:hAnsi="Museo 500"/>
          <w:color w:val="000000"/>
        </w:rPr>
        <w:t xml:space="preserve">Since their arrival in </w:t>
      </w:r>
      <w:smartTag w:uri="urn:schemas-microsoft-com:office:smarttags" w:element="country-region">
        <w:smartTag w:uri="urn:schemas-microsoft-com:office:smarttags" w:element="place">
          <w:r w:rsidRPr="00D415F8">
            <w:rPr>
              <w:rFonts w:ascii="Museo 500" w:hAnsi="Museo 500"/>
              <w:color w:val="000000"/>
            </w:rPr>
            <w:t>New Zealand</w:t>
          </w:r>
        </w:smartTag>
      </w:smartTag>
      <w:r w:rsidRPr="00D415F8">
        <w:rPr>
          <w:rFonts w:ascii="Museo 500" w:hAnsi="Museo 500"/>
          <w:color w:val="000000"/>
        </w:rPr>
        <w:t xml:space="preserve">, the Sisters of Mercy have worked to fulfil their mission based on the founding principles of their order. They established and staffed primary and secondary schools throughout </w:t>
      </w:r>
      <w:smartTag w:uri="urn:schemas-microsoft-com:office:smarttags" w:element="country-region">
        <w:smartTag w:uri="urn:schemas-microsoft-com:office:smarttags" w:element="place">
          <w:r w:rsidRPr="00D415F8">
            <w:rPr>
              <w:rFonts w:ascii="Museo 500" w:hAnsi="Museo 500"/>
              <w:color w:val="000000"/>
            </w:rPr>
            <w:t>New Zealand</w:t>
          </w:r>
        </w:smartTag>
      </w:smartTag>
      <w:r w:rsidRPr="00D415F8">
        <w:rPr>
          <w:rFonts w:ascii="Museo 500" w:hAnsi="Museo 500"/>
          <w:color w:val="000000"/>
        </w:rPr>
        <w:t xml:space="preserve">. Throughout that time they have had a similar commitment to meeting social and medical needs, which continues to this day. </w:t>
      </w:r>
    </w:p>
    <w:p w:rsidR="000227C2" w:rsidRPr="00D415F8" w:rsidRDefault="000227C2" w:rsidP="005913BB">
      <w:pPr>
        <w:adjustRightInd w:val="0"/>
        <w:ind w:left="1134" w:right="757"/>
        <w:rPr>
          <w:rFonts w:ascii="Museo 500" w:hAnsi="Museo 500"/>
          <w:color w:val="000000"/>
        </w:rPr>
      </w:pPr>
    </w:p>
    <w:p w:rsidR="000227C2" w:rsidRPr="00D415F8" w:rsidRDefault="000227C2" w:rsidP="005913BB">
      <w:pPr>
        <w:adjustRightInd w:val="0"/>
        <w:ind w:left="1134" w:right="757"/>
        <w:rPr>
          <w:rFonts w:ascii="Museo 500" w:hAnsi="Museo 500"/>
          <w:color w:val="000000"/>
        </w:rPr>
      </w:pPr>
      <w:r w:rsidRPr="00D415F8">
        <w:rPr>
          <w:rFonts w:ascii="Museo 500" w:hAnsi="Museo 500"/>
          <w:color w:val="000000"/>
        </w:rPr>
        <w:t>The values of social justice, compassion for others, and the empowerment of young women have always inspired the work of the Sisters of Mercy. In addition, Mercy schools, particularly St Mary’s College, have been characterised by a love of music and that rich musical heritage.</w:t>
      </w:r>
    </w:p>
    <w:p w:rsidR="000227C2" w:rsidRPr="00D415F8" w:rsidRDefault="000227C2" w:rsidP="005913BB">
      <w:pPr>
        <w:adjustRightInd w:val="0"/>
        <w:ind w:left="1134" w:right="757"/>
        <w:rPr>
          <w:rFonts w:ascii="Museo 500" w:hAnsi="Museo 500"/>
          <w:color w:val="000000"/>
        </w:rPr>
      </w:pPr>
    </w:p>
    <w:p w:rsidR="000227C2" w:rsidRPr="00D415F8" w:rsidRDefault="000227C2" w:rsidP="005913BB">
      <w:pPr>
        <w:adjustRightInd w:val="0"/>
        <w:ind w:left="1134" w:right="757"/>
        <w:rPr>
          <w:rFonts w:ascii="Museo 500" w:hAnsi="Museo 500"/>
          <w:color w:val="000000"/>
        </w:rPr>
      </w:pPr>
      <w:r w:rsidRPr="00D415F8">
        <w:rPr>
          <w:rFonts w:ascii="Museo 500" w:hAnsi="Museo 500"/>
          <w:color w:val="000000"/>
        </w:rPr>
        <w:t xml:space="preserve">These Mercy values are at the core of the education offered to the young women who pass through the gates of St Mary’s College. The school is proud of its Mercy roots. The College aims to keep Catherine McAuley’s vision relevant and alive in the 21st century by providing an education for young women who want to achieve their highest academic potential in an environment that never loses sight of that Mercy commitment to social justice and compassion for others. </w:t>
      </w:r>
    </w:p>
    <w:p w:rsidR="000227C2" w:rsidRPr="00D415F8" w:rsidRDefault="000227C2" w:rsidP="005913BB">
      <w:pPr>
        <w:adjustRightInd w:val="0"/>
        <w:ind w:left="1134" w:right="757"/>
        <w:rPr>
          <w:rFonts w:ascii="Museo 500" w:hAnsi="Museo 500"/>
          <w:color w:val="000000"/>
        </w:rPr>
      </w:pPr>
    </w:p>
    <w:p w:rsidR="000227C2" w:rsidRPr="00D415F8" w:rsidRDefault="000227C2" w:rsidP="005913BB">
      <w:pPr>
        <w:ind w:left="1134" w:right="757"/>
        <w:rPr>
          <w:rFonts w:ascii="Museo 500" w:hAnsi="Museo 500"/>
          <w:color w:val="000000"/>
        </w:rPr>
      </w:pPr>
      <w:r w:rsidRPr="00D415F8">
        <w:rPr>
          <w:rFonts w:ascii="Museo 500" w:hAnsi="Museo 500"/>
          <w:color w:val="000000"/>
        </w:rPr>
        <w:t xml:space="preserve">Further information about the Sisters of Mercy in </w:t>
      </w:r>
      <w:smartTag w:uri="urn:schemas-microsoft-com:office:smarttags" w:element="country-region">
        <w:smartTag w:uri="urn:schemas-microsoft-com:office:smarttags" w:element="place">
          <w:r w:rsidRPr="00D415F8">
            <w:rPr>
              <w:rFonts w:ascii="Museo 500" w:hAnsi="Museo 500"/>
              <w:color w:val="000000"/>
            </w:rPr>
            <w:t>New Zealand</w:t>
          </w:r>
        </w:smartTag>
      </w:smartTag>
      <w:r w:rsidRPr="00D415F8">
        <w:rPr>
          <w:rFonts w:ascii="Museo 500" w:hAnsi="Museo 500"/>
          <w:color w:val="000000"/>
        </w:rPr>
        <w:t xml:space="preserve"> is available on the website: </w:t>
      </w:r>
      <w:hyperlink r:id="rId8" w:history="1">
        <w:r w:rsidRPr="00D415F8">
          <w:rPr>
            <w:rStyle w:val="Hyperlink"/>
            <w:rFonts w:ascii="Museo 500" w:hAnsi="Museo 500" w:cs="Calibri"/>
          </w:rPr>
          <w:t>www.sistersofmercy.org.nz</w:t>
        </w:r>
      </w:hyperlink>
    </w:p>
    <w:p w:rsidR="000227C2" w:rsidRPr="005F1EFD" w:rsidRDefault="000227C2" w:rsidP="005F1EFD">
      <w:pPr>
        <w:ind w:left="993"/>
        <w:rPr>
          <w:rFonts w:ascii="Museo 500" w:hAnsi="Museo 500"/>
          <w:sz w:val="44"/>
          <w:szCs w:val="44"/>
        </w:rPr>
      </w:pPr>
      <w:r w:rsidRPr="005F1EFD">
        <w:rPr>
          <w:rFonts w:ascii="Museo 500" w:hAnsi="Museo 500"/>
          <w:sz w:val="44"/>
          <w:szCs w:val="44"/>
        </w:rPr>
        <w:t>Appointment Timeline</w:t>
      </w:r>
    </w:p>
    <w:p w:rsidR="000227C2" w:rsidRPr="00A66175" w:rsidRDefault="000227C2" w:rsidP="001044C4">
      <w:pPr>
        <w:pStyle w:val="Heading3"/>
        <w:spacing w:before="278"/>
        <w:ind w:left="1200" w:right="1302"/>
        <w:jc w:val="both"/>
        <w:rPr>
          <w:rFonts w:ascii="Museo 500" w:hAnsi="Museo 500"/>
          <w:sz w:val="22"/>
          <w:szCs w:val="22"/>
        </w:rPr>
      </w:pPr>
      <w:r w:rsidRPr="00A66175">
        <w:rPr>
          <w:rFonts w:ascii="Museo 500" w:hAnsi="Museo 500"/>
          <w:sz w:val="22"/>
          <w:szCs w:val="22"/>
        </w:rPr>
        <w:t>The St Mary’s College Board of Trustees has set the following timeline for the appointment of the Principal. Every effort will be made to keep to the following schedule in determining the successful candidate.</w:t>
      </w:r>
    </w:p>
    <w:p w:rsidR="000227C2" w:rsidRPr="00544A02" w:rsidRDefault="000227C2" w:rsidP="001044C4">
      <w:pPr>
        <w:pStyle w:val="BodyText"/>
        <w:spacing w:before="4"/>
        <w:rPr>
          <w:rFonts w:ascii="Museo 500" w:hAnsi="Museo 500"/>
          <w:sz w:val="23"/>
        </w:rPr>
      </w:pPr>
    </w:p>
    <w:tbl>
      <w:tblPr>
        <w:tblW w:w="0" w:type="auto"/>
        <w:tblInd w:w="1100" w:type="dxa"/>
        <w:tblBorders>
          <w:top w:val="single" w:sz="4" w:space="0" w:color="365F91"/>
          <w:left w:val="single" w:sz="4" w:space="0" w:color="365F91"/>
          <w:bottom w:val="single" w:sz="4" w:space="0" w:color="365F91"/>
          <w:right w:val="single" w:sz="4" w:space="0" w:color="365F91"/>
          <w:insideH w:val="single" w:sz="4" w:space="0" w:color="365F91"/>
          <w:insideV w:val="single" w:sz="4" w:space="0" w:color="365F91"/>
        </w:tblBorders>
        <w:tblLayout w:type="fixed"/>
        <w:tblCellMar>
          <w:left w:w="0" w:type="dxa"/>
          <w:right w:w="0" w:type="dxa"/>
        </w:tblCellMar>
        <w:tblLook w:val="01E0"/>
      </w:tblPr>
      <w:tblGrid>
        <w:gridCol w:w="4928"/>
        <w:gridCol w:w="4199"/>
      </w:tblGrid>
      <w:tr w:rsidR="000227C2" w:rsidRPr="00544A02" w:rsidTr="005F1EFD">
        <w:trPr>
          <w:trHeight w:val="720"/>
        </w:trPr>
        <w:tc>
          <w:tcPr>
            <w:tcW w:w="9127" w:type="dxa"/>
            <w:gridSpan w:val="2"/>
            <w:tcBorders>
              <w:top w:val="nil"/>
              <w:left w:val="nil"/>
              <w:bottom w:val="nil"/>
              <w:right w:val="nil"/>
            </w:tcBorders>
            <w:shd w:val="clear" w:color="auto" w:fill="365F91"/>
          </w:tcPr>
          <w:p w:rsidR="000227C2" w:rsidRPr="005F1EFD" w:rsidRDefault="000227C2" w:rsidP="00A9645F">
            <w:pPr>
              <w:pStyle w:val="TableParagraph"/>
              <w:spacing w:before="194"/>
              <w:ind w:left="374"/>
              <w:rPr>
                <w:rFonts w:ascii="Museo 500" w:hAnsi="Museo 500"/>
                <w:b/>
                <w:sz w:val="26"/>
                <w:szCs w:val="26"/>
              </w:rPr>
            </w:pPr>
            <w:r w:rsidRPr="005F1EFD">
              <w:rPr>
                <w:rFonts w:ascii="Museo 500" w:hAnsi="Museo 500"/>
                <w:b/>
                <w:color w:val="FFFFFF"/>
                <w:sz w:val="26"/>
                <w:szCs w:val="26"/>
              </w:rPr>
              <w:t>Timeline for the appointment of the Principal of St Mary’s College</w:t>
            </w:r>
          </w:p>
        </w:tc>
      </w:tr>
      <w:tr w:rsidR="000227C2" w:rsidRPr="00544A02" w:rsidTr="005F1EFD">
        <w:trPr>
          <w:trHeight w:val="563"/>
        </w:trPr>
        <w:tc>
          <w:tcPr>
            <w:tcW w:w="4928" w:type="dxa"/>
            <w:tcBorders>
              <w:top w:val="nil"/>
            </w:tcBorders>
          </w:tcPr>
          <w:p w:rsidR="000227C2" w:rsidRPr="009B6BF7" w:rsidRDefault="000227C2" w:rsidP="00A9645F">
            <w:pPr>
              <w:pStyle w:val="TableParagraph"/>
              <w:spacing w:before="2"/>
              <w:rPr>
                <w:rFonts w:ascii="Museo 500" w:hAnsi="Museo 500"/>
                <w:b/>
                <w:sz w:val="18"/>
              </w:rPr>
            </w:pPr>
          </w:p>
          <w:p w:rsidR="000227C2" w:rsidRPr="009B6BF7" w:rsidRDefault="000227C2" w:rsidP="00A9645F">
            <w:pPr>
              <w:pStyle w:val="TableParagraph"/>
              <w:spacing w:before="1"/>
              <w:ind w:left="107"/>
              <w:rPr>
                <w:rFonts w:ascii="Museo 500" w:hAnsi="Museo 500"/>
                <w:b/>
                <w:sz w:val="24"/>
              </w:rPr>
            </w:pPr>
            <w:r w:rsidRPr="009B6BF7">
              <w:rPr>
                <w:rFonts w:ascii="Museo 500" w:hAnsi="Museo 500"/>
                <w:b/>
                <w:sz w:val="24"/>
              </w:rPr>
              <w:t>Gazette Advertisement</w:t>
            </w:r>
          </w:p>
        </w:tc>
        <w:tc>
          <w:tcPr>
            <w:tcW w:w="4199" w:type="dxa"/>
            <w:tcBorders>
              <w:top w:val="nil"/>
            </w:tcBorders>
          </w:tcPr>
          <w:p w:rsidR="000227C2" w:rsidRPr="00544A02" w:rsidRDefault="000227C2" w:rsidP="00A9645F">
            <w:pPr>
              <w:pStyle w:val="TableParagraph"/>
              <w:spacing w:before="222"/>
              <w:ind w:left="107"/>
              <w:rPr>
                <w:rFonts w:ascii="Museo 500" w:hAnsi="Museo 500"/>
                <w:sz w:val="24"/>
              </w:rPr>
            </w:pPr>
            <w:r w:rsidRPr="00544A02">
              <w:rPr>
                <w:rFonts w:ascii="Museo 500" w:hAnsi="Museo 500"/>
                <w:sz w:val="24"/>
              </w:rPr>
              <w:t xml:space="preserve">Friday 12 April </w:t>
            </w:r>
          </w:p>
        </w:tc>
      </w:tr>
      <w:tr w:rsidR="000227C2" w:rsidRPr="00544A02" w:rsidTr="005F1EFD">
        <w:trPr>
          <w:trHeight w:val="533"/>
        </w:trPr>
        <w:tc>
          <w:tcPr>
            <w:tcW w:w="4928" w:type="dxa"/>
          </w:tcPr>
          <w:p w:rsidR="000227C2" w:rsidRPr="009B6BF7" w:rsidRDefault="000227C2" w:rsidP="00A9645F">
            <w:pPr>
              <w:pStyle w:val="TableParagraph"/>
              <w:spacing w:before="215"/>
              <w:ind w:left="107"/>
              <w:rPr>
                <w:rFonts w:ascii="Museo 500" w:hAnsi="Museo 500"/>
                <w:b/>
                <w:sz w:val="24"/>
              </w:rPr>
            </w:pPr>
            <w:r w:rsidRPr="009B6BF7">
              <w:rPr>
                <w:rFonts w:ascii="Museo 500" w:hAnsi="Museo 500"/>
                <w:b/>
                <w:sz w:val="24"/>
              </w:rPr>
              <w:t>Closing date for applications</w:t>
            </w:r>
          </w:p>
        </w:tc>
        <w:tc>
          <w:tcPr>
            <w:tcW w:w="4199" w:type="dxa"/>
          </w:tcPr>
          <w:p w:rsidR="000227C2" w:rsidRPr="00544A02" w:rsidRDefault="000227C2" w:rsidP="00A9645F">
            <w:pPr>
              <w:pStyle w:val="TableParagraph"/>
              <w:spacing w:before="215"/>
              <w:ind w:left="107"/>
              <w:rPr>
                <w:rFonts w:ascii="Museo 500" w:hAnsi="Museo 500"/>
                <w:sz w:val="24"/>
              </w:rPr>
            </w:pPr>
            <w:r>
              <w:rPr>
                <w:rFonts w:ascii="Museo 500" w:hAnsi="Museo 500"/>
                <w:sz w:val="24"/>
              </w:rPr>
              <w:t>Thursday</w:t>
            </w:r>
            <w:r w:rsidRPr="00544A02">
              <w:rPr>
                <w:rFonts w:ascii="Museo 500" w:hAnsi="Museo 500"/>
                <w:sz w:val="24"/>
              </w:rPr>
              <w:t xml:space="preserve"> 1</w:t>
            </w:r>
            <w:r>
              <w:rPr>
                <w:rFonts w:ascii="Museo 500" w:hAnsi="Museo 500"/>
                <w:sz w:val="24"/>
              </w:rPr>
              <w:t>6</w:t>
            </w:r>
            <w:r w:rsidRPr="00544A02">
              <w:rPr>
                <w:rFonts w:ascii="Museo 500" w:hAnsi="Museo 500"/>
                <w:sz w:val="24"/>
              </w:rPr>
              <w:t xml:space="preserve"> May, 1pm</w:t>
            </w:r>
          </w:p>
        </w:tc>
      </w:tr>
      <w:tr w:rsidR="000227C2" w:rsidRPr="00544A02" w:rsidTr="005F1EFD">
        <w:trPr>
          <w:trHeight w:val="896"/>
        </w:trPr>
        <w:tc>
          <w:tcPr>
            <w:tcW w:w="4928" w:type="dxa"/>
          </w:tcPr>
          <w:p w:rsidR="000227C2" w:rsidRPr="009B6BF7" w:rsidRDefault="000227C2" w:rsidP="00A9645F">
            <w:pPr>
              <w:pStyle w:val="TableParagraph"/>
              <w:spacing w:before="213"/>
              <w:ind w:left="107"/>
              <w:rPr>
                <w:rFonts w:ascii="Museo 500" w:hAnsi="Museo 500"/>
                <w:b/>
                <w:sz w:val="24"/>
              </w:rPr>
            </w:pPr>
            <w:r w:rsidRPr="009B6BF7">
              <w:rPr>
                <w:rFonts w:ascii="Museo 500" w:hAnsi="Museo 500"/>
                <w:b/>
                <w:sz w:val="24"/>
              </w:rPr>
              <w:t>Referees contacted for shortlisted applicants</w:t>
            </w:r>
          </w:p>
        </w:tc>
        <w:tc>
          <w:tcPr>
            <w:tcW w:w="4199" w:type="dxa"/>
          </w:tcPr>
          <w:p w:rsidR="000227C2" w:rsidRPr="00544A02" w:rsidRDefault="000227C2" w:rsidP="00A9645F">
            <w:pPr>
              <w:pStyle w:val="TableParagraph"/>
              <w:spacing w:before="213"/>
              <w:ind w:left="107"/>
              <w:rPr>
                <w:rFonts w:ascii="Museo 500" w:hAnsi="Museo 500"/>
                <w:sz w:val="24"/>
              </w:rPr>
            </w:pPr>
            <w:r w:rsidRPr="00544A02">
              <w:rPr>
                <w:rFonts w:ascii="Museo 500" w:hAnsi="Museo 500"/>
                <w:sz w:val="24"/>
              </w:rPr>
              <w:t xml:space="preserve">By Monday 20 May </w:t>
            </w:r>
          </w:p>
        </w:tc>
      </w:tr>
      <w:tr w:rsidR="000227C2" w:rsidRPr="00544A02" w:rsidTr="005F1EFD">
        <w:trPr>
          <w:trHeight w:val="719"/>
        </w:trPr>
        <w:tc>
          <w:tcPr>
            <w:tcW w:w="4928" w:type="dxa"/>
          </w:tcPr>
          <w:p w:rsidR="000227C2" w:rsidRPr="009B6BF7" w:rsidRDefault="000227C2" w:rsidP="00A9645F">
            <w:pPr>
              <w:pStyle w:val="TableParagraph"/>
              <w:spacing w:before="213"/>
              <w:ind w:left="107"/>
              <w:rPr>
                <w:rFonts w:ascii="Museo 500" w:hAnsi="Museo 500"/>
                <w:b/>
                <w:sz w:val="24"/>
              </w:rPr>
            </w:pPr>
            <w:r w:rsidRPr="009B6BF7">
              <w:rPr>
                <w:rFonts w:ascii="Museo 500" w:hAnsi="Museo 500"/>
                <w:b/>
                <w:sz w:val="24"/>
              </w:rPr>
              <w:t>Short listed candidates notified</w:t>
            </w:r>
          </w:p>
        </w:tc>
        <w:tc>
          <w:tcPr>
            <w:tcW w:w="4199" w:type="dxa"/>
          </w:tcPr>
          <w:p w:rsidR="000227C2" w:rsidRPr="00544A02" w:rsidRDefault="000227C2" w:rsidP="00A9645F">
            <w:pPr>
              <w:pStyle w:val="TableParagraph"/>
              <w:spacing w:before="213"/>
              <w:ind w:left="107"/>
              <w:rPr>
                <w:rFonts w:ascii="Museo 500" w:hAnsi="Museo 500"/>
                <w:sz w:val="24"/>
              </w:rPr>
            </w:pPr>
            <w:r w:rsidRPr="00544A02">
              <w:rPr>
                <w:rFonts w:ascii="Museo 500" w:hAnsi="Museo 500"/>
                <w:sz w:val="24"/>
              </w:rPr>
              <w:t>Monday 20 May</w:t>
            </w:r>
          </w:p>
        </w:tc>
      </w:tr>
      <w:tr w:rsidR="000227C2" w:rsidRPr="00544A02" w:rsidTr="005F1EFD">
        <w:trPr>
          <w:trHeight w:val="719"/>
        </w:trPr>
        <w:tc>
          <w:tcPr>
            <w:tcW w:w="4928" w:type="dxa"/>
          </w:tcPr>
          <w:p w:rsidR="000227C2" w:rsidRPr="009B6BF7" w:rsidRDefault="000227C2" w:rsidP="00A9645F">
            <w:pPr>
              <w:pStyle w:val="TableParagraph"/>
              <w:spacing w:before="213"/>
              <w:ind w:left="107"/>
              <w:rPr>
                <w:rFonts w:ascii="Museo 500" w:hAnsi="Museo 500"/>
                <w:b/>
                <w:sz w:val="24"/>
              </w:rPr>
            </w:pPr>
            <w:r w:rsidRPr="009B6BF7">
              <w:rPr>
                <w:rFonts w:ascii="Museo 500" w:hAnsi="Museo 500"/>
                <w:b/>
                <w:sz w:val="24"/>
              </w:rPr>
              <w:t>Shortlist Subcommittee Interviews</w:t>
            </w:r>
          </w:p>
        </w:tc>
        <w:tc>
          <w:tcPr>
            <w:tcW w:w="4199" w:type="dxa"/>
          </w:tcPr>
          <w:p w:rsidR="000227C2" w:rsidRPr="00544A02" w:rsidRDefault="000227C2" w:rsidP="00A9645F">
            <w:pPr>
              <w:pStyle w:val="TableParagraph"/>
              <w:spacing w:before="213"/>
              <w:ind w:left="107"/>
              <w:rPr>
                <w:rFonts w:ascii="Museo 500" w:hAnsi="Museo 500"/>
                <w:sz w:val="24"/>
              </w:rPr>
            </w:pPr>
            <w:r w:rsidRPr="00544A02">
              <w:rPr>
                <w:rFonts w:ascii="Museo 500" w:hAnsi="Museo 500"/>
                <w:sz w:val="24"/>
              </w:rPr>
              <w:t xml:space="preserve">Saturday 25 May </w:t>
            </w:r>
          </w:p>
        </w:tc>
      </w:tr>
      <w:tr w:rsidR="000227C2" w:rsidRPr="00544A02" w:rsidTr="005F1EFD">
        <w:trPr>
          <w:trHeight w:val="719"/>
        </w:trPr>
        <w:tc>
          <w:tcPr>
            <w:tcW w:w="4928" w:type="dxa"/>
          </w:tcPr>
          <w:p w:rsidR="000227C2" w:rsidRPr="009B6BF7" w:rsidRDefault="000227C2" w:rsidP="00A9645F">
            <w:pPr>
              <w:pStyle w:val="TableParagraph"/>
              <w:spacing w:before="213"/>
              <w:ind w:left="107"/>
              <w:rPr>
                <w:rFonts w:ascii="Museo 500" w:hAnsi="Museo 500"/>
                <w:b/>
                <w:sz w:val="24"/>
              </w:rPr>
            </w:pPr>
            <w:r w:rsidRPr="009B6BF7">
              <w:rPr>
                <w:rFonts w:ascii="Museo 500" w:hAnsi="Museo 500"/>
                <w:b/>
                <w:sz w:val="24"/>
              </w:rPr>
              <w:t>Second interview if selected with full Board</w:t>
            </w:r>
          </w:p>
        </w:tc>
        <w:tc>
          <w:tcPr>
            <w:tcW w:w="4199" w:type="dxa"/>
          </w:tcPr>
          <w:p w:rsidR="000227C2" w:rsidRPr="00544A02" w:rsidRDefault="000227C2" w:rsidP="00A9645F">
            <w:pPr>
              <w:pStyle w:val="TableParagraph"/>
              <w:spacing w:before="213"/>
              <w:ind w:left="107"/>
              <w:rPr>
                <w:rFonts w:ascii="Museo 500" w:hAnsi="Museo 500"/>
                <w:sz w:val="24"/>
              </w:rPr>
            </w:pPr>
            <w:r w:rsidRPr="00544A02">
              <w:rPr>
                <w:rFonts w:ascii="Museo 500" w:hAnsi="Museo 500"/>
                <w:sz w:val="24"/>
              </w:rPr>
              <w:t>Saturday 8 June</w:t>
            </w:r>
          </w:p>
        </w:tc>
      </w:tr>
      <w:tr w:rsidR="000227C2" w:rsidRPr="00544A02" w:rsidTr="005F1EFD">
        <w:trPr>
          <w:trHeight w:val="722"/>
        </w:trPr>
        <w:tc>
          <w:tcPr>
            <w:tcW w:w="4928" w:type="dxa"/>
          </w:tcPr>
          <w:p w:rsidR="000227C2" w:rsidRPr="009B6BF7" w:rsidRDefault="000227C2" w:rsidP="00A9645F">
            <w:pPr>
              <w:pStyle w:val="TableParagraph"/>
              <w:spacing w:before="213"/>
              <w:ind w:left="107"/>
              <w:rPr>
                <w:rFonts w:ascii="Museo 500" w:hAnsi="Museo 500"/>
                <w:b/>
                <w:sz w:val="24"/>
              </w:rPr>
            </w:pPr>
            <w:r w:rsidRPr="009B6BF7">
              <w:rPr>
                <w:rFonts w:ascii="Museo 500" w:hAnsi="Museo 500"/>
                <w:b/>
                <w:sz w:val="24"/>
              </w:rPr>
              <w:t>Appointment confirmed</w:t>
            </w:r>
          </w:p>
        </w:tc>
        <w:tc>
          <w:tcPr>
            <w:tcW w:w="4199" w:type="dxa"/>
          </w:tcPr>
          <w:p w:rsidR="000227C2" w:rsidRPr="00544A02" w:rsidRDefault="000227C2" w:rsidP="00A9645F">
            <w:pPr>
              <w:pStyle w:val="TableParagraph"/>
              <w:spacing w:before="213"/>
              <w:ind w:left="107"/>
              <w:rPr>
                <w:rFonts w:ascii="Museo 500" w:hAnsi="Museo 500"/>
                <w:sz w:val="24"/>
              </w:rPr>
            </w:pPr>
            <w:r w:rsidRPr="00544A02">
              <w:rPr>
                <w:rFonts w:ascii="Museo 500" w:hAnsi="Museo 500"/>
                <w:sz w:val="24"/>
              </w:rPr>
              <w:t>Monday 10 June</w:t>
            </w:r>
          </w:p>
        </w:tc>
      </w:tr>
    </w:tbl>
    <w:p w:rsidR="000227C2" w:rsidRPr="00544A02" w:rsidRDefault="000227C2" w:rsidP="001044C4">
      <w:pPr>
        <w:pStyle w:val="BodyText"/>
        <w:spacing w:before="2"/>
        <w:rPr>
          <w:rFonts w:ascii="Museo 500" w:hAnsi="Museo 500"/>
          <w:sz w:val="26"/>
        </w:rPr>
      </w:pPr>
    </w:p>
    <w:p w:rsidR="000227C2" w:rsidRPr="00D415F8" w:rsidRDefault="000227C2" w:rsidP="001044C4">
      <w:pPr>
        <w:spacing w:line="328" w:lineRule="exact"/>
        <w:ind w:left="1200"/>
        <w:jc w:val="both"/>
        <w:rPr>
          <w:rFonts w:ascii="Museo 500" w:hAnsi="Museo 500"/>
          <w:b/>
          <w:sz w:val="28"/>
        </w:rPr>
      </w:pPr>
      <w:r w:rsidRPr="00D415F8">
        <w:rPr>
          <w:rFonts w:ascii="Museo 500" w:hAnsi="Museo 500"/>
          <w:b/>
          <w:sz w:val="28"/>
        </w:rPr>
        <w:t>We need to receive completed:</w:t>
      </w:r>
    </w:p>
    <w:p w:rsidR="000227C2" w:rsidRPr="00544A02" w:rsidRDefault="000227C2" w:rsidP="001044C4">
      <w:pPr>
        <w:pStyle w:val="ListParagraph"/>
        <w:numPr>
          <w:ilvl w:val="0"/>
          <w:numId w:val="32"/>
        </w:numPr>
        <w:tabs>
          <w:tab w:val="left" w:pos="1921"/>
        </w:tabs>
        <w:spacing w:line="305" w:lineRule="exact"/>
        <w:rPr>
          <w:rFonts w:ascii="Museo 500" w:hAnsi="Museo 500"/>
          <w:sz w:val="24"/>
        </w:rPr>
      </w:pPr>
      <w:r w:rsidRPr="00544A02">
        <w:rPr>
          <w:rFonts w:ascii="Museo 500" w:hAnsi="Museo 500"/>
          <w:sz w:val="24"/>
        </w:rPr>
        <w:t>Application</w:t>
      </w:r>
      <w:r w:rsidRPr="00544A02">
        <w:rPr>
          <w:rFonts w:ascii="Museo 500" w:hAnsi="Museo 500"/>
          <w:spacing w:val="-1"/>
          <w:sz w:val="24"/>
        </w:rPr>
        <w:t xml:space="preserve"> </w:t>
      </w:r>
      <w:r w:rsidRPr="00544A02">
        <w:rPr>
          <w:rFonts w:ascii="Museo 500" w:hAnsi="Museo 500"/>
          <w:sz w:val="24"/>
        </w:rPr>
        <w:t>form</w:t>
      </w:r>
    </w:p>
    <w:p w:rsidR="000227C2" w:rsidRPr="00544A02" w:rsidRDefault="000227C2" w:rsidP="001044C4">
      <w:pPr>
        <w:pStyle w:val="ListParagraph"/>
        <w:numPr>
          <w:ilvl w:val="0"/>
          <w:numId w:val="32"/>
        </w:numPr>
        <w:tabs>
          <w:tab w:val="left" w:pos="1921"/>
        </w:tabs>
        <w:spacing w:before="1" w:line="305" w:lineRule="exact"/>
        <w:rPr>
          <w:rFonts w:ascii="Museo 500" w:hAnsi="Museo 500"/>
          <w:sz w:val="24"/>
        </w:rPr>
      </w:pPr>
      <w:r w:rsidRPr="00544A02">
        <w:rPr>
          <w:rFonts w:ascii="Museo 500" w:hAnsi="Museo 500"/>
          <w:sz w:val="24"/>
        </w:rPr>
        <w:t>S464</w:t>
      </w:r>
      <w:r w:rsidRPr="00544A02">
        <w:rPr>
          <w:rFonts w:ascii="Museo 500" w:hAnsi="Museo 500"/>
          <w:spacing w:val="-1"/>
          <w:sz w:val="24"/>
        </w:rPr>
        <w:t xml:space="preserve"> </w:t>
      </w:r>
      <w:r w:rsidRPr="00544A02">
        <w:rPr>
          <w:rFonts w:ascii="Museo 500" w:hAnsi="Museo 500"/>
          <w:sz w:val="24"/>
        </w:rPr>
        <w:t>form</w:t>
      </w:r>
    </w:p>
    <w:p w:rsidR="000227C2" w:rsidRPr="00544A02" w:rsidRDefault="000227C2" w:rsidP="001044C4">
      <w:pPr>
        <w:pStyle w:val="ListParagraph"/>
        <w:numPr>
          <w:ilvl w:val="0"/>
          <w:numId w:val="32"/>
        </w:numPr>
        <w:tabs>
          <w:tab w:val="left" w:pos="1921"/>
        </w:tabs>
        <w:spacing w:line="305" w:lineRule="exact"/>
        <w:rPr>
          <w:rFonts w:ascii="Museo 500" w:hAnsi="Museo 500"/>
          <w:sz w:val="24"/>
        </w:rPr>
      </w:pPr>
      <w:r w:rsidRPr="00544A02">
        <w:rPr>
          <w:rFonts w:ascii="Museo 500" w:hAnsi="Museo 500"/>
          <w:sz w:val="24"/>
        </w:rPr>
        <w:t>Curriculum</w:t>
      </w:r>
      <w:r w:rsidRPr="00544A02">
        <w:rPr>
          <w:rFonts w:ascii="Museo 500" w:hAnsi="Museo 500"/>
          <w:spacing w:val="-3"/>
          <w:sz w:val="24"/>
        </w:rPr>
        <w:t xml:space="preserve"> </w:t>
      </w:r>
      <w:r w:rsidRPr="00544A02">
        <w:rPr>
          <w:rFonts w:ascii="Museo 500" w:hAnsi="Museo 500"/>
          <w:sz w:val="24"/>
        </w:rPr>
        <w:t>Vitae</w:t>
      </w:r>
    </w:p>
    <w:p w:rsidR="000227C2" w:rsidRPr="00544A02" w:rsidRDefault="000227C2" w:rsidP="001044C4">
      <w:pPr>
        <w:pStyle w:val="ListParagraph"/>
        <w:numPr>
          <w:ilvl w:val="0"/>
          <w:numId w:val="32"/>
        </w:numPr>
        <w:tabs>
          <w:tab w:val="left" w:pos="1921"/>
        </w:tabs>
        <w:spacing w:before="2" w:line="305" w:lineRule="exact"/>
        <w:rPr>
          <w:rFonts w:ascii="Museo 500" w:hAnsi="Museo 500"/>
          <w:sz w:val="24"/>
        </w:rPr>
      </w:pPr>
      <w:r w:rsidRPr="00544A02">
        <w:rPr>
          <w:rFonts w:ascii="Museo 500" w:hAnsi="Museo 500"/>
          <w:sz w:val="24"/>
        </w:rPr>
        <w:t>Self assessment</w:t>
      </w:r>
    </w:p>
    <w:p w:rsidR="000227C2" w:rsidRPr="00544A02" w:rsidRDefault="000227C2" w:rsidP="001044C4">
      <w:pPr>
        <w:pStyle w:val="ListParagraph"/>
        <w:numPr>
          <w:ilvl w:val="0"/>
          <w:numId w:val="32"/>
        </w:numPr>
        <w:tabs>
          <w:tab w:val="left" w:pos="1921"/>
        </w:tabs>
        <w:spacing w:line="305" w:lineRule="exact"/>
        <w:rPr>
          <w:rFonts w:ascii="Museo 500" w:hAnsi="Museo 500"/>
          <w:sz w:val="24"/>
        </w:rPr>
      </w:pPr>
      <w:r w:rsidRPr="00544A02">
        <w:rPr>
          <w:rFonts w:ascii="Museo 500" w:hAnsi="Museo 500"/>
          <w:sz w:val="24"/>
        </w:rPr>
        <w:t xml:space="preserve">Arrange referees reports from </w:t>
      </w:r>
      <w:r w:rsidRPr="00544A02">
        <w:rPr>
          <w:rFonts w:ascii="Museo 500" w:hAnsi="Museo 500"/>
          <w:b/>
          <w:sz w:val="24"/>
        </w:rPr>
        <w:t>three</w:t>
      </w:r>
      <w:r w:rsidRPr="00544A02">
        <w:rPr>
          <w:rFonts w:ascii="Museo 500" w:hAnsi="Museo 500"/>
          <w:b/>
          <w:spacing w:val="-5"/>
          <w:sz w:val="24"/>
        </w:rPr>
        <w:t xml:space="preserve"> </w:t>
      </w:r>
      <w:r w:rsidRPr="00544A02">
        <w:rPr>
          <w:rFonts w:ascii="Museo 500" w:hAnsi="Museo 500"/>
          <w:sz w:val="24"/>
        </w:rPr>
        <w:t>referees</w:t>
      </w:r>
    </w:p>
    <w:p w:rsidR="000227C2" w:rsidRPr="00544A02" w:rsidRDefault="000227C2" w:rsidP="001044C4">
      <w:pPr>
        <w:pStyle w:val="BodyText"/>
        <w:rPr>
          <w:rFonts w:ascii="Museo 500" w:hAnsi="Museo 500"/>
          <w:sz w:val="30"/>
        </w:rPr>
      </w:pPr>
    </w:p>
    <w:p w:rsidR="000227C2" w:rsidRPr="00544A02" w:rsidRDefault="000227C2" w:rsidP="001044C4">
      <w:pPr>
        <w:spacing w:before="249"/>
        <w:ind w:left="1200" w:right="1296"/>
        <w:jc w:val="both"/>
        <w:rPr>
          <w:rFonts w:ascii="Museo 500" w:hAnsi="Museo 500"/>
          <w:b/>
          <w:sz w:val="28"/>
        </w:rPr>
      </w:pPr>
      <w:r>
        <w:rPr>
          <w:noProof/>
        </w:rPr>
        <w:pict>
          <v:line id="Line 191" o:spid="_x0000_s1026" style="position:absolute;left:0;text-align:left;z-index:-251658240;visibility:visible;mso-position-horizontal-relative:page" from="1in,27pt" to="523.4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" strokeweight="1.08pt">
            <w10:wrap anchorx="page"/>
          </v:line>
        </w:pict>
      </w:r>
      <w:r w:rsidRPr="00A66175">
        <w:rPr>
          <w:rFonts w:ascii="Museo 500" w:hAnsi="Museo 500"/>
          <w:b/>
          <w:sz w:val="28"/>
          <w:u w:val="single"/>
        </w:rPr>
        <w:t xml:space="preserve">Completed applications to be received by 1pm, </w:t>
      </w:r>
      <w:r>
        <w:rPr>
          <w:rFonts w:ascii="Museo 500" w:hAnsi="Museo 500"/>
          <w:b/>
          <w:sz w:val="28"/>
          <w:u w:val="single"/>
        </w:rPr>
        <w:t>Thursday</w:t>
      </w:r>
      <w:r w:rsidRPr="00A66175">
        <w:rPr>
          <w:rFonts w:ascii="Museo 500" w:hAnsi="Museo 500"/>
          <w:b/>
          <w:sz w:val="28"/>
          <w:u w:val="single"/>
        </w:rPr>
        <w:t xml:space="preserve"> 1</w:t>
      </w:r>
      <w:r>
        <w:rPr>
          <w:rFonts w:ascii="Museo 500" w:hAnsi="Museo 500"/>
          <w:b/>
          <w:sz w:val="28"/>
          <w:u w:val="single"/>
        </w:rPr>
        <w:t>6</w:t>
      </w:r>
      <w:r w:rsidRPr="00A66175">
        <w:rPr>
          <w:rFonts w:ascii="Museo 500" w:hAnsi="Museo 500"/>
          <w:b/>
          <w:sz w:val="28"/>
          <w:u w:val="single"/>
        </w:rPr>
        <w:t xml:space="preserve"> May</w:t>
      </w:r>
      <w:r w:rsidRPr="00544A02">
        <w:rPr>
          <w:rFonts w:ascii="Museo 500" w:hAnsi="Museo 500"/>
          <w:b/>
          <w:sz w:val="28"/>
        </w:rPr>
        <w:t xml:space="preserve"> 2019 and </w:t>
      </w:r>
      <w:r w:rsidRPr="00544A02">
        <w:rPr>
          <w:rFonts w:ascii="Museo 500" w:hAnsi="Museo 500"/>
          <w:b/>
          <w:sz w:val="28"/>
          <w:u w:val="thick"/>
        </w:rPr>
        <w:t>should be mailed or emailed to:</w:t>
      </w:r>
    </w:p>
    <w:p w:rsidR="000227C2" w:rsidRPr="00A66175" w:rsidRDefault="000227C2" w:rsidP="001044C4">
      <w:pPr>
        <w:ind w:left="1701" w:right="7169"/>
        <w:rPr>
          <w:rFonts w:ascii="Museo 500" w:hAnsi="Museo 500"/>
        </w:rPr>
      </w:pPr>
      <w:r w:rsidRPr="00A66175">
        <w:rPr>
          <w:rFonts w:ascii="Museo 500" w:hAnsi="Museo 500"/>
        </w:rPr>
        <w:t>Janne Pender</w:t>
      </w:r>
    </w:p>
    <w:p w:rsidR="000227C2" w:rsidRPr="00A66175" w:rsidRDefault="000227C2" w:rsidP="001044C4">
      <w:pPr>
        <w:ind w:left="1701" w:right="7169"/>
        <w:rPr>
          <w:rFonts w:ascii="Museo 500" w:hAnsi="Museo 500"/>
        </w:rPr>
      </w:pPr>
      <w:r w:rsidRPr="00A66175">
        <w:rPr>
          <w:rFonts w:ascii="Museo 500" w:hAnsi="Museo 500"/>
        </w:rPr>
        <w:t xml:space="preserve">Ahead Associates Limited </w:t>
      </w:r>
    </w:p>
    <w:p w:rsidR="000227C2" w:rsidRPr="00A66175" w:rsidRDefault="000227C2" w:rsidP="001044C4">
      <w:pPr>
        <w:ind w:left="1701" w:right="7169"/>
        <w:rPr>
          <w:rFonts w:ascii="Museo 500" w:hAnsi="Museo 500"/>
        </w:rPr>
      </w:pPr>
      <w:smartTag w:uri="urn:schemas-microsoft-com:office:smarttags" w:element="address">
        <w:smartTag w:uri="urn:schemas-microsoft-com:office:smarttags" w:element="Street">
          <w:smartTag w:uri="urn:schemas-microsoft-com:office:smarttags" w:element="address">
            <w:smartTag w:uri="urn:schemas-microsoft-com:office:smarttags" w:element="Street">
              <w:r w:rsidRPr="00A66175">
                <w:rPr>
                  <w:rFonts w:ascii="Museo 500" w:hAnsi="Museo 500"/>
                </w:rPr>
                <w:t>PO Box</w:t>
              </w:r>
            </w:smartTag>
          </w:smartTag>
          <w:r w:rsidRPr="00A66175">
            <w:rPr>
              <w:rFonts w:ascii="Museo 500" w:hAnsi="Museo 500"/>
            </w:rPr>
            <w:t xml:space="preserve"> 109210</w:t>
          </w:r>
        </w:smartTag>
      </w:smartTag>
    </w:p>
    <w:p w:rsidR="000227C2" w:rsidRPr="00A66175" w:rsidRDefault="000227C2" w:rsidP="001044C4">
      <w:pPr>
        <w:ind w:left="1701" w:right="7169"/>
        <w:rPr>
          <w:rFonts w:ascii="Museo 500" w:hAnsi="Museo 500"/>
        </w:rPr>
      </w:pPr>
      <w:smartTag w:uri="urn:schemas-microsoft-com:office:smarttags" w:element="City">
        <w:smartTag w:uri="urn:schemas-microsoft-com:office:smarttags" w:element="place">
          <w:r w:rsidRPr="00A66175">
            <w:rPr>
              <w:rFonts w:ascii="Museo 500" w:hAnsi="Museo 500"/>
            </w:rPr>
            <w:t>Newmarket</w:t>
          </w:r>
        </w:smartTag>
      </w:smartTag>
    </w:p>
    <w:p w:rsidR="000227C2" w:rsidRPr="00A66175" w:rsidRDefault="000227C2" w:rsidP="001044C4">
      <w:pPr>
        <w:ind w:left="1701" w:right="7169"/>
        <w:rPr>
          <w:rFonts w:ascii="Museo 500" w:hAnsi="Museo 500"/>
        </w:rPr>
      </w:pPr>
      <w:smartTag w:uri="urn:schemas-microsoft-com:office:smarttags" w:element="City">
        <w:smartTag w:uri="urn:schemas-microsoft-com:office:smarttags" w:element="place">
          <w:r w:rsidRPr="00A66175">
            <w:rPr>
              <w:rFonts w:ascii="Museo 500" w:hAnsi="Museo 500"/>
            </w:rPr>
            <w:t>Auckland</w:t>
          </w:r>
        </w:smartTag>
      </w:smartTag>
      <w:r w:rsidRPr="00A66175">
        <w:rPr>
          <w:rFonts w:ascii="Museo 500" w:hAnsi="Museo 500"/>
        </w:rPr>
        <w:t xml:space="preserve"> 1149</w:t>
      </w:r>
    </w:p>
    <w:p w:rsidR="000227C2" w:rsidRPr="00A66175" w:rsidRDefault="000227C2" w:rsidP="001044C4">
      <w:pPr>
        <w:spacing w:line="292" w:lineRule="exact"/>
        <w:ind w:left="1701"/>
        <w:rPr>
          <w:rFonts w:ascii="Museo 500" w:hAnsi="Museo 500"/>
        </w:rPr>
      </w:pPr>
      <w:r w:rsidRPr="00A66175">
        <w:rPr>
          <w:rFonts w:ascii="Museo 500" w:hAnsi="Museo 500"/>
        </w:rPr>
        <w:t>Emailed to: Jannepender@aheadassociates.co.nz</w:t>
      </w:r>
    </w:p>
    <w:p w:rsidR="000227C2" w:rsidRDefault="000227C2" w:rsidP="001044C4">
      <w:pPr>
        <w:spacing w:line="292" w:lineRule="exact"/>
        <w:ind w:left="1701"/>
        <w:rPr>
          <w:rFonts w:ascii="Museo 500" w:hAnsi="Museo 500"/>
          <w:sz w:val="24"/>
        </w:rPr>
      </w:pPr>
    </w:p>
    <w:p w:rsidR="000227C2" w:rsidRPr="00544A02" w:rsidRDefault="000227C2" w:rsidP="00D415F8">
      <w:pPr>
        <w:ind w:left="1200" w:right="1304"/>
        <w:jc w:val="center"/>
        <w:rPr>
          <w:rFonts w:ascii="Museo 500" w:hAnsi="Museo 500"/>
          <w:b/>
          <w:sz w:val="24"/>
        </w:rPr>
      </w:pPr>
      <w:r w:rsidRPr="00544A02">
        <w:rPr>
          <w:rFonts w:ascii="Museo 500" w:hAnsi="Museo 500"/>
          <w:b/>
          <w:sz w:val="24"/>
        </w:rPr>
        <w:t>If you have any queries, please contact Janne Pender by phone: 09 524 5450 or 021 343 504</w:t>
      </w:r>
    </w:p>
    <w:p w:rsidR="000227C2" w:rsidRPr="005F1EFD" w:rsidRDefault="000227C2" w:rsidP="008E5D80">
      <w:pPr>
        <w:ind w:left="993"/>
        <w:rPr>
          <w:rFonts w:ascii="Museo 500" w:hAnsi="Museo 500"/>
          <w:sz w:val="44"/>
          <w:szCs w:val="44"/>
        </w:rPr>
      </w:pPr>
      <w:r>
        <w:rPr>
          <w:rFonts w:ascii="Museo 500" w:hAnsi="Museo 500"/>
          <w:sz w:val="44"/>
          <w:szCs w:val="44"/>
        </w:rPr>
        <w:t>Information for Applicants</w:t>
      </w:r>
    </w:p>
    <w:p w:rsidR="000227C2" w:rsidRPr="00544A02" w:rsidRDefault="000227C2">
      <w:pPr>
        <w:pStyle w:val="BodyText"/>
        <w:spacing w:before="3"/>
        <w:rPr>
          <w:rFonts w:ascii="Museo 500" w:hAnsi="Museo 500"/>
          <w:sz w:val="17"/>
        </w:rPr>
      </w:pPr>
    </w:p>
    <w:p w:rsidR="000227C2" w:rsidRPr="00A66175" w:rsidRDefault="000227C2">
      <w:pPr>
        <w:pStyle w:val="BodyText"/>
        <w:ind w:left="1200"/>
        <w:rPr>
          <w:rFonts w:ascii="Museo 500" w:hAnsi="Museo 500"/>
          <w:b/>
        </w:rPr>
      </w:pPr>
      <w:r w:rsidRPr="00A66175">
        <w:rPr>
          <w:rFonts w:ascii="Museo 500" w:hAnsi="Museo 500"/>
          <w:b/>
        </w:rPr>
        <w:t>Thank you for applying for the position of Principal of St Mary’s College .</w:t>
      </w:r>
    </w:p>
    <w:p w:rsidR="000227C2" w:rsidRPr="00A66175" w:rsidRDefault="000227C2">
      <w:pPr>
        <w:pStyle w:val="BodyText"/>
        <w:spacing w:before="6"/>
        <w:rPr>
          <w:rFonts w:ascii="Museo 500" w:hAnsi="Museo 500"/>
        </w:rPr>
      </w:pPr>
    </w:p>
    <w:p w:rsidR="000227C2" w:rsidRPr="00A66175" w:rsidRDefault="000227C2" w:rsidP="0060784F">
      <w:pPr>
        <w:pStyle w:val="ListParagraph"/>
        <w:numPr>
          <w:ilvl w:val="0"/>
          <w:numId w:val="33"/>
        </w:numPr>
        <w:tabs>
          <w:tab w:val="left" w:pos="1628"/>
        </w:tabs>
        <w:spacing w:line="264" w:lineRule="auto"/>
        <w:ind w:right="1294" w:hanging="427"/>
        <w:jc w:val="both"/>
        <w:rPr>
          <w:rFonts w:ascii="Museo 500" w:hAnsi="Museo 500"/>
        </w:rPr>
      </w:pPr>
      <w:r w:rsidRPr="00A66175">
        <w:rPr>
          <w:rFonts w:ascii="Museo 500" w:hAnsi="Museo 500"/>
        </w:rPr>
        <w:t>Please complete this form personally. Read it through first and then answer all questions. Make sure you sign and date where</w:t>
      </w:r>
      <w:r w:rsidRPr="00A66175">
        <w:rPr>
          <w:rFonts w:ascii="Museo 500" w:hAnsi="Museo 500"/>
          <w:spacing w:val="-3"/>
        </w:rPr>
        <w:t xml:space="preserve"> </w:t>
      </w:r>
      <w:r w:rsidRPr="00A66175">
        <w:rPr>
          <w:rFonts w:ascii="Museo 500" w:hAnsi="Museo 500"/>
        </w:rPr>
        <w:t>indicated.</w:t>
      </w:r>
    </w:p>
    <w:p w:rsidR="000227C2" w:rsidRPr="00A66175" w:rsidRDefault="000227C2" w:rsidP="0060784F">
      <w:pPr>
        <w:pStyle w:val="ListParagraph"/>
        <w:numPr>
          <w:ilvl w:val="0"/>
          <w:numId w:val="33"/>
        </w:numPr>
        <w:tabs>
          <w:tab w:val="left" w:pos="1628"/>
        </w:tabs>
        <w:spacing w:before="100" w:line="261" w:lineRule="auto"/>
        <w:ind w:right="1295" w:hanging="427"/>
        <w:jc w:val="both"/>
        <w:rPr>
          <w:rFonts w:ascii="Museo 500" w:hAnsi="Museo 500"/>
        </w:rPr>
      </w:pPr>
      <w:r w:rsidRPr="00A66175">
        <w:rPr>
          <w:rFonts w:ascii="Museo 500" w:hAnsi="Museo 500"/>
        </w:rPr>
        <w:t xml:space="preserve">Attach </w:t>
      </w:r>
      <w:r w:rsidRPr="00A66175">
        <w:rPr>
          <w:rFonts w:ascii="Museo 500" w:hAnsi="Museo 500"/>
          <w:i/>
        </w:rPr>
        <w:t xml:space="preserve">curriculum vitae (CV) </w:t>
      </w:r>
      <w:r w:rsidRPr="00A66175">
        <w:rPr>
          <w:rFonts w:ascii="Museo 500" w:hAnsi="Museo 500"/>
        </w:rPr>
        <w:t>containing any additional information relevant to the position. If you include written references, please note that we may contact the writer of the</w:t>
      </w:r>
      <w:r w:rsidRPr="00A66175">
        <w:rPr>
          <w:rFonts w:ascii="Museo 500" w:hAnsi="Museo 500"/>
          <w:spacing w:val="-18"/>
        </w:rPr>
        <w:t xml:space="preserve"> </w:t>
      </w:r>
      <w:r w:rsidRPr="00A66175">
        <w:rPr>
          <w:rFonts w:ascii="Museo 500" w:hAnsi="Museo 500"/>
        </w:rPr>
        <w:t>reference.</w:t>
      </w:r>
    </w:p>
    <w:p w:rsidR="000227C2" w:rsidRPr="00A66175" w:rsidRDefault="000227C2" w:rsidP="0060784F">
      <w:pPr>
        <w:pStyle w:val="ListParagraph"/>
        <w:numPr>
          <w:ilvl w:val="0"/>
          <w:numId w:val="33"/>
        </w:numPr>
        <w:tabs>
          <w:tab w:val="left" w:pos="1628"/>
        </w:tabs>
        <w:spacing w:before="106" w:line="261" w:lineRule="auto"/>
        <w:ind w:right="1296" w:hanging="427"/>
        <w:jc w:val="both"/>
        <w:rPr>
          <w:rFonts w:ascii="Museo 500" w:hAnsi="Museo 500"/>
        </w:rPr>
      </w:pPr>
      <w:r w:rsidRPr="00A66175">
        <w:rPr>
          <w:rFonts w:ascii="Museo 500" w:hAnsi="Museo 500"/>
        </w:rPr>
        <w:t>Copies of qualification certificates should be attached. If successful in your application, you will be required to provide originals as proof of</w:t>
      </w:r>
      <w:r w:rsidRPr="00A66175">
        <w:rPr>
          <w:rFonts w:ascii="Museo 500" w:hAnsi="Museo 500"/>
          <w:spacing w:val="-5"/>
        </w:rPr>
        <w:t xml:space="preserve"> </w:t>
      </w:r>
      <w:r w:rsidRPr="00A66175">
        <w:rPr>
          <w:rFonts w:ascii="Museo 500" w:hAnsi="Museo 500"/>
        </w:rPr>
        <w:t>qualifications.</w:t>
      </w:r>
    </w:p>
    <w:p w:rsidR="000227C2" w:rsidRPr="00A66175" w:rsidRDefault="000227C2" w:rsidP="0060784F">
      <w:pPr>
        <w:pStyle w:val="ListParagraph"/>
        <w:numPr>
          <w:ilvl w:val="0"/>
          <w:numId w:val="33"/>
        </w:numPr>
        <w:tabs>
          <w:tab w:val="left" w:pos="1628"/>
        </w:tabs>
        <w:spacing w:before="106" w:line="264" w:lineRule="auto"/>
        <w:ind w:right="1295" w:hanging="427"/>
        <w:jc w:val="both"/>
        <w:rPr>
          <w:rFonts w:ascii="Museo 500" w:hAnsi="Museo 500"/>
        </w:rPr>
      </w:pPr>
      <w:r w:rsidRPr="00A66175">
        <w:rPr>
          <w:rFonts w:ascii="Museo 500" w:hAnsi="Museo 500"/>
        </w:rPr>
        <w:t>Failure to complete this application and answer all questions truthfully may result in any offer of employment being withdrawn or appointment being terminated if any information is later found to be</w:t>
      </w:r>
      <w:r w:rsidRPr="00A66175">
        <w:rPr>
          <w:rFonts w:ascii="Museo 500" w:hAnsi="Museo 500"/>
          <w:spacing w:val="-4"/>
        </w:rPr>
        <w:t xml:space="preserve"> </w:t>
      </w:r>
      <w:r w:rsidRPr="00A66175">
        <w:rPr>
          <w:rFonts w:ascii="Museo 500" w:hAnsi="Museo 500"/>
        </w:rPr>
        <w:t>false.</w:t>
      </w:r>
    </w:p>
    <w:p w:rsidR="000227C2" w:rsidRPr="00A66175" w:rsidRDefault="000227C2" w:rsidP="0060784F">
      <w:pPr>
        <w:pStyle w:val="ListParagraph"/>
        <w:numPr>
          <w:ilvl w:val="0"/>
          <w:numId w:val="33"/>
        </w:numPr>
        <w:tabs>
          <w:tab w:val="left" w:pos="1626"/>
        </w:tabs>
        <w:spacing w:before="100" w:line="261" w:lineRule="auto"/>
        <w:ind w:left="1625" w:right="1300" w:hanging="425"/>
        <w:jc w:val="both"/>
        <w:rPr>
          <w:rFonts w:ascii="Museo 500" w:hAnsi="Museo 500"/>
        </w:rPr>
      </w:pPr>
      <w:r w:rsidRPr="00A66175">
        <w:rPr>
          <w:rFonts w:ascii="Museo 500" w:hAnsi="Museo 500"/>
        </w:rPr>
        <w:t>In terms of a Criminal Conviction, the Criminal Records (Clean Slate) Act 2004 provides certain convictions do not have to be disclosed</w:t>
      </w:r>
      <w:r w:rsidRPr="00A66175">
        <w:rPr>
          <w:rFonts w:ascii="Museo 500" w:hAnsi="Museo 500"/>
          <w:spacing w:val="-8"/>
        </w:rPr>
        <w:t xml:space="preserve"> </w:t>
      </w:r>
      <w:r w:rsidRPr="00A66175">
        <w:rPr>
          <w:rFonts w:ascii="Museo 500" w:hAnsi="Museo 500"/>
        </w:rPr>
        <w:t>providing:</w:t>
      </w:r>
    </w:p>
    <w:p w:rsidR="000227C2" w:rsidRPr="00A66175" w:rsidRDefault="000227C2">
      <w:pPr>
        <w:pStyle w:val="ListParagraph"/>
        <w:numPr>
          <w:ilvl w:val="1"/>
          <w:numId w:val="33"/>
        </w:numPr>
        <w:tabs>
          <w:tab w:val="left" w:pos="2478"/>
        </w:tabs>
        <w:spacing w:before="106" w:line="254" w:lineRule="auto"/>
        <w:ind w:right="1294"/>
        <w:rPr>
          <w:rFonts w:ascii="Museo 500" w:hAnsi="Museo 500"/>
          <w:b/>
        </w:rPr>
      </w:pPr>
      <w:r w:rsidRPr="00A66175">
        <w:rPr>
          <w:rFonts w:ascii="Museo 500" w:hAnsi="Museo 500"/>
        </w:rPr>
        <w:t>You have not committed any offence within 7 (consecutive) years of being sentenced for the offence</w:t>
      </w:r>
      <w:r w:rsidRPr="00A66175">
        <w:rPr>
          <w:rFonts w:ascii="Museo 500" w:hAnsi="Museo 500"/>
          <w:spacing w:val="-1"/>
        </w:rPr>
        <w:t xml:space="preserve"> </w:t>
      </w:r>
      <w:r w:rsidRPr="00A66175">
        <w:rPr>
          <w:rFonts w:ascii="Museo 500" w:hAnsi="Museo 500"/>
          <w:b/>
        </w:rPr>
        <w:t>and</w:t>
      </w:r>
    </w:p>
    <w:p w:rsidR="000227C2" w:rsidRPr="00A66175" w:rsidRDefault="000227C2">
      <w:pPr>
        <w:pStyle w:val="ListParagraph"/>
        <w:numPr>
          <w:ilvl w:val="1"/>
          <w:numId w:val="33"/>
        </w:numPr>
        <w:tabs>
          <w:tab w:val="left" w:pos="2478"/>
        </w:tabs>
        <w:spacing w:before="10" w:line="254" w:lineRule="auto"/>
        <w:ind w:right="1297"/>
        <w:rPr>
          <w:rFonts w:ascii="Museo 500" w:hAnsi="Museo 500"/>
          <w:b/>
        </w:rPr>
      </w:pPr>
      <w:r w:rsidRPr="00A66175">
        <w:rPr>
          <w:rFonts w:ascii="Museo 500" w:hAnsi="Museo 500"/>
        </w:rPr>
        <w:t>You did not serve a custodial sentence at any time (this would exclude serious offences such as murder, manslaughter, rape and causing serious bodily harm)</w:t>
      </w:r>
      <w:r w:rsidRPr="00A66175">
        <w:rPr>
          <w:rFonts w:ascii="Museo 500" w:hAnsi="Museo 500"/>
          <w:spacing w:val="-25"/>
        </w:rPr>
        <w:t xml:space="preserve"> </w:t>
      </w:r>
      <w:r w:rsidRPr="00A66175">
        <w:rPr>
          <w:rFonts w:ascii="Museo 500" w:hAnsi="Museo 500"/>
          <w:b/>
        </w:rPr>
        <w:t>and</w:t>
      </w:r>
    </w:p>
    <w:p w:rsidR="000227C2" w:rsidRPr="00A66175" w:rsidRDefault="000227C2">
      <w:pPr>
        <w:pStyle w:val="ListParagraph"/>
        <w:numPr>
          <w:ilvl w:val="1"/>
          <w:numId w:val="33"/>
        </w:numPr>
        <w:tabs>
          <w:tab w:val="left" w:pos="2478"/>
        </w:tabs>
        <w:spacing w:before="9" w:line="256" w:lineRule="auto"/>
        <w:ind w:right="1298"/>
        <w:rPr>
          <w:rFonts w:ascii="Museo 500" w:hAnsi="Museo 500"/>
          <w:b/>
        </w:rPr>
      </w:pPr>
      <w:r w:rsidRPr="00A66175">
        <w:rPr>
          <w:rFonts w:ascii="Museo 500" w:hAnsi="Museo 500"/>
        </w:rPr>
        <w:t xml:space="preserve">The offence was not a specified offence (specified offences are in the main sexual in nature) </w:t>
      </w:r>
      <w:r w:rsidRPr="00A66175">
        <w:rPr>
          <w:rFonts w:ascii="Museo 500" w:hAnsi="Museo 500"/>
          <w:b/>
        </w:rPr>
        <w:t>and</w:t>
      </w:r>
    </w:p>
    <w:p w:rsidR="000227C2" w:rsidRPr="00A66175" w:rsidRDefault="000227C2">
      <w:pPr>
        <w:pStyle w:val="ListParagraph"/>
        <w:numPr>
          <w:ilvl w:val="1"/>
          <w:numId w:val="33"/>
        </w:numPr>
        <w:tabs>
          <w:tab w:val="left" w:pos="2478"/>
        </w:tabs>
        <w:spacing w:before="7"/>
        <w:rPr>
          <w:rFonts w:ascii="Museo 500" w:hAnsi="Museo 500"/>
        </w:rPr>
      </w:pPr>
      <w:r w:rsidRPr="00A66175">
        <w:rPr>
          <w:rFonts w:ascii="Museo 500" w:hAnsi="Museo 500"/>
        </w:rPr>
        <w:t>You have paid any fine or</w:t>
      </w:r>
      <w:r w:rsidRPr="00A66175">
        <w:rPr>
          <w:rFonts w:ascii="Museo 500" w:hAnsi="Museo 500"/>
          <w:spacing w:val="-7"/>
        </w:rPr>
        <w:t xml:space="preserve"> </w:t>
      </w:r>
      <w:r w:rsidRPr="00A66175">
        <w:rPr>
          <w:rFonts w:ascii="Museo 500" w:hAnsi="Museo 500"/>
        </w:rPr>
        <w:t>costs</w:t>
      </w:r>
    </w:p>
    <w:p w:rsidR="000227C2" w:rsidRPr="00A66175" w:rsidRDefault="000227C2">
      <w:pPr>
        <w:pStyle w:val="BodyText"/>
        <w:spacing w:before="17" w:line="264" w:lineRule="auto"/>
        <w:ind w:left="1627" w:right="1295"/>
        <w:jc w:val="both"/>
        <w:rPr>
          <w:rFonts w:ascii="Museo 500" w:hAnsi="Museo 500"/>
        </w:rPr>
      </w:pPr>
      <w:r w:rsidRPr="00A66175">
        <w:rPr>
          <w:rFonts w:ascii="Museo 500" w:hAnsi="Museo 500"/>
        </w:rPr>
        <w:t>Please note that you are not obliged to disclose convictions if you are an eligible individual but can do so if you wish. If you are uncertain as to whether you are eligible contact the Ministry of Justice.</w:t>
      </w:r>
    </w:p>
    <w:p w:rsidR="000227C2" w:rsidRPr="00A66175" w:rsidRDefault="000227C2" w:rsidP="0060784F">
      <w:pPr>
        <w:pStyle w:val="ListParagraph"/>
        <w:numPr>
          <w:ilvl w:val="0"/>
          <w:numId w:val="33"/>
        </w:numPr>
        <w:tabs>
          <w:tab w:val="left" w:pos="1626"/>
        </w:tabs>
        <w:spacing w:before="120" w:line="261" w:lineRule="auto"/>
        <w:ind w:left="1625" w:right="1294" w:hanging="425"/>
        <w:jc w:val="both"/>
        <w:rPr>
          <w:rFonts w:ascii="Museo 500" w:hAnsi="Museo 500"/>
        </w:rPr>
      </w:pPr>
      <w:r w:rsidRPr="00A66175">
        <w:rPr>
          <w:rFonts w:ascii="Museo 500" w:hAnsi="Museo 500"/>
        </w:rPr>
        <w:t>This application form and supporting documents received from the successful applicant will be held by the school. That person may access it in accordance with the provisions of the Privacy Act 1993.</w:t>
      </w:r>
    </w:p>
    <w:p w:rsidR="000227C2" w:rsidRPr="00A66175" w:rsidRDefault="000227C2" w:rsidP="0060784F">
      <w:pPr>
        <w:pStyle w:val="ListParagraph"/>
        <w:numPr>
          <w:ilvl w:val="0"/>
          <w:numId w:val="33"/>
        </w:numPr>
        <w:tabs>
          <w:tab w:val="left" w:pos="1626"/>
        </w:tabs>
        <w:spacing w:before="108" w:line="261" w:lineRule="auto"/>
        <w:ind w:left="1625" w:right="1290" w:hanging="425"/>
        <w:jc w:val="both"/>
        <w:rPr>
          <w:rFonts w:ascii="Museo 500" w:hAnsi="Museo 500"/>
        </w:rPr>
      </w:pPr>
      <w:r w:rsidRPr="00A66175">
        <w:rPr>
          <w:rFonts w:ascii="Museo 500" w:hAnsi="Museo 500"/>
        </w:rPr>
        <w:t>CVs provided from non-successful applicants will not be returned, unless a stamped self- addressed envelope is provided. Application forms and CVs from non-successful applicants will be held until the appointments process is completed and then be</w:t>
      </w:r>
      <w:r w:rsidRPr="00A66175">
        <w:rPr>
          <w:rFonts w:ascii="Museo 500" w:hAnsi="Museo 500"/>
          <w:spacing w:val="-9"/>
        </w:rPr>
        <w:t xml:space="preserve"> </w:t>
      </w:r>
      <w:r w:rsidRPr="00A66175">
        <w:rPr>
          <w:rFonts w:ascii="Museo 500" w:hAnsi="Museo 500"/>
        </w:rPr>
        <w:t>destroyed or deleted.</w:t>
      </w:r>
    </w:p>
    <w:p w:rsidR="000227C2" w:rsidRPr="00A66175" w:rsidRDefault="000227C2" w:rsidP="0060784F">
      <w:pPr>
        <w:pStyle w:val="ListParagraph"/>
        <w:numPr>
          <w:ilvl w:val="0"/>
          <w:numId w:val="33"/>
        </w:numPr>
        <w:tabs>
          <w:tab w:val="left" w:pos="1626"/>
        </w:tabs>
        <w:spacing w:before="108" w:line="264" w:lineRule="auto"/>
        <w:ind w:left="1625" w:right="1293" w:hanging="425"/>
        <w:jc w:val="both"/>
        <w:rPr>
          <w:rFonts w:ascii="Museo 500" w:hAnsi="Museo 500"/>
        </w:rPr>
      </w:pPr>
      <w:r w:rsidRPr="00A66175">
        <w:rPr>
          <w:rFonts w:ascii="Museo 500" w:hAnsi="Museo 500"/>
        </w:rPr>
        <w:t xml:space="preserve">You are required to request referees reports from three referees. The report template is included in this pack. It is your responsibility to contact referees and provide them with a copy of the report and the information they need to complete it and return it to </w:t>
      </w:r>
      <w:r w:rsidRPr="00A66175">
        <w:rPr>
          <w:rFonts w:ascii="Museo 500" w:hAnsi="Museo 500"/>
          <w:i/>
        </w:rPr>
        <w:t>Ahead Associates Limited</w:t>
      </w:r>
      <w:r w:rsidRPr="00A66175">
        <w:rPr>
          <w:rFonts w:ascii="Museo 500" w:hAnsi="Museo 500"/>
        </w:rPr>
        <w:t xml:space="preserve">. These remain confidential to the Ahead Associates Limited and the Board of Trustees. </w:t>
      </w:r>
      <w:r w:rsidRPr="00A66175">
        <w:rPr>
          <w:rFonts w:ascii="Museo 500" w:hAnsi="Museo 500"/>
        </w:rPr>
        <w:br/>
      </w:r>
      <w:r w:rsidRPr="00A66175">
        <w:rPr>
          <w:rFonts w:ascii="Museo 500" w:hAnsi="Museo 500"/>
        </w:rPr>
        <w:br/>
        <w:t>All information collected from referees will be destroyed at the end of the selection</w:t>
      </w:r>
      <w:r w:rsidRPr="00A66175">
        <w:rPr>
          <w:rFonts w:ascii="Museo 500" w:hAnsi="Museo 500"/>
          <w:spacing w:val="-17"/>
        </w:rPr>
        <w:t xml:space="preserve"> </w:t>
      </w:r>
      <w:r w:rsidRPr="00A66175">
        <w:rPr>
          <w:rFonts w:ascii="Museo 500" w:hAnsi="Museo 500"/>
        </w:rPr>
        <w:t>process.</w:t>
      </w:r>
    </w:p>
    <w:p w:rsidR="000227C2" w:rsidRPr="00A66175" w:rsidRDefault="000227C2" w:rsidP="0060784F">
      <w:pPr>
        <w:pStyle w:val="ListParagraph"/>
        <w:numPr>
          <w:ilvl w:val="0"/>
          <w:numId w:val="33"/>
        </w:numPr>
        <w:tabs>
          <w:tab w:val="left" w:pos="1626"/>
        </w:tabs>
        <w:spacing w:before="100" w:line="261" w:lineRule="auto"/>
        <w:ind w:left="1625" w:right="1294" w:hanging="425"/>
        <w:jc w:val="both"/>
        <w:rPr>
          <w:rFonts w:ascii="Museo 500" w:hAnsi="Museo 500"/>
        </w:rPr>
      </w:pPr>
      <w:r w:rsidRPr="00A66175">
        <w:rPr>
          <w:rFonts w:ascii="Museo 500" w:hAnsi="Museo 500"/>
        </w:rPr>
        <w:t>All information received will be confidential to the Board of Trustees and Ahead Associates Limited.</w:t>
      </w:r>
    </w:p>
    <w:p w:rsidR="000227C2" w:rsidRPr="00A66175" w:rsidRDefault="000227C2" w:rsidP="0060784F">
      <w:pPr>
        <w:pStyle w:val="ListParagraph"/>
        <w:numPr>
          <w:ilvl w:val="0"/>
          <w:numId w:val="33"/>
        </w:numPr>
        <w:tabs>
          <w:tab w:val="left" w:pos="1626"/>
        </w:tabs>
        <w:spacing w:before="104"/>
        <w:ind w:left="1625" w:hanging="425"/>
        <w:rPr>
          <w:rFonts w:ascii="Museo 500" w:hAnsi="Museo 500"/>
        </w:rPr>
      </w:pPr>
      <w:r w:rsidRPr="00A66175">
        <w:rPr>
          <w:rFonts w:ascii="Museo 500" w:hAnsi="Museo 500"/>
        </w:rPr>
        <w:t>Visits to the school will be welcomed for shortlisted</w:t>
      </w:r>
      <w:r w:rsidRPr="00A66175">
        <w:rPr>
          <w:rFonts w:ascii="Museo 500" w:hAnsi="Museo 500"/>
          <w:spacing w:val="-8"/>
        </w:rPr>
        <w:t xml:space="preserve"> </w:t>
      </w:r>
      <w:r w:rsidRPr="00A66175">
        <w:rPr>
          <w:rFonts w:ascii="Museo 500" w:hAnsi="Museo 500"/>
        </w:rPr>
        <w:t>candidates.</w:t>
      </w:r>
    </w:p>
    <w:p w:rsidR="000227C2" w:rsidRPr="00A66175" w:rsidRDefault="000227C2" w:rsidP="0060784F">
      <w:pPr>
        <w:pStyle w:val="ListParagraph"/>
        <w:numPr>
          <w:ilvl w:val="0"/>
          <w:numId w:val="33"/>
        </w:numPr>
        <w:tabs>
          <w:tab w:val="left" w:pos="1559"/>
        </w:tabs>
        <w:spacing w:before="130" w:line="264" w:lineRule="auto"/>
        <w:ind w:left="1558" w:right="1292" w:hanging="358"/>
        <w:jc w:val="both"/>
        <w:rPr>
          <w:rFonts w:ascii="Museo 500" w:hAnsi="Museo 500"/>
        </w:rPr>
      </w:pPr>
      <w:r w:rsidRPr="00A66175">
        <w:rPr>
          <w:rFonts w:ascii="Museo 500" w:hAnsi="Museo 500"/>
        </w:rPr>
        <w:t>If you are selected for an interview, you may bring whanau and/or a support person at your own expense. Please inform the Ahead Associates Limited secretary if this is your</w:t>
      </w:r>
      <w:r w:rsidRPr="00A66175">
        <w:rPr>
          <w:rFonts w:ascii="Museo 500" w:hAnsi="Museo 500"/>
          <w:spacing w:val="-11"/>
        </w:rPr>
        <w:t xml:space="preserve"> </w:t>
      </w:r>
      <w:r w:rsidRPr="00A66175">
        <w:rPr>
          <w:rFonts w:ascii="Museo 500" w:hAnsi="Museo 500"/>
        </w:rPr>
        <w:t>intention.</w:t>
      </w:r>
    </w:p>
    <w:p w:rsidR="000227C2" w:rsidRDefault="000227C2" w:rsidP="00A66175">
      <w:pPr>
        <w:pStyle w:val="ListParagraph"/>
        <w:tabs>
          <w:tab w:val="left" w:pos="1559"/>
        </w:tabs>
        <w:spacing w:before="130" w:line="264" w:lineRule="auto"/>
        <w:ind w:left="1199" w:right="1292" w:firstLine="0"/>
        <w:jc w:val="both"/>
        <w:rPr>
          <w:rFonts w:ascii="Museo 500" w:hAnsi="Museo 500"/>
          <w:sz w:val="24"/>
          <w:szCs w:val="24"/>
        </w:rPr>
      </w:pPr>
    </w:p>
    <w:p w:rsidR="000227C2" w:rsidRDefault="000227C2" w:rsidP="00A66175">
      <w:pPr>
        <w:pStyle w:val="BodyText"/>
        <w:spacing w:before="3"/>
      </w:pPr>
      <w:r>
        <w:br w:type="page"/>
      </w:r>
    </w:p>
    <w:p w:rsidR="000227C2" w:rsidRPr="005F1EFD" w:rsidRDefault="000227C2" w:rsidP="00A66175">
      <w:pPr>
        <w:ind w:left="993"/>
        <w:jc w:val="both"/>
        <w:rPr>
          <w:rFonts w:ascii="Museo 500" w:hAnsi="Museo 500"/>
          <w:sz w:val="44"/>
          <w:szCs w:val="44"/>
        </w:rPr>
      </w:pPr>
      <w:r>
        <w:rPr>
          <w:rFonts w:ascii="Museo 500" w:hAnsi="Museo 500"/>
          <w:sz w:val="44"/>
          <w:szCs w:val="44"/>
        </w:rPr>
        <w:t xml:space="preserve">Person Specification </w:t>
      </w:r>
    </w:p>
    <w:p w:rsidR="000227C2" w:rsidRPr="000E1679" w:rsidRDefault="000227C2" w:rsidP="008D1197">
      <w:pPr>
        <w:pStyle w:val="Heading3"/>
        <w:spacing w:before="51" w:line="276" w:lineRule="auto"/>
        <w:ind w:left="1200" w:right="1298"/>
        <w:jc w:val="both"/>
        <w:rPr>
          <w:rFonts w:ascii="Museo 500" w:hAnsi="Museo 500"/>
          <w:sz w:val="22"/>
          <w:szCs w:val="22"/>
        </w:rPr>
      </w:pPr>
      <w:r w:rsidRPr="000E1679">
        <w:rPr>
          <w:rFonts w:ascii="Museo 500" w:hAnsi="Museo 500"/>
          <w:sz w:val="22"/>
          <w:szCs w:val="22"/>
        </w:rPr>
        <w:t>The St Mary’s College Board of Trustees is seeking a Principal with outstanding personal qualities, highly developed professional skills, a passion for the position, able to recognise and build on the current strengths of the College while also capable of initiating change, where necessary, to lead the College forward.</w:t>
      </w:r>
    </w:p>
    <w:p w:rsidR="000227C2" w:rsidRPr="000E1679" w:rsidRDefault="000227C2" w:rsidP="008D1197">
      <w:pPr>
        <w:pStyle w:val="BodyText"/>
        <w:spacing w:before="8"/>
        <w:rPr>
          <w:rFonts w:ascii="Museo 500" w:hAnsi="Museo 500"/>
        </w:rPr>
      </w:pPr>
    </w:p>
    <w:p w:rsidR="000227C2" w:rsidRPr="00975D6B" w:rsidRDefault="000227C2" w:rsidP="008D1197">
      <w:pPr>
        <w:ind w:left="1200"/>
        <w:rPr>
          <w:rFonts w:ascii="Museo 500" w:hAnsi="Museo 500"/>
          <w:sz w:val="36"/>
          <w:szCs w:val="36"/>
        </w:rPr>
      </w:pPr>
      <w:r w:rsidRPr="00975D6B">
        <w:rPr>
          <w:rFonts w:ascii="Museo 500" w:hAnsi="Museo 500"/>
          <w:sz w:val="36"/>
          <w:szCs w:val="36"/>
        </w:rPr>
        <w:t>Special Character</w:t>
      </w:r>
    </w:p>
    <w:p w:rsidR="000227C2" w:rsidRPr="000E1679" w:rsidRDefault="000227C2" w:rsidP="008D1197">
      <w:pPr>
        <w:spacing w:before="46"/>
        <w:ind w:left="1200"/>
        <w:rPr>
          <w:rFonts w:ascii="Museo 500" w:hAnsi="Museo 500"/>
        </w:rPr>
      </w:pPr>
      <w:r w:rsidRPr="000E1679">
        <w:rPr>
          <w:rFonts w:ascii="Museo 500" w:hAnsi="Museo 500"/>
        </w:rPr>
        <w:t>As a leader of the College, the Principal will:</w:t>
      </w:r>
    </w:p>
    <w:p w:rsidR="000227C2" w:rsidRPr="000E1679" w:rsidRDefault="000227C2" w:rsidP="008D1197">
      <w:pPr>
        <w:pStyle w:val="ListParagraph"/>
        <w:numPr>
          <w:ilvl w:val="1"/>
          <w:numId w:val="31"/>
        </w:numPr>
        <w:tabs>
          <w:tab w:val="left" w:pos="1921"/>
        </w:tabs>
        <w:spacing w:before="162"/>
        <w:ind w:hanging="355"/>
        <w:rPr>
          <w:rFonts w:ascii="Museo 500" w:hAnsi="Museo 500"/>
        </w:rPr>
      </w:pPr>
      <w:r w:rsidRPr="000E1679">
        <w:rPr>
          <w:rFonts w:ascii="Museo 500" w:hAnsi="Museo 500"/>
        </w:rPr>
        <w:t>be a practising</w:t>
      </w:r>
      <w:r w:rsidRPr="000E1679">
        <w:rPr>
          <w:rFonts w:ascii="Museo 500" w:hAnsi="Museo 500"/>
          <w:spacing w:val="-2"/>
        </w:rPr>
        <w:t xml:space="preserve"> </w:t>
      </w:r>
      <w:r w:rsidRPr="000E1679">
        <w:rPr>
          <w:rFonts w:ascii="Museo 500" w:hAnsi="Museo 500"/>
        </w:rPr>
        <w:t>Catholic;</w:t>
      </w:r>
    </w:p>
    <w:p w:rsidR="000227C2" w:rsidRPr="000E1679" w:rsidRDefault="000227C2" w:rsidP="008D1197">
      <w:pPr>
        <w:pStyle w:val="ListParagraph"/>
        <w:numPr>
          <w:ilvl w:val="1"/>
          <w:numId w:val="31"/>
        </w:numPr>
        <w:tabs>
          <w:tab w:val="left" w:pos="1921"/>
        </w:tabs>
        <w:spacing w:before="165" w:line="273" w:lineRule="auto"/>
        <w:ind w:right="1303" w:hanging="355"/>
        <w:rPr>
          <w:rFonts w:ascii="Museo 500" w:hAnsi="Museo 500"/>
        </w:rPr>
      </w:pPr>
      <w:r w:rsidRPr="000E1679">
        <w:rPr>
          <w:rFonts w:ascii="Museo 500" w:hAnsi="Museo 500"/>
        </w:rPr>
        <w:t>have a good understanding of, and a strong commitment to, the Catholic education of young women;</w:t>
      </w:r>
    </w:p>
    <w:p w:rsidR="000227C2" w:rsidRPr="000E1679" w:rsidRDefault="000227C2" w:rsidP="008D1197">
      <w:pPr>
        <w:pStyle w:val="ListParagraph"/>
        <w:numPr>
          <w:ilvl w:val="1"/>
          <w:numId w:val="31"/>
        </w:numPr>
        <w:tabs>
          <w:tab w:val="left" w:pos="1921"/>
        </w:tabs>
        <w:spacing w:before="125"/>
        <w:ind w:left="1920" w:hanging="362"/>
        <w:rPr>
          <w:rFonts w:ascii="Museo 500" w:hAnsi="Museo 500"/>
        </w:rPr>
      </w:pPr>
      <w:r w:rsidRPr="000E1679">
        <w:rPr>
          <w:rFonts w:ascii="Museo 500" w:hAnsi="Museo 500"/>
        </w:rPr>
        <w:t>be committed to the Mercy charism, upholding the Mercy values</w:t>
      </w:r>
      <w:r w:rsidRPr="000E1679">
        <w:rPr>
          <w:rFonts w:ascii="Museo 500" w:hAnsi="Museo 500"/>
          <w:spacing w:val="-10"/>
        </w:rPr>
        <w:t xml:space="preserve"> </w:t>
      </w:r>
      <w:r w:rsidRPr="000E1679">
        <w:rPr>
          <w:rFonts w:ascii="Museo 500" w:hAnsi="Museo 500"/>
        </w:rPr>
        <w:t>of:</w:t>
      </w:r>
    </w:p>
    <w:p w:rsidR="000227C2" w:rsidRPr="000E1679" w:rsidRDefault="000227C2" w:rsidP="008D1197">
      <w:pPr>
        <w:pStyle w:val="ListParagraph"/>
        <w:numPr>
          <w:ilvl w:val="2"/>
          <w:numId w:val="31"/>
        </w:numPr>
        <w:tabs>
          <w:tab w:val="left" w:pos="3001"/>
        </w:tabs>
        <w:spacing w:before="166"/>
        <w:rPr>
          <w:rFonts w:ascii="Museo 500" w:hAnsi="Museo 500"/>
        </w:rPr>
      </w:pPr>
      <w:r w:rsidRPr="000E1679">
        <w:rPr>
          <w:rFonts w:ascii="Museo 500" w:hAnsi="Museo 500"/>
        </w:rPr>
        <w:t>Respect for human</w:t>
      </w:r>
      <w:r w:rsidRPr="000E1679">
        <w:rPr>
          <w:rFonts w:ascii="Museo 500" w:hAnsi="Museo 500"/>
          <w:spacing w:val="-5"/>
        </w:rPr>
        <w:t xml:space="preserve"> </w:t>
      </w:r>
      <w:r w:rsidRPr="000E1679">
        <w:rPr>
          <w:rFonts w:ascii="Museo 500" w:hAnsi="Museo 500"/>
        </w:rPr>
        <w:t>dignity:</w:t>
      </w:r>
    </w:p>
    <w:p w:rsidR="000227C2" w:rsidRPr="000E1679" w:rsidRDefault="000227C2" w:rsidP="008D1197">
      <w:pPr>
        <w:pStyle w:val="ListParagraph"/>
        <w:numPr>
          <w:ilvl w:val="2"/>
          <w:numId w:val="31"/>
        </w:numPr>
        <w:tabs>
          <w:tab w:val="left" w:pos="3001"/>
        </w:tabs>
        <w:spacing w:before="43"/>
        <w:rPr>
          <w:rFonts w:ascii="Museo 500" w:hAnsi="Museo 500"/>
        </w:rPr>
      </w:pPr>
      <w:r w:rsidRPr="000E1679">
        <w:rPr>
          <w:rFonts w:ascii="Museo 500" w:hAnsi="Museo 500"/>
        </w:rPr>
        <w:t>Compassion,</w:t>
      </w:r>
    </w:p>
    <w:p w:rsidR="000227C2" w:rsidRPr="000E1679" w:rsidRDefault="000227C2" w:rsidP="008D1197">
      <w:pPr>
        <w:pStyle w:val="ListParagraph"/>
        <w:numPr>
          <w:ilvl w:val="2"/>
          <w:numId w:val="31"/>
        </w:numPr>
        <w:tabs>
          <w:tab w:val="left" w:pos="3001"/>
        </w:tabs>
        <w:spacing w:before="43"/>
        <w:rPr>
          <w:rFonts w:ascii="Museo 500" w:hAnsi="Museo 500"/>
        </w:rPr>
      </w:pPr>
      <w:r w:rsidRPr="000E1679">
        <w:rPr>
          <w:rFonts w:ascii="Museo 500" w:hAnsi="Museo 500"/>
        </w:rPr>
        <w:t>Excellence,</w:t>
      </w:r>
    </w:p>
    <w:p w:rsidR="000227C2" w:rsidRPr="000E1679" w:rsidRDefault="000227C2" w:rsidP="008D1197">
      <w:pPr>
        <w:pStyle w:val="ListParagraph"/>
        <w:numPr>
          <w:ilvl w:val="2"/>
          <w:numId w:val="31"/>
        </w:numPr>
        <w:tabs>
          <w:tab w:val="left" w:pos="3001"/>
        </w:tabs>
        <w:spacing w:before="46"/>
        <w:rPr>
          <w:rFonts w:ascii="Museo 500" w:hAnsi="Museo 500"/>
        </w:rPr>
      </w:pPr>
      <w:r w:rsidRPr="000E1679">
        <w:rPr>
          <w:rFonts w:ascii="Museo 500" w:hAnsi="Museo 500"/>
        </w:rPr>
        <w:t>Service,</w:t>
      </w:r>
    </w:p>
    <w:p w:rsidR="000227C2" w:rsidRPr="000E1679" w:rsidRDefault="000227C2" w:rsidP="008D1197">
      <w:pPr>
        <w:pStyle w:val="ListParagraph"/>
        <w:numPr>
          <w:ilvl w:val="2"/>
          <w:numId w:val="31"/>
        </w:numPr>
        <w:tabs>
          <w:tab w:val="left" w:pos="3001"/>
        </w:tabs>
        <w:spacing w:before="43"/>
        <w:rPr>
          <w:rFonts w:ascii="Museo 500" w:hAnsi="Museo 500"/>
        </w:rPr>
      </w:pPr>
      <w:r w:rsidRPr="000E1679">
        <w:rPr>
          <w:rFonts w:ascii="Museo 500" w:hAnsi="Museo 500"/>
        </w:rPr>
        <w:t>Justice,</w:t>
      </w:r>
    </w:p>
    <w:p w:rsidR="000227C2" w:rsidRPr="000E1679" w:rsidRDefault="000227C2" w:rsidP="008D1197">
      <w:pPr>
        <w:pStyle w:val="ListParagraph"/>
        <w:numPr>
          <w:ilvl w:val="2"/>
          <w:numId w:val="31"/>
        </w:numPr>
        <w:tabs>
          <w:tab w:val="left" w:pos="3001"/>
        </w:tabs>
        <w:spacing w:before="43"/>
        <w:rPr>
          <w:rFonts w:ascii="Museo 500" w:hAnsi="Museo 500"/>
        </w:rPr>
      </w:pPr>
      <w:r w:rsidRPr="000E1679">
        <w:rPr>
          <w:rFonts w:ascii="Museo 500" w:hAnsi="Museo 500"/>
        </w:rPr>
        <w:t>Care of the poor and</w:t>
      </w:r>
      <w:r w:rsidRPr="000E1679">
        <w:rPr>
          <w:rFonts w:ascii="Museo 500" w:hAnsi="Museo 500"/>
          <w:spacing w:val="-4"/>
        </w:rPr>
        <w:t xml:space="preserve"> </w:t>
      </w:r>
      <w:r w:rsidRPr="000E1679">
        <w:rPr>
          <w:rFonts w:ascii="Museo 500" w:hAnsi="Museo 500"/>
        </w:rPr>
        <w:t>vulnerable.</w:t>
      </w:r>
    </w:p>
    <w:p w:rsidR="000227C2" w:rsidRPr="000E1679" w:rsidRDefault="000227C2" w:rsidP="008D1197">
      <w:pPr>
        <w:pStyle w:val="BodyText"/>
        <w:spacing w:before="2"/>
        <w:rPr>
          <w:rFonts w:ascii="Museo 500" w:hAnsi="Museo 500"/>
        </w:rPr>
      </w:pPr>
    </w:p>
    <w:p w:rsidR="000227C2" w:rsidRPr="00975D6B" w:rsidRDefault="000227C2" w:rsidP="008D1197">
      <w:pPr>
        <w:spacing w:before="1"/>
        <w:ind w:left="1200"/>
        <w:jc w:val="both"/>
        <w:rPr>
          <w:rFonts w:ascii="Museo 500" w:hAnsi="Museo 500"/>
          <w:sz w:val="36"/>
          <w:szCs w:val="36"/>
        </w:rPr>
      </w:pPr>
      <w:r w:rsidRPr="00975D6B">
        <w:rPr>
          <w:rFonts w:ascii="Museo 500" w:hAnsi="Museo 500"/>
          <w:sz w:val="36"/>
          <w:szCs w:val="36"/>
        </w:rPr>
        <w:t>Leadership</w:t>
      </w:r>
    </w:p>
    <w:p w:rsidR="000227C2" w:rsidRPr="000E1679" w:rsidRDefault="000227C2" w:rsidP="008D1197">
      <w:pPr>
        <w:spacing w:before="45"/>
        <w:ind w:left="1200"/>
        <w:jc w:val="both"/>
        <w:rPr>
          <w:rFonts w:ascii="Museo 500" w:hAnsi="Museo 500"/>
        </w:rPr>
      </w:pPr>
      <w:r w:rsidRPr="000E1679">
        <w:rPr>
          <w:rFonts w:ascii="Museo 500" w:hAnsi="Museo 500"/>
        </w:rPr>
        <w:t>As leader of the College, the Principal will:</w:t>
      </w:r>
    </w:p>
    <w:p w:rsidR="000227C2" w:rsidRPr="000E1679" w:rsidRDefault="000227C2" w:rsidP="008D1197">
      <w:pPr>
        <w:pStyle w:val="ListParagraph"/>
        <w:numPr>
          <w:ilvl w:val="0"/>
          <w:numId w:val="30"/>
        </w:numPr>
        <w:tabs>
          <w:tab w:val="left" w:pos="2281"/>
        </w:tabs>
        <w:spacing w:before="162"/>
        <w:rPr>
          <w:rFonts w:ascii="Museo 500" w:hAnsi="Museo 500"/>
        </w:rPr>
      </w:pPr>
      <w:r w:rsidRPr="000E1679">
        <w:rPr>
          <w:rFonts w:ascii="Museo 500" w:hAnsi="Museo 500"/>
        </w:rPr>
        <w:t>have proven senior leadership</w:t>
      </w:r>
      <w:r w:rsidRPr="000E1679">
        <w:rPr>
          <w:rFonts w:ascii="Museo 500" w:hAnsi="Museo 500"/>
          <w:spacing w:val="-2"/>
        </w:rPr>
        <w:t xml:space="preserve"> </w:t>
      </w:r>
      <w:r w:rsidRPr="000E1679">
        <w:rPr>
          <w:rFonts w:ascii="Museo 500" w:hAnsi="Museo 500"/>
        </w:rPr>
        <w:t>capability;</w:t>
      </w:r>
    </w:p>
    <w:p w:rsidR="000227C2" w:rsidRPr="000E1679" w:rsidRDefault="000227C2" w:rsidP="008D1197">
      <w:pPr>
        <w:pStyle w:val="ListParagraph"/>
        <w:numPr>
          <w:ilvl w:val="0"/>
          <w:numId w:val="30"/>
        </w:numPr>
        <w:tabs>
          <w:tab w:val="left" w:pos="2281"/>
        </w:tabs>
        <w:spacing w:before="45"/>
        <w:rPr>
          <w:rFonts w:ascii="Museo 500" w:hAnsi="Museo 500"/>
        </w:rPr>
      </w:pPr>
      <w:r w:rsidRPr="000E1679">
        <w:rPr>
          <w:rFonts w:ascii="Museo 500" w:hAnsi="Museo 500"/>
        </w:rPr>
        <w:t>be enthusiastic and</w:t>
      </w:r>
      <w:r w:rsidRPr="000E1679">
        <w:rPr>
          <w:rFonts w:ascii="Museo 500" w:hAnsi="Museo 500"/>
          <w:spacing w:val="1"/>
        </w:rPr>
        <w:t xml:space="preserve"> </w:t>
      </w:r>
      <w:r w:rsidRPr="000E1679">
        <w:rPr>
          <w:rFonts w:ascii="Museo 500" w:hAnsi="Museo 500"/>
        </w:rPr>
        <w:t>inspiring;</w:t>
      </w:r>
    </w:p>
    <w:p w:rsidR="000227C2" w:rsidRPr="000E1679" w:rsidRDefault="000227C2" w:rsidP="008D1197">
      <w:pPr>
        <w:pStyle w:val="ListParagraph"/>
        <w:numPr>
          <w:ilvl w:val="0"/>
          <w:numId w:val="30"/>
        </w:numPr>
        <w:tabs>
          <w:tab w:val="left" w:pos="2281"/>
        </w:tabs>
        <w:spacing w:before="42" w:line="276" w:lineRule="auto"/>
        <w:ind w:right="1299"/>
        <w:jc w:val="both"/>
        <w:rPr>
          <w:rFonts w:ascii="Museo 500" w:hAnsi="Museo 500"/>
        </w:rPr>
      </w:pPr>
      <w:r w:rsidRPr="000E1679">
        <w:rPr>
          <w:rFonts w:ascii="Museo 500" w:hAnsi="Museo 500"/>
        </w:rPr>
        <w:t>have knowledge of the latest developments in learning, develop leading edge learning, including e-learning and the learning attributes students will need for future types of work;</w:t>
      </w:r>
    </w:p>
    <w:p w:rsidR="000227C2" w:rsidRPr="000E1679" w:rsidRDefault="000227C2" w:rsidP="008D1197">
      <w:pPr>
        <w:pStyle w:val="ListParagraph"/>
        <w:numPr>
          <w:ilvl w:val="0"/>
          <w:numId w:val="30"/>
        </w:numPr>
        <w:tabs>
          <w:tab w:val="left" w:pos="2281"/>
        </w:tabs>
        <w:spacing w:before="2"/>
        <w:rPr>
          <w:rFonts w:ascii="Museo 500" w:hAnsi="Museo 500"/>
        </w:rPr>
      </w:pPr>
      <w:r w:rsidRPr="000E1679">
        <w:rPr>
          <w:rFonts w:ascii="Museo 500" w:hAnsi="Museo 500"/>
        </w:rPr>
        <w:t>have excellent relationship-building</w:t>
      </w:r>
      <w:r w:rsidRPr="000E1679">
        <w:rPr>
          <w:rFonts w:ascii="Museo 500" w:hAnsi="Museo 500"/>
          <w:spacing w:val="-2"/>
        </w:rPr>
        <w:t xml:space="preserve"> </w:t>
      </w:r>
      <w:r w:rsidRPr="000E1679">
        <w:rPr>
          <w:rFonts w:ascii="Museo 500" w:hAnsi="Museo 500"/>
        </w:rPr>
        <w:t>skills;</w:t>
      </w:r>
    </w:p>
    <w:p w:rsidR="000227C2" w:rsidRPr="000E1679" w:rsidRDefault="000227C2" w:rsidP="008D1197">
      <w:pPr>
        <w:pStyle w:val="ListParagraph"/>
        <w:numPr>
          <w:ilvl w:val="0"/>
          <w:numId w:val="30"/>
        </w:numPr>
        <w:tabs>
          <w:tab w:val="left" w:pos="2281"/>
        </w:tabs>
        <w:spacing w:before="45" w:line="273" w:lineRule="auto"/>
        <w:ind w:right="1298"/>
        <w:rPr>
          <w:rFonts w:ascii="Museo 500" w:hAnsi="Museo 500"/>
        </w:rPr>
      </w:pPr>
      <w:r w:rsidRPr="000E1679">
        <w:rPr>
          <w:rFonts w:ascii="Museo 500" w:hAnsi="Museo 500"/>
        </w:rPr>
        <w:t>be visible, accessible, and willing to engage with the whole St Mary’s community, including the Board of Trustees and the Board of</w:t>
      </w:r>
      <w:r w:rsidRPr="000E1679">
        <w:rPr>
          <w:rFonts w:ascii="Museo 500" w:hAnsi="Museo 500"/>
          <w:spacing w:val="-12"/>
        </w:rPr>
        <w:t xml:space="preserve"> </w:t>
      </w:r>
      <w:r w:rsidRPr="000E1679">
        <w:rPr>
          <w:rFonts w:ascii="Museo 500" w:hAnsi="Museo 500"/>
        </w:rPr>
        <w:t>Directors;</w:t>
      </w:r>
    </w:p>
    <w:p w:rsidR="000227C2" w:rsidRPr="000E1679" w:rsidRDefault="000227C2" w:rsidP="008D1197">
      <w:pPr>
        <w:pStyle w:val="ListParagraph"/>
        <w:numPr>
          <w:ilvl w:val="0"/>
          <w:numId w:val="30"/>
        </w:numPr>
        <w:tabs>
          <w:tab w:val="left" w:pos="2281"/>
        </w:tabs>
        <w:spacing w:before="5"/>
        <w:rPr>
          <w:rFonts w:ascii="Museo 500" w:hAnsi="Museo 500"/>
        </w:rPr>
      </w:pPr>
      <w:r w:rsidRPr="000E1679">
        <w:rPr>
          <w:rFonts w:ascii="Museo 500" w:hAnsi="Museo 500"/>
        </w:rPr>
        <w:t>be supportive of staff professional development and model being a</w:t>
      </w:r>
      <w:r w:rsidRPr="000E1679">
        <w:rPr>
          <w:rFonts w:ascii="Museo 500" w:hAnsi="Museo 500"/>
          <w:spacing w:val="-14"/>
        </w:rPr>
        <w:t xml:space="preserve"> </w:t>
      </w:r>
      <w:r w:rsidRPr="000E1679">
        <w:rPr>
          <w:rFonts w:ascii="Museo 500" w:hAnsi="Museo 500"/>
        </w:rPr>
        <w:t>learner;</w:t>
      </w:r>
    </w:p>
    <w:p w:rsidR="000227C2" w:rsidRPr="000E1679" w:rsidRDefault="000227C2" w:rsidP="008D1197">
      <w:pPr>
        <w:pStyle w:val="ListParagraph"/>
        <w:numPr>
          <w:ilvl w:val="0"/>
          <w:numId w:val="30"/>
        </w:numPr>
        <w:tabs>
          <w:tab w:val="left" w:pos="2281"/>
        </w:tabs>
        <w:spacing w:before="42" w:line="276" w:lineRule="auto"/>
        <w:ind w:right="1300"/>
        <w:rPr>
          <w:rFonts w:ascii="Museo 500" w:hAnsi="Museo 500"/>
        </w:rPr>
      </w:pPr>
      <w:r w:rsidRPr="000E1679">
        <w:rPr>
          <w:rFonts w:ascii="Museo 500" w:hAnsi="Museo 500"/>
        </w:rPr>
        <w:t>share the College’s clear vision for academic excellence, high expectations, and a culture where young women believe they can</w:t>
      </w:r>
      <w:r w:rsidRPr="000E1679">
        <w:rPr>
          <w:rFonts w:ascii="Museo 500" w:hAnsi="Museo 500"/>
          <w:spacing w:val="-4"/>
        </w:rPr>
        <w:t xml:space="preserve"> </w:t>
      </w:r>
      <w:r w:rsidRPr="000E1679">
        <w:rPr>
          <w:rFonts w:ascii="Museo 500" w:hAnsi="Museo 500"/>
        </w:rPr>
        <w:t>excel;</w:t>
      </w:r>
    </w:p>
    <w:p w:rsidR="000227C2" w:rsidRPr="000E1679" w:rsidRDefault="000227C2" w:rsidP="008D1197">
      <w:pPr>
        <w:pStyle w:val="BodyText"/>
        <w:spacing w:before="3"/>
        <w:rPr>
          <w:rFonts w:ascii="Museo 500" w:hAnsi="Museo 500"/>
        </w:rPr>
      </w:pPr>
    </w:p>
    <w:p w:rsidR="000227C2" w:rsidRPr="000E1679" w:rsidRDefault="000227C2" w:rsidP="008D1197">
      <w:pPr>
        <w:pStyle w:val="ListParagraph"/>
        <w:numPr>
          <w:ilvl w:val="0"/>
          <w:numId w:val="30"/>
        </w:numPr>
        <w:tabs>
          <w:tab w:val="left" w:pos="2281"/>
        </w:tabs>
        <w:spacing w:before="100" w:line="276" w:lineRule="auto"/>
        <w:ind w:right="1300"/>
        <w:jc w:val="both"/>
        <w:rPr>
          <w:rFonts w:ascii="Museo 500" w:hAnsi="Museo 500"/>
        </w:rPr>
      </w:pPr>
      <w:r w:rsidRPr="000E1679">
        <w:rPr>
          <w:rFonts w:ascii="Museo 500" w:hAnsi="Museo 500"/>
        </w:rPr>
        <w:t>be able to identify and build upon the strengths and capabilities of current staff, empower staff, and further develop our strong senior and middle management/ leadership teams to support this</w:t>
      </w:r>
      <w:r w:rsidRPr="000E1679">
        <w:rPr>
          <w:rFonts w:ascii="Museo 500" w:hAnsi="Museo 500"/>
          <w:spacing w:val="-7"/>
        </w:rPr>
        <w:t xml:space="preserve"> </w:t>
      </w:r>
      <w:r w:rsidRPr="000E1679">
        <w:rPr>
          <w:rFonts w:ascii="Museo 500" w:hAnsi="Museo 500"/>
        </w:rPr>
        <w:t>vision;</w:t>
      </w:r>
    </w:p>
    <w:p w:rsidR="000227C2" w:rsidRPr="000E1679" w:rsidRDefault="000227C2" w:rsidP="008D1197">
      <w:pPr>
        <w:pStyle w:val="ListParagraph"/>
        <w:numPr>
          <w:ilvl w:val="0"/>
          <w:numId w:val="30"/>
        </w:numPr>
        <w:tabs>
          <w:tab w:val="left" w:pos="2281"/>
        </w:tabs>
        <w:spacing w:line="305" w:lineRule="exact"/>
        <w:rPr>
          <w:rFonts w:ascii="Museo 500" w:hAnsi="Museo 500"/>
        </w:rPr>
      </w:pPr>
      <w:r w:rsidRPr="000E1679">
        <w:rPr>
          <w:rFonts w:ascii="Museo 500" w:hAnsi="Museo 500"/>
        </w:rPr>
        <w:t>be able to attract, appoint and support outstanding</w:t>
      </w:r>
      <w:r w:rsidRPr="000E1679">
        <w:rPr>
          <w:rFonts w:ascii="Museo 500" w:hAnsi="Museo 500"/>
          <w:spacing w:val="-8"/>
        </w:rPr>
        <w:t xml:space="preserve"> </w:t>
      </w:r>
      <w:r w:rsidRPr="000E1679">
        <w:rPr>
          <w:rFonts w:ascii="Museo 500" w:hAnsi="Museo 500"/>
        </w:rPr>
        <w:t>staff.</w:t>
      </w:r>
    </w:p>
    <w:p w:rsidR="000227C2" w:rsidRPr="000E1679" w:rsidRDefault="000227C2" w:rsidP="008D1197">
      <w:pPr>
        <w:pStyle w:val="ListParagraph"/>
        <w:numPr>
          <w:ilvl w:val="0"/>
          <w:numId w:val="30"/>
        </w:numPr>
        <w:tabs>
          <w:tab w:val="left" w:pos="2281"/>
        </w:tabs>
        <w:spacing w:before="45" w:line="276" w:lineRule="auto"/>
        <w:ind w:right="1301"/>
        <w:rPr>
          <w:rFonts w:ascii="Museo 500" w:hAnsi="Museo 500"/>
        </w:rPr>
      </w:pPr>
      <w:r w:rsidRPr="000E1679">
        <w:rPr>
          <w:rFonts w:ascii="Museo 500" w:hAnsi="Museo 500"/>
        </w:rPr>
        <w:t>acknowledge the place and significance of the Treaty of Waitangi and Tikanga Māori;</w:t>
      </w:r>
    </w:p>
    <w:p w:rsidR="000227C2" w:rsidRPr="000E1679" w:rsidRDefault="000227C2" w:rsidP="008D1197">
      <w:pPr>
        <w:pStyle w:val="ListParagraph"/>
        <w:numPr>
          <w:ilvl w:val="0"/>
          <w:numId w:val="30"/>
        </w:numPr>
        <w:tabs>
          <w:tab w:val="left" w:pos="2281"/>
        </w:tabs>
        <w:spacing w:line="305" w:lineRule="exact"/>
        <w:rPr>
          <w:rFonts w:ascii="Museo 500" w:hAnsi="Museo 500"/>
        </w:rPr>
      </w:pPr>
      <w:r w:rsidRPr="000E1679">
        <w:rPr>
          <w:rFonts w:ascii="Museo 500" w:hAnsi="Museo 500"/>
        </w:rPr>
        <w:t>value diversity, recognising and supporting the needs of</w:t>
      </w:r>
      <w:r w:rsidRPr="000E1679">
        <w:rPr>
          <w:rFonts w:ascii="Museo 500" w:hAnsi="Museo 500"/>
          <w:spacing w:val="-5"/>
        </w:rPr>
        <w:t xml:space="preserve"> </w:t>
      </w:r>
      <w:r w:rsidRPr="000E1679">
        <w:rPr>
          <w:rFonts w:ascii="Museo 500" w:hAnsi="Museo 500"/>
        </w:rPr>
        <w:t>individuals.</w:t>
      </w:r>
    </w:p>
    <w:p w:rsidR="000227C2" w:rsidRPr="000E1679" w:rsidRDefault="000227C2" w:rsidP="008D1197">
      <w:pPr>
        <w:pStyle w:val="BodyText"/>
        <w:spacing w:before="3"/>
        <w:rPr>
          <w:rFonts w:ascii="Museo 500" w:hAnsi="Museo 500"/>
        </w:rPr>
      </w:pPr>
    </w:p>
    <w:p w:rsidR="000227C2" w:rsidRPr="00975D6B" w:rsidRDefault="000227C2" w:rsidP="008D1197">
      <w:pPr>
        <w:ind w:left="1200"/>
        <w:rPr>
          <w:rFonts w:ascii="Museo 500" w:hAnsi="Museo 500"/>
          <w:sz w:val="36"/>
          <w:szCs w:val="36"/>
        </w:rPr>
      </w:pPr>
      <w:r w:rsidRPr="00975D6B">
        <w:rPr>
          <w:rFonts w:ascii="Museo 500" w:hAnsi="Museo 500"/>
          <w:sz w:val="36"/>
          <w:szCs w:val="36"/>
        </w:rPr>
        <w:t>Management</w:t>
      </w:r>
    </w:p>
    <w:p w:rsidR="000227C2" w:rsidRPr="000E1679" w:rsidRDefault="000227C2" w:rsidP="008D1197">
      <w:pPr>
        <w:tabs>
          <w:tab w:val="left" w:pos="9096"/>
        </w:tabs>
        <w:spacing w:before="45" w:line="276" w:lineRule="auto"/>
        <w:ind w:left="1200" w:right="1310"/>
        <w:rPr>
          <w:rFonts w:ascii="Museo 500" w:hAnsi="Museo 500"/>
        </w:rPr>
      </w:pPr>
      <w:r w:rsidRPr="000E1679">
        <w:rPr>
          <w:rFonts w:ascii="Museo 500" w:hAnsi="Museo 500"/>
        </w:rPr>
        <w:t>The</w:t>
      </w:r>
      <w:r w:rsidRPr="000E1679">
        <w:rPr>
          <w:rFonts w:ascii="Museo 500" w:hAnsi="Museo 500"/>
          <w:spacing w:val="16"/>
        </w:rPr>
        <w:t xml:space="preserve"> </w:t>
      </w:r>
      <w:r w:rsidRPr="000E1679">
        <w:rPr>
          <w:rFonts w:ascii="Museo 500" w:hAnsi="Museo 500"/>
        </w:rPr>
        <w:t>Principal</w:t>
      </w:r>
      <w:r w:rsidRPr="000E1679">
        <w:rPr>
          <w:rFonts w:ascii="Museo 500" w:hAnsi="Museo 500"/>
          <w:spacing w:val="13"/>
        </w:rPr>
        <w:t xml:space="preserve"> </w:t>
      </w:r>
      <w:r w:rsidRPr="000E1679">
        <w:rPr>
          <w:rFonts w:ascii="Museo 500" w:hAnsi="Museo 500"/>
        </w:rPr>
        <w:t>will</w:t>
      </w:r>
      <w:r w:rsidRPr="000E1679">
        <w:rPr>
          <w:rFonts w:ascii="Museo 500" w:hAnsi="Museo 500"/>
          <w:spacing w:val="15"/>
        </w:rPr>
        <w:t xml:space="preserve"> </w:t>
      </w:r>
      <w:r w:rsidRPr="000E1679">
        <w:rPr>
          <w:rFonts w:ascii="Museo 500" w:hAnsi="Museo 500"/>
        </w:rPr>
        <w:t>be</w:t>
      </w:r>
      <w:r w:rsidRPr="000E1679">
        <w:rPr>
          <w:rFonts w:ascii="Museo 500" w:hAnsi="Museo 500"/>
          <w:spacing w:val="16"/>
        </w:rPr>
        <w:t xml:space="preserve"> </w:t>
      </w:r>
      <w:r w:rsidRPr="000E1679">
        <w:rPr>
          <w:rFonts w:ascii="Museo 500" w:hAnsi="Museo 500"/>
        </w:rPr>
        <w:t>responsible</w:t>
      </w:r>
      <w:r w:rsidRPr="000E1679">
        <w:rPr>
          <w:rFonts w:ascii="Museo 500" w:hAnsi="Museo 500"/>
          <w:spacing w:val="16"/>
        </w:rPr>
        <w:t xml:space="preserve"> </w:t>
      </w:r>
      <w:r w:rsidRPr="000E1679">
        <w:rPr>
          <w:rFonts w:ascii="Museo 500" w:hAnsi="Museo 500"/>
        </w:rPr>
        <w:t>for</w:t>
      </w:r>
      <w:r w:rsidRPr="000E1679">
        <w:rPr>
          <w:rFonts w:ascii="Museo 500" w:hAnsi="Museo 500"/>
          <w:spacing w:val="15"/>
        </w:rPr>
        <w:t xml:space="preserve"> </w:t>
      </w:r>
      <w:r w:rsidRPr="000E1679">
        <w:rPr>
          <w:rFonts w:ascii="Museo 500" w:hAnsi="Museo 500"/>
        </w:rPr>
        <w:t>leading</w:t>
      </w:r>
      <w:r w:rsidRPr="000E1679">
        <w:rPr>
          <w:rFonts w:ascii="Museo 500" w:hAnsi="Museo 500"/>
          <w:spacing w:val="13"/>
        </w:rPr>
        <w:t xml:space="preserve"> </w:t>
      </w:r>
      <w:r w:rsidRPr="000E1679">
        <w:rPr>
          <w:rFonts w:ascii="Museo 500" w:hAnsi="Museo 500"/>
        </w:rPr>
        <w:t>the</w:t>
      </w:r>
      <w:r w:rsidRPr="000E1679">
        <w:rPr>
          <w:rFonts w:ascii="Museo 500" w:hAnsi="Museo 500"/>
          <w:spacing w:val="13"/>
        </w:rPr>
        <w:t xml:space="preserve"> </w:t>
      </w:r>
      <w:r w:rsidRPr="000E1679">
        <w:rPr>
          <w:rFonts w:ascii="Museo 500" w:hAnsi="Museo 500"/>
        </w:rPr>
        <w:t>College’s</w:t>
      </w:r>
      <w:r w:rsidRPr="000E1679">
        <w:rPr>
          <w:rFonts w:ascii="Museo 500" w:hAnsi="Museo 500"/>
          <w:spacing w:val="15"/>
        </w:rPr>
        <w:t xml:space="preserve"> </w:t>
      </w:r>
      <w:r w:rsidRPr="000E1679">
        <w:rPr>
          <w:rFonts w:ascii="Museo 500" w:hAnsi="Museo 500"/>
        </w:rPr>
        <w:t>management</w:t>
      </w:r>
      <w:r w:rsidRPr="000E1679">
        <w:rPr>
          <w:rFonts w:ascii="Museo 500" w:hAnsi="Museo 500"/>
          <w:spacing w:val="16"/>
        </w:rPr>
        <w:t xml:space="preserve"> </w:t>
      </w:r>
      <w:r w:rsidRPr="000E1679">
        <w:rPr>
          <w:rFonts w:ascii="Museo 500" w:hAnsi="Museo 500"/>
        </w:rPr>
        <w:t xml:space="preserve">team. In this </w:t>
      </w:r>
      <w:r w:rsidRPr="000E1679">
        <w:rPr>
          <w:rFonts w:ascii="Museo 500" w:hAnsi="Museo 500"/>
          <w:spacing w:val="-5"/>
        </w:rPr>
        <w:t xml:space="preserve">role, </w:t>
      </w:r>
      <w:r w:rsidRPr="000E1679">
        <w:rPr>
          <w:rFonts w:ascii="Museo 500" w:hAnsi="Museo 500"/>
        </w:rPr>
        <w:t>the Principal is expected to</w:t>
      </w:r>
      <w:r w:rsidRPr="000E1679">
        <w:rPr>
          <w:rFonts w:ascii="Museo 500" w:hAnsi="Museo 500"/>
          <w:spacing w:val="-8"/>
        </w:rPr>
        <w:t xml:space="preserve"> </w:t>
      </w:r>
      <w:r w:rsidRPr="000E1679">
        <w:rPr>
          <w:rFonts w:ascii="Museo 500" w:hAnsi="Museo 500"/>
        </w:rPr>
        <w:t>have:</w:t>
      </w:r>
    </w:p>
    <w:p w:rsidR="000227C2" w:rsidRPr="000E1679" w:rsidRDefault="000227C2" w:rsidP="008D1197">
      <w:pPr>
        <w:pStyle w:val="ListParagraph"/>
        <w:numPr>
          <w:ilvl w:val="0"/>
          <w:numId w:val="30"/>
        </w:numPr>
        <w:tabs>
          <w:tab w:val="left" w:pos="2281"/>
        </w:tabs>
        <w:spacing w:before="118" w:line="276" w:lineRule="auto"/>
        <w:ind w:right="1300"/>
        <w:jc w:val="both"/>
        <w:rPr>
          <w:rFonts w:ascii="Museo 500" w:hAnsi="Museo 500"/>
        </w:rPr>
      </w:pPr>
      <w:r w:rsidRPr="000E1679">
        <w:rPr>
          <w:rFonts w:ascii="Museo 500" w:hAnsi="Museo 500"/>
        </w:rPr>
        <w:t>financial and resource management skills, including the ability to manage staff, IT, compliance, property and other resources to meet current needs and future developments;</w:t>
      </w:r>
    </w:p>
    <w:p w:rsidR="000227C2" w:rsidRPr="000E1679" w:rsidRDefault="000227C2" w:rsidP="008D1197">
      <w:pPr>
        <w:pStyle w:val="ListParagraph"/>
        <w:numPr>
          <w:ilvl w:val="0"/>
          <w:numId w:val="30"/>
        </w:numPr>
        <w:tabs>
          <w:tab w:val="left" w:pos="2281"/>
        </w:tabs>
        <w:spacing w:before="1" w:line="276" w:lineRule="auto"/>
        <w:ind w:right="1297"/>
        <w:jc w:val="both"/>
        <w:rPr>
          <w:rFonts w:ascii="Museo 500" w:hAnsi="Museo 500"/>
        </w:rPr>
      </w:pPr>
      <w:r w:rsidRPr="000E1679">
        <w:rPr>
          <w:rFonts w:ascii="Museo 500" w:hAnsi="Museo 500"/>
        </w:rPr>
        <w:t>the ability to develop systems to enhance student learning, including the use of student achievement data to inform best practice and to develop learning programmes to meet the needs of individual</w:t>
      </w:r>
      <w:r w:rsidRPr="000E1679">
        <w:rPr>
          <w:rFonts w:ascii="Museo 500" w:hAnsi="Museo 500"/>
          <w:spacing w:val="-8"/>
        </w:rPr>
        <w:t xml:space="preserve"> </w:t>
      </w:r>
      <w:r w:rsidRPr="000E1679">
        <w:rPr>
          <w:rFonts w:ascii="Museo 500" w:hAnsi="Museo 500"/>
        </w:rPr>
        <w:t>students;</w:t>
      </w:r>
    </w:p>
    <w:p w:rsidR="000227C2" w:rsidRPr="000E1679" w:rsidRDefault="000227C2" w:rsidP="008D1197">
      <w:pPr>
        <w:pStyle w:val="ListParagraph"/>
        <w:numPr>
          <w:ilvl w:val="0"/>
          <w:numId w:val="30"/>
        </w:numPr>
        <w:tabs>
          <w:tab w:val="left" w:pos="2281"/>
        </w:tabs>
        <w:spacing w:line="276" w:lineRule="auto"/>
        <w:ind w:right="1301"/>
        <w:rPr>
          <w:rFonts w:ascii="Museo 500" w:hAnsi="Museo 500"/>
        </w:rPr>
      </w:pPr>
      <w:r w:rsidRPr="000E1679">
        <w:rPr>
          <w:rFonts w:ascii="Museo 500" w:hAnsi="Museo 500"/>
        </w:rPr>
        <w:t>the ability to plan strategically with realistic time frames and strategies to implement and achieve goals;</w:t>
      </w:r>
    </w:p>
    <w:p w:rsidR="000227C2" w:rsidRPr="000E1679" w:rsidRDefault="000227C2" w:rsidP="008D1197">
      <w:pPr>
        <w:pStyle w:val="ListParagraph"/>
        <w:numPr>
          <w:ilvl w:val="0"/>
          <w:numId w:val="30"/>
        </w:numPr>
        <w:tabs>
          <w:tab w:val="left" w:pos="2281"/>
        </w:tabs>
        <w:spacing w:line="305" w:lineRule="exact"/>
        <w:rPr>
          <w:rFonts w:ascii="Museo 500" w:hAnsi="Museo 500"/>
        </w:rPr>
      </w:pPr>
      <w:r w:rsidRPr="000E1679">
        <w:rPr>
          <w:rFonts w:ascii="Museo 500" w:hAnsi="Museo 500"/>
        </w:rPr>
        <w:t>the ability to set goals, delegate effectively, and manage staff</w:t>
      </w:r>
      <w:r w:rsidRPr="000E1679">
        <w:rPr>
          <w:rFonts w:ascii="Museo 500" w:hAnsi="Museo 500"/>
          <w:spacing w:val="-10"/>
        </w:rPr>
        <w:t xml:space="preserve"> </w:t>
      </w:r>
      <w:r w:rsidRPr="000E1679">
        <w:rPr>
          <w:rFonts w:ascii="Museo 500" w:hAnsi="Museo 500"/>
        </w:rPr>
        <w:t>performance.</w:t>
      </w:r>
    </w:p>
    <w:p w:rsidR="000227C2" w:rsidRPr="000E1679" w:rsidRDefault="000227C2" w:rsidP="008D1197">
      <w:pPr>
        <w:pStyle w:val="BodyText"/>
        <w:spacing w:before="5"/>
        <w:rPr>
          <w:rFonts w:ascii="Museo 500" w:hAnsi="Museo 500"/>
        </w:rPr>
      </w:pPr>
    </w:p>
    <w:p w:rsidR="000227C2" w:rsidRPr="00975D6B" w:rsidRDefault="000227C2" w:rsidP="008D1197">
      <w:pPr>
        <w:ind w:left="1200"/>
        <w:rPr>
          <w:rFonts w:ascii="Museo 500" w:hAnsi="Museo 500"/>
          <w:sz w:val="36"/>
          <w:szCs w:val="36"/>
        </w:rPr>
      </w:pPr>
      <w:r w:rsidRPr="00975D6B">
        <w:rPr>
          <w:rFonts w:ascii="Museo 500" w:hAnsi="Museo 500"/>
          <w:sz w:val="36"/>
          <w:szCs w:val="36"/>
        </w:rPr>
        <w:t>Personal Qualities</w:t>
      </w:r>
    </w:p>
    <w:p w:rsidR="000227C2" w:rsidRPr="000E1679" w:rsidRDefault="000227C2" w:rsidP="008D1197">
      <w:pPr>
        <w:spacing w:before="43" w:line="276" w:lineRule="auto"/>
        <w:ind w:left="1200" w:right="1416"/>
        <w:rPr>
          <w:rFonts w:ascii="Museo 500" w:hAnsi="Museo 500"/>
        </w:rPr>
      </w:pPr>
      <w:r w:rsidRPr="000E1679">
        <w:rPr>
          <w:rFonts w:ascii="Museo 500" w:hAnsi="Museo 500"/>
        </w:rPr>
        <w:t>The Principal will lead by example and demonstrate the Mercy values in daily life. The Principal will be:</w:t>
      </w:r>
    </w:p>
    <w:p w:rsidR="000227C2" w:rsidRPr="000E1679" w:rsidRDefault="000227C2" w:rsidP="008D1197">
      <w:pPr>
        <w:pStyle w:val="ListParagraph"/>
        <w:numPr>
          <w:ilvl w:val="0"/>
          <w:numId w:val="30"/>
        </w:numPr>
        <w:tabs>
          <w:tab w:val="left" w:pos="2281"/>
        </w:tabs>
        <w:spacing w:before="120"/>
        <w:rPr>
          <w:rFonts w:ascii="Museo 500" w:hAnsi="Museo 500"/>
        </w:rPr>
      </w:pPr>
      <w:r w:rsidRPr="000E1679">
        <w:rPr>
          <w:rFonts w:ascii="Museo 500" w:hAnsi="Museo 500"/>
        </w:rPr>
        <w:t>passionate regarding the education of young Catholic</w:t>
      </w:r>
      <w:r w:rsidRPr="000E1679">
        <w:rPr>
          <w:rFonts w:ascii="Museo 500" w:hAnsi="Museo 500"/>
          <w:spacing w:val="-6"/>
        </w:rPr>
        <w:t xml:space="preserve"> </w:t>
      </w:r>
      <w:r w:rsidRPr="000E1679">
        <w:rPr>
          <w:rFonts w:ascii="Museo 500" w:hAnsi="Museo 500"/>
        </w:rPr>
        <w:t>women;</w:t>
      </w:r>
    </w:p>
    <w:p w:rsidR="000227C2" w:rsidRPr="000E1679" w:rsidRDefault="000227C2" w:rsidP="008D1197">
      <w:pPr>
        <w:pStyle w:val="ListParagraph"/>
        <w:numPr>
          <w:ilvl w:val="0"/>
          <w:numId w:val="30"/>
        </w:numPr>
        <w:tabs>
          <w:tab w:val="left" w:pos="2281"/>
        </w:tabs>
        <w:spacing w:before="42"/>
        <w:rPr>
          <w:rFonts w:ascii="Museo 500" w:hAnsi="Museo 500"/>
        </w:rPr>
      </w:pPr>
      <w:r w:rsidRPr="000E1679">
        <w:rPr>
          <w:rFonts w:ascii="Museo 500" w:hAnsi="Museo 500"/>
        </w:rPr>
        <w:t>an excellent written and oral</w:t>
      </w:r>
      <w:r w:rsidRPr="000E1679">
        <w:rPr>
          <w:rFonts w:ascii="Museo 500" w:hAnsi="Museo 500"/>
          <w:spacing w:val="-2"/>
        </w:rPr>
        <w:t xml:space="preserve"> </w:t>
      </w:r>
      <w:r w:rsidRPr="000E1679">
        <w:rPr>
          <w:rFonts w:ascii="Museo 500" w:hAnsi="Museo 500"/>
        </w:rPr>
        <w:t>communicator;</w:t>
      </w:r>
    </w:p>
    <w:p w:rsidR="000227C2" w:rsidRPr="000E1679" w:rsidRDefault="000227C2" w:rsidP="008D1197">
      <w:pPr>
        <w:pStyle w:val="ListParagraph"/>
        <w:numPr>
          <w:ilvl w:val="0"/>
          <w:numId w:val="30"/>
        </w:numPr>
        <w:tabs>
          <w:tab w:val="left" w:pos="2281"/>
        </w:tabs>
        <w:spacing w:before="45"/>
        <w:rPr>
          <w:rFonts w:ascii="Museo 500" w:hAnsi="Museo 500"/>
        </w:rPr>
      </w:pPr>
      <w:r w:rsidRPr="000E1679">
        <w:rPr>
          <w:rFonts w:ascii="Museo 500" w:hAnsi="Museo 500"/>
        </w:rPr>
        <w:t>an effective public speaker, able to communicate with a variety of</w:t>
      </w:r>
      <w:r w:rsidRPr="000E1679">
        <w:rPr>
          <w:rFonts w:ascii="Museo 500" w:hAnsi="Museo 500"/>
          <w:spacing w:val="-11"/>
        </w:rPr>
        <w:t xml:space="preserve"> </w:t>
      </w:r>
      <w:r w:rsidRPr="000E1679">
        <w:rPr>
          <w:rFonts w:ascii="Museo 500" w:hAnsi="Museo 500"/>
        </w:rPr>
        <w:t>audiences.</w:t>
      </w:r>
    </w:p>
    <w:p w:rsidR="000227C2" w:rsidRPr="000E1679" w:rsidRDefault="000227C2" w:rsidP="008D1197">
      <w:pPr>
        <w:pStyle w:val="ListParagraph"/>
        <w:numPr>
          <w:ilvl w:val="0"/>
          <w:numId w:val="30"/>
        </w:numPr>
        <w:tabs>
          <w:tab w:val="left" w:pos="2281"/>
        </w:tabs>
        <w:spacing w:before="44"/>
        <w:rPr>
          <w:rFonts w:ascii="Museo 500" w:hAnsi="Museo 500"/>
        </w:rPr>
      </w:pPr>
      <w:r w:rsidRPr="000E1679">
        <w:rPr>
          <w:rFonts w:ascii="Museo 500" w:hAnsi="Museo 500"/>
        </w:rPr>
        <w:t>student-focused in all</w:t>
      </w:r>
      <w:r w:rsidRPr="000E1679">
        <w:rPr>
          <w:rFonts w:ascii="Museo 500" w:hAnsi="Museo 500"/>
          <w:spacing w:val="-5"/>
        </w:rPr>
        <w:t xml:space="preserve"> </w:t>
      </w:r>
      <w:r w:rsidRPr="000E1679">
        <w:rPr>
          <w:rFonts w:ascii="Museo 500" w:hAnsi="Museo 500"/>
        </w:rPr>
        <w:t>decision-making;</w:t>
      </w:r>
    </w:p>
    <w:p w:rsidR="000227C2" w:rsidRPr="000E1679" w:rsidRDefault="000227C2" w:rsidP="008D1197">
      <w:pPr>
        <w:pStyle w:val="ListParagraph"/>
        <w:numPr>
          <w:ilvl w:val="0"/>
          <w:numId w:val="30"/>
        </w:numPr>
        <w:tabs>
          <w:tab w:val="left" w:pos="2281"/>
        </w:tabs>
        <w:spacing w:before="45" w:line="273" w:lineRule="auto"/>
        <w:ind w:right="1302"/>
        <w:rPr>
          <w:rFonts w:ascii="Museo 500" w:hAnsi="Museo 500"/>
        </w:rPr>
      </w:pPr>
      <w:r w:rsidRPr="000E1679">
        <w:rPr>
          <w:rFonts w:ascii="Museo 500" w:hAnsi="Museo 500"/>
        </w:rPr>
        <w:t>a firm believer that positive and respectful relationships are the key to a thriving school</w:t>
      </w:r>
      <w:r w:rsidRPr="000E1679">
        <w:rPr>
          <w:rFonts w:ascii="Museo 500" w:hAnsi="Museo 500"/>
          <w:spacing w:val="-1"/>
        </w:rPr>
        <w:t xml:space="preserve"> </w:t>
      </w:r>
      <w:r w:rsidRPr="000E1679">
        <w:rPr>
          <w:rFonts w:ascii="Museo 500" w:hAnsi="Museo 500"/>
        </w:rPr>
        <w:t>community;</w:t>
      </w:r>
    </w:p>
    <w:p w:rsidR="000227C2" w:rsidRPr="000E1679" w:rsidRDefault="000227C2" w:rsidP="008D1197">
      <w:pPr>
        <w:pStyle w:val="ListParagraph"/>
        <w:numPr>
          <w:ilvl w:val="0"/>
          <w:numId w:val="30"/>
        </w:numPr>
        <w:tabs>
          <w:tab w:val="left" w:pos="2281"/>
        </w:tabs>
        <w:spacing w:before="5"/>
        <w:rPr>
          <w:rFonts w:ascii="Museo 500" w:hAnsi="Museo 500"/>
        </w:rPr>
      </w:pPr>
      <w:r w:rsidRPr="000E1679">
        <w:rPr>
          <w:rFonts w:ascii="Museo 500" w:hAnsi="Museo 500"/>
        </w:rPr>
        <w:t>a good listener with an ‘open door’</w:t>
      </w:r>
      <w:r w:rsidRPr="000E1679">
        <w:rPr>
          <w:rFonts w:ascii="Museo 500" w:hAnsi="Museo 500"/>
          <w:spacing w:val="-7"/>
        </w:rPr>
        <w:t xml:space="preserve"> </w:t>
      </w:r>
      <w:r w:rsidRPr="000E1679">
        <w:rPr>
          <w:rFonts w:ascii="Museo 500" w:hAnsi="Museo 500"/>
        </w:rPr>
        <w:t>policy;</w:t>
      </w:r>
    </w:p>
    <w:p w:rsidR="000227C2" w:rsidRPr="000E1679" w:rsidRDefault="000227C2" w:rsidP="008D1197">
      <w:pPr>
        <w:pStyle w:val="ListParagraph"/>
        <w:numPr>
          <w:ilvl w:val="0"/>
          <w:numId w:val="30"/>
        </w:numPr>
        <w:tabs>
          <w:tab w:val="left" w:pos="2281"/>
        </w:tabs>
        <w:spacing w:before="43"/>
        <w:rPr>
          <w:rFonts w:ascii="Museo 500" w:hAnsi="Museo 500"/>
        </w:rPr>
      </w:pPr>
      <w:r w:rsidRPr="000E1679">
        <w:rPr>
          <w:rFonts w:ascii="Museo 500" w:hAnsi="Museo 500"/>
        </w:rPr>
        <w:t>energetic and resilient;</w:t>
      </w:r>
    </w:p>
    <w:p w:rsidR="000227C2" w:rsidRPr="000E1679" w:rsidRDefault="000227C2" w:rsidP="008D1197">
      <w:pPr>
        <w:pStyle w:val="ListParagraph"/>
        <w:numPr>
          <w:ilvl w:val="0"/>
          <w:numId w:val="30"/>
        </w:numPr>
        <w:tabs>
          <w:tab w:val="left" w:pos="2281"/>
        </w:tabs>
        <w:spacing w:before="47"/>
        <w:rPr>
          <w:rFonts w:ascii="Museo 500" w:hAnsi="Museo 500"/>
        </w:rPr>
      </w:pPr>
      <w:r w:rsidRPr="000E1679">
        <w:rPr>
          <w:rFonts w:ascii="Museo 500" w:hAnsi="Museo 500"/>
        </w:rPr>
        <w:t>positive in attitude with a sense of</w:t>
      </w:r>
      <w:r w:rsidRPr="000E1679">
        <w:rPr>
          <w:rFonts w:ascii="Museo 500" w:hAnsi="Museo 500"/>
          <w:spacing w:val="-12"/>
        </w:rPr>
        <w:t xml:space="preserve"> </w:t>
      </w:r>
      <w:r w:rsidRPr="000E1679">
        <w:rPr>
          <w:rFonts w:ascii="Museo 500" w:hAnsi="Museo 500"/>
        </w:rPr>
        <w:t>humour.</w:t>
      </w:r>
    </w:p>
    <w:p w:rsidR="000227C2" w:rsidRPr="00544A02" w:rsidRDefault="000227C2" w:rsidP="008D1197">
      <w:pPr>
        <w:rPr>
          <w:rFonts w:ascii="Museo 500" w:hAnsi="Museo 500"/>
          <w:sz w:val="24"/>
        </w:rPr>
        <w:sectPr w:rsidR="000227C2" w:rsidRPr="00544A02">
          <w:headerReference w:type="even" r:id="rId9"/>
          <w:headerReference w:type="default" r:id="rId10"/>
          <w:footerReference w:type="even" r:id="rId11"/>
          <w:footerReference w:type="default" r:id="rId12"/>
          <w:headerReference w:type="first" r:id="rId13"/>
          <w:footerReference w:type="first" r:id="rId14"/>
          <w:pgSz w:w="11910" w:h="16850"/>
          <w:pgMar w:top="1120" w:right="140" w:bottom="1020" w:left="240" w:header="458" w:footer="837" w:gutter="0"/>
          <w:cols w:space="720"/>
        </w:sectPr>
      </w:pPr>
    </w:p>
    <w:p w:rsidR="000227C2" w:rsidRPr="005F1EFD" w:rsidRDefault="000227C2" w:rsidP="00975D6B">
      <w:pPr>
        <w:ind w:left="993"/>
        <w:jc w:val="both"/>
        <w:rPr>
          <w:rFonts w:ascii="Museo 500" w:hAnsi="Museo 500"/>
          <w:sz w:val="44"/>
          <w:szCs w:val="44"/>
        </w:rPr>
      </w:pPr>
      <w:r>
        <w:rPr>
          <w:rFonts w:ascii="Museo 500" w:hAnsi="Museo 500"/>
          <w:sz w:val="44"/>
          <w:szCs w:val="44"/>
        </w:rPr>
        <w:t>Job Description</w:t>
      </w:r>
    </w:p>
    <w:p w:rsidR="000227C2" w:rsidRPr="00975D6B" w:rsidRDefault="000227C2" w:rsidP="008D1197">
      <w:pPr>
        <w:tabs>
          <w:tab w:val="left" w:pos="5312"/>
        </w:tabs>
        <w:spacing w:before="317"/>
        <w:ind w:left="1200"/>
        <w:rPr>
          <w:rFonts w:ascii="Museo 500" w:hAnsi="Museo 500"/>
        </w:rPr>
      </w:pPr>
      <w:r w:rsidRPr="00975D6B">
        <w:rPr>
          <w:rFonts w:ascii="Museo 500" w:hAnsi="Museo 500"/>
          <w:b/>
          <w:color w:val="001F5F"/>
          <w:sz w:val="24"/>
          <w:szCs w:val="24"/>
        </w:rPr>
        <w:t>JOB</w:t>
      </w:r>
      <w:r w:rsidRPr="00975D6B">
        <w:rPr>
          <w:rFonts w:ascii="Museo 500" w:hAnsi="Museo 500"/>
          <w:b/>
          <w:color w:val="001F5F"/>
          <w:spacing w:val="-1"/>
          <w:sz w:val="24"/>
          <w:szCs w:val="24"/>
        </w:rPr>
        <w:t xml:space="preserve"> </w:t>
      </w:r>
      <w:r w:rsidRPr="00975D6B">
        <w:rPr>
          <w:rFonts w:ascii="Museo 500" w:hAnsi="Museo 500"/>
          <w:b/>
          <w:color w:val="001F5F"/>
          <w:sz w:val="24"/>
          <w:szCs w:val="24"/>
        </w:rPr>
        <w:t>TITLE</w:t>
      </w:r>
      <w:r w:rsidRPr="00975D6B">
        <w:rPr>
          <w:rFonts w:ascii="Museo 500" w:hAnsi="Museo 500"/>
          <w:b/>
          <w:color w:val="304D7E"/>
          <w:sz w:val="24"/>
          <w:szCs w:val="24"/>
        </w:rPr>
        <w:t>:</w:t>
      </w:r>
      <w:r w:rsidRPr="00975D6B">
        <w:rPr>
          <w:rFonts w:ascii="Museo 500" w:hAnsi="Museo 500"/>
          <w:b/>
          <w:color w:val="304D7E"/>
        </w:rPr>
        <w:tab/>
      </w:r>
      <w:r w:rsidRPr="00975D6B">
        <w:rPr>
          <w:rFonts w:ascii="Museo 500" w:hAnsi="Museo 500"/>
        </w:rPr>
        <w:t>Principal</w:t>
      </w:r>
    </w:p>
    <w:p w:rsidR="000227C2" w:rsidRPr="00975D6B" w:rsidRDefault="000227C2" w:rsidP="008D1197">
      <w:pPr>
        <w:pStyle w:val="BodyText"/>
        <w:spacing w:before="8"/>
        <w:rPr>
          <w:rFonts w:ascii="Museo 500" w:hAnsi="Museo 500"/>
        </w:rPr>
      </w:pPr>
    </w:p>
    <w:p w:rsidR="000227C2" w:rsidRPr="00975D6B" w:rsidRDefault="000227C2" w:rsidP="008D1197">
      <w:pPr>
        <w:tabs>
          <w:tab w:val="left" w:pos="5312"/>
        </w:tabs>
        <w:ind w:left="1200"/>
        <w:rPr>
          <w:rFonts w:ascii="Museo 500" w:hAnsi="Museo 500"/>
        </w:rPr>
      </w:pPr>
      <w:r w:rsidRPr="00975D6B">
        <w:rPr>
          <w:rFonts w:ascii="Museo 500" w:hAnsi="Museo 500"/>
          <w:b/>
          <w:color w:val="17365D"/>
          <w:sz w:val="24"/>
          <w:szCs w:val="24"/>
        </w:rPr>
        <w:t>RESPONSIBLE</w:t>
      </w:r>
      <w:r w:rsidRPr="00975D6B">
        <w:rPr>
          <w:rFonts w:ascii="Museo 500" w:hAnsi="Museo 500"/>
          <w:b/>
          <w:color w:val="17365D"/>
          <w:spacing w:val="-1"/>
          <w:sz w:val="24"/>
          <w:szCs w:val="24"/>
        </w:rPr>
        <w:t xml:space="preserve"> </w:t>
      </w:r>
      <w:r w:rsidRPr="00975D6B">
        <w:rPr>
          <w:rFonts w:ascii="Museo 500" w:hAnsi="Museo 500"/>
          <w:b/>
          <w:color w:val="17365D"/>
          <w:sz w:val="24"/>
          <w:szCs w:val="24"/>
        </w:rPr>
        <w:t>TO:</w:t>
      </w:r>
      <w:r w:rsidRPr="00975D6B">
        <w:rPr>
          <w:rFonts w:ascii="Museo 500" w:hAnsi="Museo 500"/>
          <w:b/>
          <w:color w:val="17365D"/>
        </w:rPr>
        <w:tab/>
      </w:r>
      <w:r w:rsidRPr="00975D6B">
        <w:rPr>
          <w:rFonts w:ascii="Museo 500" w:hAnsi="Museo 500"/>
        </w:rPr>
        <w:t>Board of Trustees, St Mary’s</w:t>
      </w:r>
      <w:r w:rsidRPr="00975D6B">
        <w:rPr>
          <w:rFonts w:ascii="Museo 500" w:hAnsi="Museo 500"/>
          <w:spacing w:val="-1"/>
        </w:rPr>
        <w:t xml:space="preserve"> </w:t>
      </w:r>
      <w:r w:rsidRPr="00975D6B">
        <w:rPr>
          <w:rFonts w:ascii="Museo 500" w:hAnsi="Museo 500"/>
        </w:rPr>
        <w:t>College</w:t>
      </w:r>
    </w:p>
    <w:p w:rsidR="000227C2" w:rsidRPr="00975D6B" w:rsidRDefault="000227C2" w:rsidP="008D1197">
      <w:pPr>
        <w:pStyle w:val="BodyText"/>
        <w:spacing w:before="8"/>
        <w:rPr>
          <w:rFonts w:ascii="Museo 500" w:hAnsi="Museo 500"/>
        </w:rPr>
      </w:pPr>
    </w:p>
    <w:p w:rsidR="000227C2" w:rsidRPr="00975D6B" w:rsidRDefault="000227C2" w:rsidP="008D1197">
      <w:pPr>
        <w:tabs>
          <w:tab w:val="left" w:pos="5312"/>
          <w:tab w:val="left" w:pos="5878"/>
          <w:tab w:val="left" w:pos="6985"/>
          <w:tab w:val="left" w:pos="8455"/>
          <w:tab w:val="left" w:pos="9335"/>
        </w:tabs>
        <w:ind w:left="1200"/>
        <w:rPr>
          <w:rFonts w:ascii="Museo 500" w:hAnsi="Museo 500"/>
        </w:rPr>
      </w:pPr>
      <w:r w:rsidRPr="00975D6B">
        <w:rPr>
          <w:rFonts w:ascii="Museo 500" w:hAnsi="Museo 500"/>
          <w:b/>
          <w:color w:val="001F5F"/>
          <w:sz w:val="24"/>
          <w:szCs w:val="24"/>
        </w:rPr>
        <w:t>DIRECTLY</w:t>
      </w:r>
      <w:r w:rsidRPr="00975D6B">
        <w:rPr>
          <w:rFonts w:ascii="Museo 500" w:hAnsi="Museo 500"/>
          <w:b/>
          <w:color w:val="001F5F"/>
          <w:spacing w:val="-2"/>
          <w:sz w:val="24"/>
          <w:szCs w:val="24"/>
        </w:rPr>
        <w:t xml:space="preserve"> </w:t>
      </w:r>
      <w:r w:rsidRPr="00975D6B">
        <w:rPr>
          <w:rFonts w:ascii="Museo 500" w:hAnsi="Museo 500"/>
          <w:b/>
          <w:color w:val="001F5F"/>
          <w:sz w:val="24"/>
          <w:szCs w:val="24"/>
        </w:rPr>
        <w:t>RESPONSIBLE</w:t>
      </w:r>
      <w:r w:rsidRPr="00975D6B">
        <w:rPr>
          <w:rFonts w:ascii="Museo 500" w:hAnsi="Museo 500"/>
          <w:b/>
          <w:color w:val="001F5F"/>
          <w:spacing w:val="-2"/>
          <w:sz w:val="24"/>
          <w:szCs w:val="24"/>
        </w:rPr>
        <w:t xml:space="preserve"> </w:t>
      </w:r>
      <w:r w:rsidRPr="00975D6B">
        <w:rPr>
          <w:rFonts w:ascii="Museo 500" w:hAnsi="Museo 500"/>
          <w:b/>
          <w:color w:val="001F5F"/>
          <w:sz w:val="24"/>
          <w:szCs w:val="24"/>
        </w:rPr>
        <w:t>FOR:</w:t>
      </w:r>
      <w:r w:rsidRPr="00975D6B">
        <w:rPr>
          <w:rFonts w:ascii="Museo 500" w:hAnsi="Museo 500"/>
          <w:b/>
          <w:color w:val="001F5F"/>
        </w:rPr>
        <w:tab/>
      </w:r>
      <w:r w:rsidRPr="00975D6B">
        <w:rPr>
          <w:rFonts w:ascii="Museo 500" w:hAnsi="Museo 500"/>
        </w:rPr>
        <w:t>The</w:t>
      </w:r>
      <w:r w:rsidRPr="00975D6B">
        <w:rPr>
          <w:rFonts w:ascii="Museo 500" w:hAnsi="Museo 500"/>
        </w:rPr>
        <w:tab/>
        <w:t>students,</w:t>
      </w:r>
      <w:r w:rsidRPr="00975D6B">
        <w:rPr>
          <w:rFonts w:ascii="Museo 500" w:hAnsi="Museo 500"/>
        </w:rPr>
        <w:tab/>
        <w:t xml:space="preserve">school  </w:t>
      </w:r>
      <w:r w:rsidRPr="00975D6B">
        <w:rPr>
          <w:rFonts w:ascii="Museo 500" w:hAnsi="Museo 500"/>
          <w:spacing w:val="35"/>
        </w:rPr>
        <w:t xml:space="preserve"> </w:t>
      </w:r>
      <w:r w:rsidRPr="00975D6B">
        <w:rPr>
          <w:rFonts w:ascii="Museo 500" w:hAnsi="Museo 500"/>
        </w:rPr>
        <w:t>staff</w:t>
      </w:r>
      <w:r w:rsidRPr="00975D6B">
        <w:rPr>
          <w:rFonts w:ascii="Museo 500" w:hAnsi="Museo 500"/>
        </w:rPr>
        <w:tab/>
        <w:t>(senior</w:t>
      </w:r>
      <w:r w:rsidRPr="00975D6B">
        <w:rPr>
          <w:rFonts w:ascii="Museo 500" w:hAnsi="Museo 500"/>
        </w:rPr>
        <w:tab/>
        <w:t>leaders,</w:t>
      </w:r>
    </w:p>
    <w:p w:rsidR="000227C2" w:rsidRPr="00975D6B" w:rsidRDefault="000227C2" w:rsidP="008D1197">
      <w:pPr>
        <w:pStyle w:val="Heading3"/>
        <w:ind w:left="5312"/>
        <w:jc w:val="both"/>
        <w:rPr>
          <w:rFonts w:ascii="Museo 500" w:hAnsi="Museo 500"/>
          <w:sz w:val="22"/>
          <w:szCs w:val="22"/>
        </w:rPr>
      </w:pPr>
      <w:r w:rsidRPr="00975D6B">
        <w:rPr>
          <w:rFonts w:ascii="Museo 500" w:hAnsi="Museo 500"/>
          <w:sz w:val="22"/>
          <w:szCs w:val="22"/>
        </w:rPr>
        <w:t>teachers, support, ancillary, property staff)</w:t>
      </w:r>
    </w:p>
    <w:p w:rsidR="000227C2" w:rsidRPr="00975D6B" w:rsidRDefault="000227C2" w:rsidP="008D1197">
      <w:pPr>
        <w:pStyle w:val="BodyText"/>
        <w:spacing w:before="8"/>
        <w:rPr>
          <w:rFonts w:ascii="Museo 500" w:hAnsi="Museo 500"/>
        </w:rPr>
      </w:pPr>
    </w:p>
    <w:p w:rsidR="000227C2" w:rsidRPr="00975D6B" w:rsidRDefault="000227C2" w:rsidP="008D1197">
      <w:pPr>
        <w:tabs>
          <w:tab w:val="left" w:pos="5312"/>
        </w:tabs>
        <w:ind w:left="5312" w:right="1415" w:hanging="4112"/>
        <w:jc w:val="both"/>
        <w:rPr>
          <w:rFonts w:ascii="Museo 500" w:hAnsi="Museo 500"/>
          <w:b/>
          <w:color w:val="001F5F"/>
        </w:rPr>
      </w:pPr>
      <w:r w:rsidRPr="00975D6B">
        <w:rPr>
          <w:rFonts w:ascii="Museo 700" w:hAnsi="Museo 700"/>
          <w:b/>
          <w:color w:val="001F5F"/>
          <w:sz w:val="24"/>
          <w:szCs w:val="24"/>
        </w:rPr>
        <w:t>PRIMARY</w:t>
      </w:r>
      <w:r w:rsidRPr="00975D6B">
        <w:rPr>
          <w:rFonts w:ascii="Museo 700" w:hAnsi="Museo 700"/>
          <w:b/>
          <w:color w:val="001F5F"/>
          <w:spacing w:val="-2"/>
          <w:sz w:val="24"/>
          <w:szCs w:val="24"/>
        </w:rPr>
        <w:t xml:space="preserve"> </w:t>
      </w:r>
      <w:r w:rsidRPr="00975D6B">
        <w:rPr>
          <w:rFonts w:ascii="Museo 500" w:hAnsi="Museo 500"/>
          <w:b/>
          <w:color w:val="001F5F"/>
          <w:sz w:val="24"/>
          <w:szCs w:val="24"/>
        </w:rPr>
        <w:t>OBJECTIVES</w:t>
      </w:r>
      <w:r w:rsidRPr="00975D6B">
        <w:rPr>
          <w:rFonts w:ascii="Museo 700" w:hAnsi="Museo 700"/>
          <w:b/>
          <w:color w:val="001F5F"/>
          <w:sz w:val="24"/>
          <w:szCs w:val="24"/>
        </w:rPr>
        <w:t>:</w:t>
      </w:r>
      <w:r w:rsidRPr="00975D6B">
        <w:rPr>
          <w:rFonts w:ascii="Museo 500" w:hAnsi="Museo 500"/>
          <w:b/>
          <w:color w:val="001F5F"/>
        </w:rPr>
        <w:tab/>
      </w:r>
      <w:r w:rsidRPr="00975D6B">
        <w:rPr>
          <w:rFonts w:ascii="Museo 500" w:hAnsi="Museo 500"/>
          <w:b/>
        </w:rPr>
        <w:t xml:space="preserve">Special Character: </w:t>
      </w:r>
      <w:r w:rsidRPr="00975D6B">
        <w:rPr>
          <w:rFonts w:ascii="Museo 500" w:hAnsi="Museo 500"/>
        </w:rPr>
        <w:t>Maintain and develop our Special Catholic Character and Mercy values</w:t>
      </w:r>
      <w:r w:rsidRPr="00975D6B">
        <w:rPr>
          <w:rFonts w:ascii="Museo 500" w:hAnsi="Museo 500"/>
          <w:b/>
        </w:rPr>
        <w:t xml:space="preserve">  </w:t>
      </w:r>
    </w:p>
    <w:p w:rsidR="000227C2" w:rsidRPr="00975D6B" w:rsidRDefault="000227C2" w:rsidP="008D1197">
      <w:pPr>
        <w:tabs>
          <w:tab w:val="left" w:pos="5312"/>
        </w:tabs>
        <w:ind w:left="5312" w:right="1415" w:hanging="4112"/>
        <w:jc w:val="both"/>
        <w:rPr>
          <w:rFonts w:ascii="Museo 500" w:hAnsi="Museo 500"/>
          <w:b/>
        </w:rPr>
      </w:pPr>
    </w:p>
    <w:p w:rsidR="000227C2" w:rsidRPr="00975D6B" w:rsidRDefault="000227C2" w:rsidP="008D1197">
      <w:pPr>
        <w:tabs>
          <w:tab w:val="left" w:pos="5312"/>
        </w:tabs>
        <w:ind w:left="5312" w:right="1415" w:hanging="4112"/>
        <w:jc w:val="both"/>
        <w:rPr>
          <w:rFonts w:ascii="Museo 500" w:hAnsi="Museo 500"/>
        </w:rPr>
      </w:pPr>
      <w:r w:rsidRPr="00975D6B">
        <w:rPr>
          <w:rFonts w:ascii="Museo 500" w:hAnsi="Museo 500"/>
          <w:b/>
        </w:rPr>
        <w:tab/>
        <w:t xml:space="preserve">Culture: </w:t>
      </w:r>
      <w:r w:rsidRPr="00975D6B">
        <w:rPr>
          <w:rFonts w:ascii="Museo 500" w:hAnsi="Museo 500"/>
        </w:rPr>
        <w:t>Provide professional leadership that focuses the school culture on enhancing learning and</w:t>
      </w:r>
      <w:r w:rsidRPr="00975D6B">
        <w:rPr>
          <w:rFonts w:ascii="Museo 500" w:hAnsi="Museo 500"/>
          <w:spacing w:val="-2"/>
        </w:rPr>
        <w:t xml:space="preserve"> </w:t>
      </w:r>
      <w:r w:rsidRPr="00975D6B">
        <w:rPr>
          <w:rFonts w:ascii="Museo 500" w:hAnsi="Museo 500"/>
        </w:rPr>
        <w:t>teaching</w:t>
      </w:r>
    </w:p>
    <w:p w:rsidR="000227C2" w:rsidRPr="00975D6B" w:rsidRDefault="000227C2" w:rsidP="008D1197">
      <w:pPr>
        <w:pStyle w:val="BodyText"/>
        <w:spacing w:before="8"/>
        <w:rPr>
          <w:rFonts w:ascii="Museo 500" w:hAnsi="Museo 500"/>
        </w:rPr>
      </w:pPr>
    </w:p>
    <w:p w:rsidR="000227C2" w:rsidRPr="00975D6B" w:rsidRDefault="000227C2" w:rsidP="008D1197">
      <w:pPr>
        <w:pStyle w:val="Heading3"/>
        <w:ind w:left="5312" w:right="1412"/>
        <w:jc w:val="both"/>
        <w:rPr>
          <w:rFonts w:ascii="Museo 500" w:hAnsi="Museo 500"/>
          <w:sz w:val="22"/>
          <w:szCs w:val="22"/>
        </w:rPr>
      </w:pPr>
      <w:r w:rsidRPr="00975D6B">
        <w:rPr>
          <w:rFonts w:ascii="Museo 500" w:hAnsi="Museo 500"/>
          <w:b/>
          <w:sz w:val="22"/>
          <w:szCs w:val="22"/>
        </w:rPr>
        <w:t xml:space="preserve">Pedagogy: </w:t>
      </w:r>
      <w:r w:rsidRPr="00975D6B">
        <w:rPr>
          <w:rFonts w:ascii="Museo 500" w:hAnsi="Museo 500"/>
          <w:sz w:val="22"/>
          <w:szCs w:val="22"/>
        </w:rPr>
        <w:t>Create a learning environment in which there is an expectation that all students will experience success in learning</w:t>
      </w:r>
    </w:p>
    <w:p w:rsidR="000227C2" w:rsidRPr="00975D6B" w:rsidRDefault="000227C2" w:rsidP="008D1197">
      <w:pPr>
        <w:pStyle w:val="BodyText"/>
        <w:spacing w:before="10"/>
        <w:rPr>
          <w:rFonts w:ascii="Museo 500" w:hAnsi="Museo 500"/>
        </w:rPr>
      </w:pPr>
    </w:p>
    <w:p w:rsidR="000227C2" w:rsidRPr="00975D6B" w:rsidRDefault="000227C2" w:rsidP="008D1197">
      <w:pPr>
        <w:ind w:left="5312" w:right="1417"/>
        <w:jc w:val="both"/>
        <w:rPr>
          <w:rFonts w:ascii="Museo 500" w:hAnsi="Museo 500"/>
        </w:rPr>
      </w:pPr>
      <w:r w:rsidRPr="00975D6B">
        <w:rPr>
          <w:rFonts w:ascii="Museo 500" w:hAnsi="Museo 500"/>
          <w:b/>
        </w:rPr>
        <w:t xml:space="preserve">Systems: </w:t>
      </w:r>
      <w:r w:rsidRPr="00975D6B">
        <w:rPr>
          <w:rFonts w:ascii="Museo 500" w:hAnsi="Museo 500"/>
        </w:rPr>
        <w:t>Develop and use management systems to support and enhance student learning</w:t>
      </w:r>
    </w:p>
    <w:p w:rsidR="000227C2" w:rsidRPr="00975D6B" w:rsidRDefault="000227C2" w:rsidP="008D1197">
      <w:pPr>
        <w:pStyle w:val="BodyText"/>
        <w:spacing w:before="7"/>
        <w:rPr>
          <w:rFonts w:ascii="Museo 500" w:hAnsi="Museo 500"/>
        </w:rPr>
      </w:pPr>
    </w:p>
    <w:p w:rsidR="000227C2" w:rsidRPr="00975D6B" w:rsidRDefault="000227C2" w:rsidP="008D1197">
      <w:pPr>
        <w:spacing w:before="1"/>
        <w:ind w:left="5312" w:right="1414"/>
        <w:jc w:val="both"/>
        <w:rPr>
          <w:rFonts w:ascii="Museo 500" w:hAnsi="Museo 500"/>
        </w:rPr>
      </w:pPr>
      <w:r w:rsidRPr="00975D6B">
        <w:rPr>
          <w:rFonts w:ascii="Museo 500" w:hAnsi="Museo 500"/>
          <w:b/>
        </w:rPr>
        <w:t xml:space="preserve">Partnerships and Networks: </w:t>
      </w:r>
      <w:r w:rsidRPr="00975D6B">
        <w:rPr>
          <w:rFonts w:ascii="Museo 500" w:hAnsi="Museo 500"/>
        </w:rPr>
        <w:t>Strengthen communication and relationships to enhance student learning</w:t>
      </w:r>
    </w:p>
    <w:p w:rsidR="000227C2" w:rsidRPr="00975D6B" w:rsidRDefault="000227C2" w:rsidP="008D1197">
      <w:pPr>
        <w:pStyle w:val="BodyText"/>
        <w:spacing w:before="7"/>
        <w:rPr>
          <w:rFonts w:ascii="Museo 500" w:hAnsi="Museo 500"/>
        </w:rPr>
      </w:pPr>
    </w:p>
    <w:p w:rsidR="000227C2" w:rsidRPr="00975D6B" w:rsidRDefault="000227C2" w:rsidP="008D1197">
      <w:pPr>
        <w:pStyle w:val="Heading3"/>
        <w:tabs>
          <w:tab w:val="left" w:pos="5312"/>
        </w:tabs>
        <w:spacing w:before="1"/>
        <w:ind w:left="5312" w:right="1416" w:hanging="4112"/>
        <w:jc w:val="both"/>
        <w:rPr>
          <w:rFonts w:ascii="Museo 500" w:hAnsi="Museo 500"/>
          <w:sz w:val="22"/>
          <w:szCs w:val="22"/>
        </w:rPr>
      </w:pPr>
      <w:r w:rsidRPr="00975D6B">
        <w:rPr>
          <w:rFonts w:ascii="Museo 500" w:hAnsi="Museo 500"/>
          <w:b/>
          <w:color w:val="001F5F"/>
        </w:rPr>
        <w:t>RESPONSIBLE</w:t>
      </w:r>
      <w:r w:rsidRPr="00975D6B">
        <w:rPr>
          <w:rFonts w:ascii="Museo 500" w:hAnsi="Museo 500"/>
          <w:b/>
          <w:color w:val="001F5F"/>
          <w:spacing w:val="-1"/>
        </w:rPr>
        <w:t xml:space="preserve"> </w:t>
      </w:r>
      <w:r w:rsidRPr="00975D6B">
        <w:rPr>
          <w:rFonts w:ascii="Museo 500" w:hAnsi="Museo 500"/>
          <w:b/>
          <w:color w:val="001F5F"/>
        </w:rPr>
        <w:t>FOR:</w:t>
      </w:r>
      <w:r w:rsidRPr="00975D6B">
        <w:rPr>
          <w:rFonts w:ascii="Museo 500" w:hAnsi="Museo 500"/>
          <w:b/>
          <w:color w:val="001F5F"/>
          <w:sz w:val="22"/>
          <w:szCs w:val="22"/>
        </w:rPr>
        <w:tab/>
      </w:r>
      <w:r w:rsidRPr="00975D6B">
        <w:rPr>
          <w:rFonts w:ascii="Museo 500" w:hAnsi="Museo 500"/>
          <w:sz w:val="22"/>
          <w:szCs w:val="22"/>
        </w:rPr>
        <w:t>The effective operation of the school, as per the job description, MOE compliance and legal requirements</w:t>
      </w:r>
    </w:p>
    <w:p w:rsidR="000227C2" w:rsidRPr="00975D6B" w:rsidRDefault="000227C2" w:rsidP="008D1197">
      <w:pPr>
        <w:pStyle w:val="BodyText"/>
        <w:spacing w:before="7"/>
        <w:rPr>
          <w:rFonts w:ascii="Museo 500" w:hAnsi="Museo 500"/>
        </w:rPr>
      </w:pPr>
    </w:p>
    <w:p w:rsidR="000227C2" w:rsidRPr="00975D6B" w:rsidRDefault="000227C2" w:rsidP="008D1197">
      <w:pPr>
        <w:tabs>
          <w:tab w:val="left" w:pos="5319"/>
        </w:tabs>
        <w:ind w:left="1200"/>
        <w:rPr>
          <w:rFonts w:ascii="Museo 500" w:hAnsi="Museo 500"/>
        </w:rPr>
      </w:pPr>
      <w:r w:rsidRPr="00975D6B">
        <w:rPr>
          <w:rFonts w:ascii="Museo 500" w:hAnsi="Museo 500"/>
          <w:b/>
          <w:color w:val="001F5F"/>
          <w:sz w:val="24"/>
          <w:szCs w:val="24"/>
        </w:rPr>
        <w:t>COMMITTED</w:t>
      </w:r>
      <w:r w:rsidRPr="00975D6B">
        <w:rPr>
          <w:rFonts w:ascii="Museo 500" w:hAnsi="Museo 500"/>
          <w:b/>
          <w:color w:val="001F5F"/>
          <w:spacing w:val="-3"/>
          <w:sz w:val="24"/>
          <w:szCs w:val="24"/>
        </w:rPr>
        <w:t xml:space="preserve"> </w:t>
      </w:r>
      <w:r w:rsidRPr="00975D6B">
        <w:rPr>
          <w:rFonts w:ascii="Museo 500" w:hAnsi="Museo 500"/>
          <w:b/>
          <w:color w:val="001F5F"/>
          <w:sz w:val="24"/>
          <w:szCs w:val="24"/>
        </w:rPr>
        <w:t>TO:</w:t>
      </w:r>
      <w:r w:rsidRPr="00975D6B">
        <w:rPr>
          <w:rFonts w:ascii="Museo 500" w:hAnsi="Museo 500"/>
          <w:b/>
          <w:color w:val="001F5F"/>
        </w:rPr>
        <w:tab/>
      </w:r>
      <w:r w:rsidRPr="00975D6B">
        <w:rPr>
          <w:rFonts w:ascii="Museo 500" w:hAnsi="Museo 500"/>
        </w:rPr>
        <w:t>The Catholic education of young</w:t>
      </w:r>
      <w:r w:rsidRPr="00975D6B">
        <w:rPr>
          <w:rFonts w:ascii="Museo 500" w:hAnsi="Museo 500"/>
          <w:spacing w:val="-2"/>
        </w:rPr>
        <w:t xml:space="preserve"> </w:t>
      </w:r>
      <w:r w:rsidRPr="00975D6B">
        <w:rPr>
          <w:rFonts w:ascii="Museo 500" w:hAnsi="Museo 500"/>
        </w:rPr>
        <w:t>women;</w:t>
      </w:r>
    </w:p>
    <w:p w:rsidR="000227C2" w:rsidRPr="00975D6B" w:rsidRDefault="000227C2" w:rsidP="008D1197">
      <w:pPr>
        <w:pStyle w:val="BodyText"/>
        <w:rPr>
          <w:rFonts w:ascii="Museo 500" w:hAnsi="Museo 500"/>
        </w:rPr>
      </w:pPr>
    </w:p>
    <w:p w:rsidR="000227C2" w:rsidRPr="00975D6B" w:rsidRDefault="000227C2" w:rsidP="008D1197">
      <w:pPr>
        <w:pStyle w:val="Heading3"/>
        <w:ind w:left="5345"/>
        <w:jc w:val="both"/>
        <w:rPr>
          <w:rFonts w:ascii="Museo 500" w:hAnsi="Museo 500"/>
          <w:sz w:val="22"/>
          <w:szCs w:val="22"/>
        </w:rPr>
      </w:pPr>
      <w:r w:rsidRPr="00975D6B">
        <w:rPr>
          <w:rFonts w:ascii="Museo 500" w:hAnsi="Museo 500"/>
          <w:sz w:val="22"/>
          <w:szCs w:val="22"/>
        </w:rPr>
        <w:t>The Mercy charism, upholding the Mercy values</w:t>
      </w:r>
    </w:p>
    <w:p w:rsidR="000227C2" w:rsidRPr="00975D6B" w:rsidRDefault="000227C2" w:rsidP="008D1197">
      <w:pPr>
        <w:pStyle w:val="ListParagraph"/>
        <w:numPr>
          <w:ilvl w:val="0"/>
          <w:numId w:val="29"/>
        </w:numPr>
        <w:tabs>
          <w:tab w:val="left" w:pos="5442"/>
        </w:tabs>
        <w:ind w:hanging="129"/>
        <w:jc w:val="both"/>
        <w:rPr>
          <w:rFonts w:ascii="Museo 500" w:hAnsi="Museo 500"/>
        </w:rPr>
      </w:pPr>
      <w:r w:rsidRPr="00975D6B">
        <w:rPr>
          <w:rFonts w:ascii="Museo 500" w:hAnsi="Museo 500"/>
        </w:rPr>
        <w:t>Respect for human</w:t>
      </w:r>
      <w:r w:rsidRPr="00975D6B">
        <w:rPr>
          <w:rFonts w:ascii="Museo 500" w:hAnsi="Museo 500"/>
          <w:spacing w:val="-3"/>
        </w:rPr>
        <w:t xml:space="preserve"> </w:t>
      </w:r>
      <w:r w:rsidRPr="00975D6B">
        <w:rPr>
          <w:rFonts w:ascii="Museo 500" w:hAnsi="Museo 500"/>
        </w:rPr>
        <w:t>dignity</w:t>
      </w:r>
    </w:p>
    <w:p w:rsidR="000227C2" w:rsidRPr="00975D6B" w:rsidRDefault="000227C2" w:rsidP="008D1197">
      <w:pPr>
        <w:pStyle w:val="ListParagraph"/>
        <w:numPr>
          <w:ilvl w:val="0"/>
          <w:numId w:val="29"/>
        </w:numPr>
        <w:tabs>
          <w:tab w:val="left" w:pos="5442"/>
        </w:tabs>
        <w:ind w:hanging="129"/>
        <w:jc w:val="both"/>
        <w:rPr>
          <w:rFonts w:ascii="Museo 500" w:hAnsi="Museo 500"/>
        </w:rPr>
      </w:pPr>
      <w:r w:rsidRPr="00975D6B">
        <w:rPr>
          <w:rFonts w:ascii="Museo 500" w:hAnsi="Museo 500"/>
        </w:rPr>
        <w:t>Compassion</w:t>
      </w:r>
    </w:p>
    <w:p w:rsidR="000227C2" w:rsidRPr="00975D6B" w:rsidRDefault="000227C2" w:rsidP="008D1197">
      <w:pPr>
        <w:pStyle w:val="ListParagraph"/>
        <w:numPr>
          <w:ilvl w:val="0"/>
          <w:numId w:val="29"/>
        </w:numPr>
        <w:tabs>
          <w:tab w:val="left" w:pos="5442"/>
        </w:tabs>
        <w:ind w:hanging="129"/>
        <w:jc w:val="both"/>
        <w:rPr>
          <w:rFonts w:ascii="Museo 500" w:hAnsi="Museo 500"/>
        </w:rPr>
      </w:pPr>
      <w:r w:rsidRPr="00975D6B">
        <w:rPr>
          <w:rFonts w:ascii="Museo 500" w:hAnsi="Museo 500"/>
        </w:rPr>
        <w:t>Excellence</w:t>
      </w:r>
    </w:p>
    <w:p w:rsidR="000227C2" w:rsidRPr="00975D6B" w:rsidRDefault="000227C2" w:rsidP="008D1197">
      <w:pPr>
        <w:pStyle w:val="ListParagraph"/>
        <w:numPr>
          <w:ilvl w:val="0"/>
          <w:numId w:val="29"/>
        </w:numPr>
        <w:tabs>
          <w:tab w:val="left" w:pos="5497"/>
        </w:tabs>
        <w:spacing w:before="1"/>
        <w:ind w:left="5497"/>
        <w:jc w:val="both"/>
        <w:rPr>
          <w:rFonts w:ascii="Museo 500" w:hAnsi="Museo 500"/>
        </w:rPr>
      </w:pPr>
      <w:r w:rsidRPr="00975D6B">
        <w:rPr>
          <w:rFonts w:ascii="Museo 500" w:hAnsi="Museo 500"/>
        </w:rPr>
        <w:t>Service</w:t>
      </w:r>
    </w:p>
    <w:p w:rsidR="000227C2" w:rsidRPr="00975D6B" w:rsidRDefault="000227C2" w:rsidP="008D1197">
      <w:pPr>
        <w:pStyle w:val="ListParagraph"/>
        <w:numPr>
          <w:ilvl w:val="0"/>
          <w:numId w:val="29"/>
        </w:numPr>
        <w:tabs>
          <w:tab w:val="left" w:pos="5442"/>
        </w:tabs>
        <w:ind w:right="118" w:hanging="129"/>
        <w:rPr>
          <w:rFonts w:ascii="Museo 500" w:hAnsi="Museo 500"/>
        </w:rPr>
      </w:pPr>
      <w:r w:rsidRPr="00975D6B">
        <w:rPr>
          <w:rFonts w:ascii="Museo 500" w:hAnsi="Museo 500"/>
        </w:rPr>
        <w:t>Justice</w:t>
      </w:r>
    </w:p>
    <w:p w:rsidR="000227C2" w:rsidRPr="00975D6B" w:rsidRDefault="000227C2" w:rsidP="008D1197">
      <w:pPr>
        <w:pStyle w:val="ListParagraph"/>
        <w:numPr>
          <w:ilvl w:val="0"/>
          <w:numId w:val="29"/>
        </w:numPr>
        <w:tabs>
          <w:tab w:val="left" w:pos="5442"/>
        </w:tabs>
        <w:spacing w:before="1"/>
        <w:ind w:hanging="129"/>
        <w:jc w:val="both"/>
        <w:rPr>
          <w:rFonts w:ascii="Museo 500" w:hAnsi="Museo 500"/>
        </w:rPr>
      </w:pPr>
      <w:r w:rsidRPr="00975D6B">
        <w:rPr>
          <w:rFonts w:ascii="Museo 500" w:hAnsi="Museo 500"/>
        </w:rPr>
        <w:t>Care of the poor and</w:t>
      </w:r>
      <w:r w:rsidRPr="00975D6B">
        <w:rPr>
          <w:rFonts w:ascii="Museo 500" w:hAnsi="Museo 500"/>
          <w:spacing w:val="-4"/>
        </w:rPr>
        <w:t xml:space="preserve"> </w:t>
      </w:r>
      <w:r w:rsidRPr="00975D6B">
        <w:rPr>
          <w:rFonts w:ascii="Museo 500" w:hAnsi="Museo 500"/>
        </w:rPr>
        <w:t>vulnerable</w:t>
      </w:r>
    </w:p>
    <w:p w:rsidR="000227C2" w:rsidRPr="00975D6B" w:rsidRDefault="000227C2" w:rsidP="008D1197">
      <w:pPr>
        <w:tabs>
          <w:tab w:val="left" w:pos="5312"/>
          <w:tab w:val="left" w:pos="5880"/>
          <w:tab w:val="left" w:pos="6661"/>
          <w:tab w:val="left" w:pos="7064"/>
          <w:tab w:val="left" w:pos="8163"/>
          <w:tab w:val="left" w:pos="9470"/>
        </w:tabs>
        <w:spacing w:before="199"/>
        <w:ind w:left="1200"/>
        <w:rPr>
          <w:rFonts w:ascii="Museo 500" w:hAnsi="Museo 500"/>
        </w:rPr>
      </w:pPr>
      <w:r w:rsidRPr="00975D6B">
        <w:rPr>
          <w:rFonts w:ascii="Museo 500" w:hAnsi="Museo 500"/>
          <w:b/>
          <w:color w:val="001F5F"/>
        </w:rPr>
        <w:t>EFFECTIVE</w:t>
      </w:r>
      <w:r w:rsidRPr="00975D6B">
        <w:rPr>
          <w:rFonts w:ascii="Museo 500" w:hAnsi="Museo 500"/>
          <w:b/>
          <w:color w:val="001F5F"/>
          <w:spacing w:val="-3"/>
        </w:rPr>
        <w:t xml:space="preserve"> </w:t>
      </w:r>
      <w:r w:rsidRPr="00975D6B">
        <w:rPr>
          <w:rFonts w:ascii="Museo 500" w:hAnsi="Museo 500"/>
          <w:b/>
          <w:color w:val="001F5F"/>
        </w:rPr>
        <w:t>RELATIONSHIPS</w:t>
      </w:r>
      <w:r w:rsidRPr="00975D6B">
        <w:rPr>
          <w:rFonts w:ascii="Museo 500" w:hAnsi="Museo 500"/>
          <w:b/>
          <w:color w:val="001F5F"/>
          <w:spacing w:val="-3"/>
        </w:rPr>
        <w:t xml:space="preserve"> </w:t>
      </w:r>
      <w:r w:rsidRPr="00975D6B">
        <w:rPr>
          <w:rFonts w:ascii="Museo 500" w:hAnsi="Museo 500"/>
          <w:b/>
          <w:color w:val="001F5F"/>
        </w:rPr>
        <w:t>WITH:</w:t>
      </w:r>
      <w:r w:rsidRPr="00975D6B">
        <w:rPr>
          <w:rFonts w:ascii="Museo 500" w:hAnsi="Museo 500"/>
          <w:b/>
          <w:color w:val="001F5F"/>
        </w:rPr>
        <w:tab/>
      </w:r>
      <w:r w:rsidRPr="00975D6B">
        <w:rPr>
          <w:rFonts w:ascii="Museo 500" w:hAnsi="Museo 500"/>
        </w:rPr>
        <w:t>The</w:t>
      </w:r>
      <w:r w:rsidRPr="00975D6B">
        <w:rPr>
          <w:rFonts w:ascii="Museo 500" w:hAnsi="Museo 500"/>
        </w:rPr>
        <w:tab/>
        <w:t>Board</w:t>
      </w:r>
      <w:r w:rsidRPr="00975D6B">
        <w:rPr>
          <w:rFonts w:ascii="Museo 500" w:hAnsi="Museo 500"/>
        </w:rPr>
        <w:tab/>
        <w:t>of</w:t>
      </w:r>
      <w:r w:rsidRPr="00975D6B">
        <w:rPr>
          <w:rFonts w:ascii="Museo 500" w:hAnsi="Museo 500"/>
        </w:rPr>
        <w:tab/>
        <w:t>Trustees,</w:t>
      </w:r>
      <w:r w:rsidRPr="00975D6B">
        <w:rPr>
          <w:rFonts w:ascii="Museo 500" w:hAnsi="Museo 500"/>
        </w:rPr>
        <w:tab/>
        <w:t>Proprietors</w:t>
      </w:r>
      <w:r w:rsidRPr="00975D6B">
        <w:rPr>
          <w:rFonts w:ascii="Museo 500" w:hAnsi="Museo 500"/>
        </w:rPr>
        <w:tab/>
        <w:t>Board,</w:t>
      </w:r>
    </w:p>
    <w:p w:rsidR="000227C2" w:rsidRPr="00975D6B" w:rsidRDefault="000227C2" w:rsidP="008D1197">
      <w:pPr>
        <w:pStyle w:val="Heading3"/>
        <w:ind w:left="5312" w:right="1413"/>
        <w:jc w:val="both"/>
        <w:rPr>
          <w:rFonts w:ascii="Museo 500" w:hAnsi="Museo 500"/>
          <w:sz w:val="22"/>
          <w:szCs w:val="22"/>
        </w:rPr>
      </w:pPr>
      <w:r w:rsidRPr="00975D6B">
        <w:rPr>
          <w:rFonts w:ascii="Museo 500" w:hAnsi="Museo 500"/>
          <w:sz w:val="22"/>
          <w:szCs w:val="22"/>
        </w:rPr>
        <w:t>Catholic stakeholders, Mercy educational networks, students, staff, contractors, parents, community, education agencies, local schools</w:t>
      </w:r>
    </w:p>
    <w:p w:rsidR="000227C2" w:rsidRDefault="000227C2" w:rsidP="008D1197">
      <w:pPr>
        <w:jc w:val="both"/>
        <w:rPr>
          <w:rFonts w:ascii="Museo 500" w:hAnsi="Museo 500"/>
        </w:rPr>
      </w:pPr>
    </w:p>
    <w:p w:rsidR="000227C2" w:rsidRDefault="000227C2" w:rsidP="008D1197">
      <w:pPr>
        <w:jc w:val="both"/>
        <w:rPr>
          <w:rFonts w:ascii="Museo 500" w:hAnsi="Museo 500"/>
        </w:rPr>
      </w:pPr>
    </w:p>
    <w:p w:rsidR="000227C2" w:rsidRPr="00544A02" w:rsidRDefault="000227C2" w:rsidP="008D1197">
      <w:pPr>
        <w:jc w:val="both"/>
        <w:rPr>
          <w:rFonts w:ascii="Museo 500" w:hAnsi="Museo 500"/>
        </w:rPr>
        <w:sectPr w:rsidR="000227C2" w:rsidRPr="00544A02">
          <w:pgSz w:w="11910" w:h="16850"/>
          <w:pgMar w:top="1120" w:right="140" w:bottom="1020" w:left="240" w:header="458" w:footer="837" w:gutter="0"/>
          <w:cols w:space="720"/>
        </w:sectPr>
      </w:pPr>
    </w:p>
    <w:p w:rsidR="000227C2" w:rsidRPr="00544A02" w:rsidRDefault="000227C2" w:rsidP="008D1197">
      <w:pPr>
        <w:pStyle w:val="BodyText"/>
        <w:spacing w:before="11"/>
        <w:rPr>
          <w:rFonts w:ascii="Museo 500" w:hAnsi="Museo 500"/>
          <w:sz w:val="12"/>
        </w:rPr>
      </w:pPr>
    </w:p>
    <w:p w:rsidR="000227C2" w:rsidRPr="00285352" w:rsidRDefault="000227C2" w:rsidP="00027014">
      <w:pPr>
        <w:pStyle w:val="ListParagraph"/>
        <w:numPr>
          <w:ilvl w:val="0"/>
          <w:numId w:val="28"/>
        </w:numPr>
        <w:tabs>
          <w:tab w:val="left" w:pos="550"/>
        </w:tabs>
        <w:spacing w:before="100" w:line="276" w:lineRule="auto"/>
        <w:ind w:left="550" w:right="103" w:hanging="537"/>
        <w:rPr>
          <w:rFonts w:ascii="Museo 500" w:hAnsi="Museo 500"/>
          <w:b/>
          <w:color w:val="17365D"/>
          <w:sz w:val="30"/>
        </w:rPr>
      </w:pPr>
      <w:r w:rsidRPr="00285352">
        <w:rPr>
          <w:rFonts w:ascii="Museo 500" w:hAnsi="Museo 500"/>
          <w:b/>
          <w:color w:val="17365D"/>
          <w:sz w:val="30"/>
        </w:rPr>
        <w:t>Culture: Provide professional leadership that focuses the school culture on enhancing teaching and learning</w:t>
      </w:r>
      <w:r>
        <w:rPr>
          <w:rFonts w:ascii="Museo 500" w:hAnsi="Museo 500"/>
          <w:b/>
          <w:color w:val="17365D"/>
          <w:sz w:val="30"/>
        </w:rPr>
        <w:br/>
      </w: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4254"/>
        <w:gridCol w:w="9640"/>
      </w:tblGrid>
      <w:tr w:rsidR="000227C2" w:rsidRPr="00285352" w:rsidTr="005C3EEF">
        <w:trPr>
          <w:trHeight w:val="346"/>
        </w:trPr>
        <w:tc>
          <w:tcPr>
            <w:tcW w:w="4254" w:type="dxa"/>
            <w:shd w:val="clear" w:color="auto" w:fill="365F91"/>
          </w:tcPr>
          <w:p w:rsidR="000227C2" w:rsidRPr="003F4234" w:rsidRDefault="000227C2" w:rsidP="003F4234">
            <w:pPr>
              <w:pStyle w:val="TableParagraph"/>
              <w:spacing w:before="1"/>
              <w:ind w:left="108" w:right="323"/>
              <w:jc w:val="center"/>
              <w:rPr>
                <w:rFonts w:ascii="Museo 500" w:hAnsi="Museo 500"/>
                <w:b/>
                <w:color w:val="FFFFFF"/>
                <w:sz w:val="24"/>
              </w:rPr>
            </w:pPr>
            <w:r w:rsidRPr="003F4234">
              <w:rPr>
                <w:rFonts w:ascii="Museo 500" w:hAnsi="Museo 500"/>
                <w:b/>
                <w:color w:val="FFFFFF"/>
                <w:sz w:val="24"/>
              </w:rPr>
              <w:t>Professional Standards</w:t>
            </w:r>
          </w:p>
        </w:tc>
        <w:tc>
          <w:tcPr>
            <w:tcW w:w="9640" w:type="dxa"/>
            <w:shd w:val="clear" w:color="auto" w:fill="365F91"/>
          </w:tcPr>
          <w:p w:rsidR="000227C2" w:rsidRPr="003F4234" w:rsidRDefault="000227C2" w:rsidP="003F4234">
            <w:pPr>
              <w:pStyle w:val="TableParagraph"/>
              <w:tabs>
                <w:tab w:val="left" w:pos="468"/>
              </w:tabs>
              <w:spacing w:before="1" w:line="276" w:lineRule="auto"/>
              <w:ind w:left="467" w:right="477" w:hanging="360"/>
              <w:jc w:val="center"/>
              <w:rPr>
                <w:rFonts w:ascii="Museo 500" w:hAnsi="Museo 500"/>
                <w:b/>
                <w:color w:val="FFFFFF"/>
                <w:sz w:val="24"/>
              </w:rPr>
            </w:pPr>
            <w:r w:rsidRPr="003F4234">
              <w:rPr>
                <w:rFonts w:ascii="Museo 500" w:hAnsi="Museo 500"/>
                <w:b/>
                <w:color w:val="FFFFFF"/>
                <w:sz w:val="24"/>
              </w:rPr>
              <w:t>Indicators</w:t>
            </w:r>
          </w:p>
        </w:tc>
      </w:tr>
      <w:tr w:rsidR="000227C2" w:rsidRPr="00285352" w:rsidTr="005C3EEF">
        <w:trPr>
          <w:trHeight w:val="1750"/>
        </w:trPr>
        <w:tc>
          <w:tcPr>
            <w:tcW w:w="4254" w:type="dxa"/>
          </w:tcPr>
          <w:p w:rsidR="000227C2" w:rsidRPr="00027014" w:rsidRDefault="000227C2" w:rsidP="005C3A32">
            <w:pPr>
              <w:pStyle w:val="TableParagraph"/>
              <w:spacing w:before="1"/>
              <w:ind w:left="108" w:right="323"/>
              <w:rPr>
                <w:rFonts w:ascii="Museo 500" w:hAnsi="Museo 500"/>
                <w:b/>
                <w:sz w:val="24"/>
              </w:rPr>
            </w:pPr>
            <w:r w:rsidRPr="00027014">
              <w:rPr>
                <w:rFonts w:ascii="Museo 500" w:hAnsi="Museo 500"/>
                <w:b/>
                <w:sz w:val="24"/>
              </w:rPr>
              <w:t>Establish in collaboration with staff, students and other stakeholders, a commitment to purpose and vision which is embedded in the Gospel and energises their work.</w:t>
            </w:r>
          </w:p>
        </w:tc>
        <w:tc>
          <w:tcPr>
            <w:tcW w:w="9640" w:type="dxa"/>
          </w:tcPr>
          <w:p w:rsidR="000227C2" w:rsidRPr="00285352" w:rsidRDefault="000227C2" w:rsidP="005C3A32">
            <w:pPr>
              <w:pStyle w:val="TableParagraph"/>
              <w:numPr>
                <w:ilvl w:val="0"/>
                <w:numId w:val="27"/>
              </w:numPr>
              <w:tabs>
                <w:tab w:val="left" w:pos="468"/>
              </w:tabs>
              <w:spacing w:before="1" w:line="276" w:lineRule="auto"/>
              <w:ind w:right="477"/>
              <w:rPr>
                <w:rFonts w:ascii="Museo 500" w:hAnsi="Museo 500"/>
                <w:sz w:val="24"/>
              </w:rPr>
            </w:pPr>
            <w:r w:rsidRPr="00285352">
              <w:rPr>
                <w:rFonts w:ascii="Museo 500" w:hAnsi="Museo 500"/>
                <w:sz w:val="24"/>
              </w:rPr>
              <w:t xml:space="preserve">Fully engage in opportunities to increase understanding and practical applications of the Gospels </w:t>
            </w:r>
          </w:p>
          <w:p w:rsidR="000227C2" w:rsidRPr="00285352" w:rsidRDefault="000227C2" w:rsidP="005C3A32">
            <w:pPr>
              <w:pStyle w:val="TableParagraph"/>
              <w:numPr>
                <w:ilvl w:val="0"/>
                <w:numId w:val="27"/>
              </w:numPr>
              <w:tabs>
                <w:tab w:val="left" w:pos="468"/>
              </w:tabs>
              <w:spacing w:before="1" w:line="276" w:lineRule="auto"/>
              <w:ind w:right="477"/>
              <w:rPr>
                <w:rFonts w:ascii="Museo 500" w:hAnsi="Museo 500"/>
                <w:sz w:val="24"/>
              </w:rPr>
            </w:pPr>
            <w:r w:rsidRPr="00285352">
              <w:rPr>
                <w:rFonts w:ascii="Museo 500" w:hAnsi="Museo 500"/>
                <w:sz w:val="24"/>
              </w:rPr>
              <w:t>Demonstrate through actions a personal commitment to bringing the Gospels into the Leadership of the College.</w:t>
            </w:r>
          </w:p>
        </w:tc>
      </w:tr>
      <w:tr w:rsidR="000227C2" w:rsidRPr="00285352" w:rsidTr="005C3EEF">
        <w:trPr>
          <w:trHeight w:val="3033"/>
        </w:trPr>
        <w:tc>
          <w:tcPr>
            <w:tcW w:w="4254" w:type="dxa"/>
          </w:tcPr>
          <w:p w:rsidR="000227C2" w:rsidRPr="00027014" w:rsidRDefault="000227C2" w:rsidP="005C3A32">
            <w:pPr>
              <w:pStyle w:val="TableParagraph"/>
              <w:spacing w:before="1"/>
              <w:ind w:left="108" w:right="323"/>
              <w:rPr>
                <w:rFonts w:ascii="Museo 500" w:hAnsi="Museo 500"/>
                <w:b/>
                <w:sz w:val="24"/>
              </w:rPr>
            </w:pPr>
            <w:r w:rsidRPr="00027014">
              <w:rPr>
                <w:rFonts w:ascii="Museo 500" w:hAnsi="Museo 500"/>
                <w:b/>
                <w:sz w:val="24"/>
              </w:rPr>
              <w:t>Develop culture amongst Senior Leadership Team as being leaders of learning</w:t>
            </w:r>
          </w:p>
        </w:tc>
        <w:tc>
          <w:tcPr>
            <w:tcW w:w="9640" w:type="dxa"/>
          </w:tcPr>
          <w:p w:rsidR="000227C2" w:rsidRPr="00285352" w:rsidRDefault="000227C2" w:rsidP="005C3A32">
            <w:pPr>
              <w:pStyle w:val="TableParagraph"/>
              <w:numPr>
                <w:ilvl w:val="0"/>
                <w:numId w:val="27"/>
              </w:numPr>
              <w:tabs>
                <w:tab w:val="left" w:pos="468"/>
              </w:tabs>
              <w:spacing w:before="1" w:line="276" w:lineRule="auto"/>
              <w:ind w:right="477"/>
              <w:rPr>
                <w:rFonts w:ascii="Museo 500" w:hAnsi="Museo 500"/>
                <w:sz w:val="24"/>
              </w:rPr>
            </w:pPr>
            <w:r w:rsidRPr="00285352">
              <w:rPr>
                <w:rFonts w:ascii="Museo 500" w:hAnsi="Museo 500"/>
                <w:sz w:val="24"/>
              </w:rPr>
              <w:t>Have professional discussions with the leadership team that highlight areas for leadership growth</w:t>
            </w:r>
          </w:p>
          <w:p w:rsidR="000227C2" w:rsidRPr="00285352" w:rsidRDefault="000227C2" w:rsidP="005C3A32">
            <w:pPr>
              <w:pStyle w:val="TableParagraph"/>
              <w:numPr>
                <w:ilvl w:val="0"/>
                <w:numId w:val="27"/>
              </w:numPr>
              <w:tabs>
                <w:tab w:val="left" w:pos="468"/>
              </w:tabs>
              <w:spacing w:before="1" w:line="276" w:lineRule="auto"/>
              <w:ind w:right="477"/>
              <w:rPr>
                <w:rFonts w:ascii="Museo 500" w:hAnsi="Museo 500"/>
                <w:sz w:val="24"/>
              </w:rPr>
            </w:pPr>
            <w:r w:rsidRPr="00285352">
              <w:rPr>
                <w:rFonts w:ascii="Museo 500" w:hAnsi="Museo 500"/>
                <w:sz w:val="24"/>
              </w:rPr>
              <w:t>Provide opportunities for Leadership Team to demonstrate leadership</w:t>
            </w:r>
          </w:p>
        </w:tc>
      </w:tr>
      <w:tr w:rsidR="000227C2" w:rsidRPr="00285352" w:rsidTr="005C3EEF">
        <w:trPr>
          <w:trHeight w:val="828"/>
        </w:trPr>
        <w:tc>
          <w:tcPr>
            <w:tcW w:w="4254" w:type="dxa"/>
          </w:tcPr>
          <w:p w:rsidR="000227C2" w:rsidRPr="00027014" w:rsidRDefault="000227C2" w:rsidP="005C3A32">
            <w:pPr>
              <w:pStyle w:val="TableParagraph"/>
              <w:spacing w:before="1"/>
              <w:ind w:left="108" w:right="323"/>
              <w:rPr>
                <w:rFonts w:ascii="Museo 500" w:hAnsi="Museo 500"/>
                <w:b/>
                <w:sz w:val="24"/>
              </w:rPr>
            </w:pPr>
            <w:r w:rsidRPr="00027014">
              <w:rPr>
                <w:rFonts w:ascii="Museo 500" w:hAnsi="Museo 500"/>
                <w:b/>
                <w:sz w:val="24"/>
              </w:rPr>
              <w:t>Promoting Mercy culture within curricular programmes</w:t>
            </w:r>
          </w:p>
        </w:tc>
        <w:tc>
          <w:tcPr>
            <w:tcW w:w="9640" w:type="dxa"/>
          </w:tcPr>
          <w:p w:rsidR="000227C2" w:rsidRPr="001F1EF7" w:rsidRDefault="000227C2" w:rsidP="001F1EF7">
            <w:pPr>
              <w:pStyle w:val="TableParagraph"/>
              <w:numPr>
                <w:ilvl w:val="0"/>
                <w:numId w:val="27"/>
              </w:numPr>
              <w:tabs>
                <w:tab w:val="left" w:pos="468"/>
              </w:tabs>
              <w:spacing w:before="1" w:line="276" w:lineRule="auto"/>
              <w:ind w:right="477"/>
              <w:rPr>
                <w:rFonts w:ascii="Museo 500" w:hAnsi="Museo 500"/>
              </w:rPr>
            </w:pPr>
            <w:r w:rsidRPr="001F1EF7">
              <w:rPr>
                <w:rFonts w:ascii="Museo 500" w:hAnsi="Museo 500"/>
              </w:rPr>
              <w:t>Embed Mercy values through Annual Faculty goals and discussion at Annual Faculty Reviews.</w:t>
            </w:r>
          </w:p>
          <w:p w:rsidR="000227C2" w:rsidRPr="00285352" w:rsidRDefault="000227C2" w:rsidP="005C3A32">
            <w:pPr>
              <w:rPr>
                <w:rFonts w:ascii="Museo 500" w:hAnsi="Museo 500"/>
              </w:rPr>
            </w:pPr>
          </w:p>
        </w:tc>
      </w:tr>
      <w:tr w:rsidR="000227C2" w:rsidRPr="00285352" w:rsidTr="005C3EEF">
        <w:trPr>
          <w:trHeight w:val="842"/>
        </w:trPr>
        <w:tc>
          <w:tcPr>
            <w:tcW w:w="4254" w:type="dxa"/>
          </w:tcPr>
          <w:p w:rsidR="000227C2" w:rsidRPr="00027014" w:rsidRDefault="000227C2" w:rsidP="005C3A32">
            <w:pPr>
              <w:pStyle w:val="TableParagraph"/>
              <w:spacing w:before="1"/>
              <w:ind w:left="108" w:right="323"/>
              <w:rPr>
                <w:rFonts w:ascii="Museo 500" w:hAnsi="Museo 500"/>
                <w:b/>
                <w:sz w:val="24"/>
              </w:rPr>
            </w:pPr>
            <w:r w:rsidRPr="00027014">
              <w:rPr>
                <w:rFonts w:ascii="Museo 500" w:hAnsi="Museo 500"/>
                <w:b/>
                <w:sz w:val="24"/>
              </w:rPr>
              <w:t>Ensure that a Catholic vision is clearly understood and acted upon</w:t>
            </w:r>
          </w:p>
        </w:tc>
        <w:tc>
          <w:tcPr>
            <w:tcW w:w="9640" w:type="dxa"/>
          </w:tcPr>
          <w:p w:rsidR="000227C2" w:rsidRPr="00285352" w:rsidRDefault="000227C2" w:rsidP="005C3A32">
            <w:pPr>
              <w:pStyle w:val="TableParagraph"/>
              <w:numPr>
                <w:ilvl w:val="0"/>
                <w:numId w:val="27"/>
              </w:numPr>
              <w:tabs>
                <w:tab w:val="left" w:pos="468"/>
              </w:tabs>
              <w:spacing w:line="278" w:lineRule="auto"/>
              <w:ind w:right="1008"/>
              <w:rPr>
                <w:rFonts w:ascii="Museo 500" w:hAnsi="Museo 500"/>
                <w:sz w:val="24"/>
              </w:rPr>
            </w:pPr>
            <w:r w:rsidRPr="00285352">
              <w:rPr>
                <w:rFonts w:ascii="Museo 500" w:hAnsi="Museo 500"/>
              </w:rPr>
              <w:t xml:space="preserve"> </w:t>
            </w:r>
            <w:r w:rsidRPr="00285352">
              <w:rPr>
                <w:rFonts w:ascii="Museo 500" w:hAnsi="Museo 500"/>
                <w:sz w:val="24"/>
              </w:rPr>
              <w:t>Embed Mercy Values Catholic elaborations in the Appraisal process.</w:t>
            </w:r>
          </w:p>
          <w:p w:rsidR="000227C2" w:rsidRPr="00285352" w:rsidRDefault="000227C2" w:rsidP="005C3A32">
            <w:pPr>
              <w:pStyle w:val="TableParagraph"/>
              <w:numPr>
                <w:ilvl w:val="0"/>
                <w:numId w:val="27"/>
              </w:numPr>
              <w:tabs>
                <w:tab w:val="left" w:pos="468"/>
              </w:tabs>
              <w:spacing w:line="278" w:lineRule="auto"/>
              <w:ind w:right="1008"/>
              <w:rPr>
                <w:rFonts w:ascii="Museo 500" w:hAnsi="Museo 500"/>
              </w:rPr>
            </w:pPr>
            <w:r w:rsidRPr="00285352">
              <w:rPr>
                <w:rFonts w:ascii="Museo 500" w:hAnsi="Museo 500"/>
                <w:sz w:val="24"/>
              </w:rPr>
              <w:t>Require a commitment to Catholic values in the application and appointment process.</w:t>
            </w:r>
          </w:p>
        </w:tc>
      </w:tr>
      <w:tr w:rsidR="000227C2" w:rsidRPr="00285352" w:rsidTr="005C3EEF">
        <w:trPr>
          <w:trHeight w:val="3033"/>
        </w:trPr>
        <w:tc>
          <w:tcPr>
            <w:tcW w:w="4254" w:type="dxa"/>
          </w:tcPr>
          <w:p w:rsidR="000227C2" w:rsidRPr="00027014" w:rsidRDefault="000227C2" w:rsidP="005C3A32">
            <w:pPr>
              <w:pStyle w:val="TableParagraph"/>
              <w:spacing w:before="1"/>
              <w:ind w:left="108" w:right="323"/>
              <w:rPr>
                <w:rFonts w:ascii="Museo 500" w:hAnsi="Museo 500"/>
                <w:b/>
                <w:sz w:val="24"/>
              </w:rPr>
            </w:pPr>
            <w:r w:rsidRPr="00027014">
              <w:rPr>
                <w:rFonts w:ascii="Museo 500" w:hAnsi="Museo 500"/>
                <w:b/>
                <w:sz w:val="24"/>
              </w:rPr>
              <w:t>In conjunction with the Board, develop and implement a school vision and shared goals focused on enhanced engagement and achievement for all students</w:t>
            </w:r>
          </w:p>
        </w:tc>
        <w:tc>
          <w:tcPr>
            <w:tcW w:w="9640" w:type="dxa"/>
          </w:tcPr>
          <w:p w:rsidR="000227C2" w:rsidRPr="00285352" w:rsidRDefault="000227C2" w:rsidP="005C3A32">
            <w:pPr>
              <w:pStyle w:val="TableParagraph"/>
              <w:numPr>
                <w:ilvl w:val="0"/>
                <w:numId w:val="27"/>
              </w:numPr>
              <w:tabs>
                <w:tab w:val="left" w:pos="468"/>
              </w:tabs>
              <w:spacing w:before="1" w:line="276" w:lineRule="auto"/>
              <w:ind w:right="477"/>
              <w:rPr>
                <w:rFonts w:ascii="Museo 500" w:hAnsi="Museo 500"/>
                <w:sz w:val="24"/>
              </w:rPr>
            </w:pPr>
            <w:r w:rsidRPr="00285352">
              <w:rPr>
                <w:rFonts w:ascii="Museo 500" w:hAnsi="Museo 500"/>
                <w:sz w:val="24"/>
              </w:rPr>
              <w:t>Takes</w:t>
            </w:r>
            <w:r w:rsidRPr="00285352">
              <w:rPr>
                <w:rFonts w:ascii="Museo 500" w:hAnsi="Museo 500"/>
                <w:spacing w:val="-2"/>
                <w:sz w:val="24"/>
              </w:rPr>
              <w:t xml:space="preserve"> </w:t>
            </w:r>
            <w:r w:rsidRPr="00285352">
              <w:rPr>
                <w:rFonts w:ascii="Museo 500" w:hAnsi="Museo 500"/>
                <w:sz w:val="24"/>
              </w:rPr>
              <w:t>the</w:t>
            </w:r>
            <w:r w:rsidRPr="00285352">
              <w:rPr>
                <w:rFonts w:ascii="Museo 500" w:hAnsi="Museo 500"/>
                <w:spacing w:val="-4"/>
                <w:sz w:val="24"/>
              </w:rPr>
              <w:t xml:space="preserve"> </w:t>
            </w:r>
            <w:r w:rsidRPr="00285352">
              <w:rPr>
                <w:rFonts w:ascii="Museo 500" w:hAnsi="Museo 500"/>
                <w:sz w:val="24"/>
              </w:rPr>
              <w:t>time</w:t>
            </w:r>
            <w:r w:rsidRPr="00285352">
              <w:rPr>
                <w:rFonts w:ascii="Museo 500" w:hAnsi="Museo 500"/>
                <w:spacing w:val="-3"/>
                <w:sz w:val="24"/>
              </w:rPr>
              <w:t xml:space="preserve"> </w:t>
            </w:r>
            <w:r w:rsidRPr="00285352">
              <w:rPr>
                <w:rFonts w:ascii="Museo 500" w:hAnsi="Museo 500"/>
                <w:sz w:val="24"/>
              </w:rPr>
              <w:t>to</w:t>
            </w:r>
            <w:r w:rsidRPr="00285352">
              <w:rPr>
                <w:rFonts w:ascii="Museo 500" w:hAnsi="Museo 500"/>
                <w:spacing w:val="-5"/>
                <w:sz w:val="24"/>
              </w:rPr>
              <w:t xml:space="preserve"> </w:t>
            </w:r>
            <w:r w:rsidRPr="00285352">
              <w:rPr>
                <w:rFonts w:ascii="Museo 500" w:hAnsi="Museo 500"/>
                <w:sz w:val="24"/>
              </w:rPr>
              <w:t>understand</w:t>
            </w:r>
            <w:r w:rsidRPr="00285352">
              <w:rPr>
                <w:rFonts w:ascii="Museo 500" w:hAnsi="Museo 500"/>
                <w:spacing w:val="-1"/>
                <w:sz w:val="24"/>
              </w:rPr>
              <w:t xml:space="preserve"> </w:t>
            </w:r>
            <w:r w:rsidRPr="00285352">
              <w:rPr>
                <w:rFonts w:ascii="Museo 500" w:hAnsi="Museo 500"/>
                <w:sz w:val="24"/>
              </w:rPr>
              <w:t>and</w:t>
            </w:r>
            <w:r w:rsidRPr="00285352">
              <w:rPr>
                <w:rFonts w:ascii="Museo 500" w:hAnsi="Museo 500"/>
                <w:spacing w:val="-2"/>
                <w:sz w:val="24"/>
              </w:rPr>
              <w:t xml:space="preserve"> </w:t>
            </w:r>
            <w:r w:rsidRPr="00285352">
              <w:rPr>
                <w:rFonts w:ascii="Museo 500" w:hAnsi="Museo 500"/>
                <w:sz w:val="24"/>
              </w:rPr>
              <w:t>value</w:t>
            </w:r>
            <w:r w:rsidRPr="00285352">
              <w:rPr>
                <w:rFonts w:ascii="Museo 500" w:hAnsi="Museo 500"/>
                <w:spacing w:val="-2"/>
                <w:sz w:val="24"/>
              </w:rPr>
              <w:t xml:space="preserve"> </w:t>
            </w:r>
            <w:r w:rsidRPr="00285352">
              <w:rPr>
                <w:rFonts w:ascii="Museo 500" w:hAnsi="Museo 500"/>
                <w:sz w:val="24"/>
              </w:rPr>
              <w:t>what</w:t>
            </w:r>
            <w:r w:rsidRPr="00285352">
              <w:rPr>
                <w:rFonts w:ascii="Museo 500" w:hAnsi="Museo 500"/>
                <w:spacing w:val="-1"/>
                <w:sz w:val="24"/>
              </w:rPr>
              <w:t xml:space="preserve"> </w:t>
            </w:r>
            <w:r w:rsidRPr="00285352">
              <w:rPr>
                <w:rFonts w:ascii="Museo 500" w:hAnsi="Museo 500"/>
                <w:sz w:val="24"/>
              </w:rPr>
              <w:t>makes</w:t>
            </w:r>
            <w:r w:rsidRPr="00285352">
              <w:rPr>
                <w:rFonts w:ascii="Museo 500" w:hAnsi="Museo 500"/>
                <w:spacing w:val="-2"/>
                <w:sz w:val="24"/>
              </w:rPr>
              <w:t xml:space="preserve"> </w:t>
            </w:r>
            <w:r w:rsidRPr="00285352">
              <w:rPr>
                <w:rFonts w:ascii="Museo 500" w:hAnsi="Museo 500"/>
                <w:sz w:val="24"/>
              </w:rPr>
              <w:t>St</w:t>
            </w:r>
            <w:r w:rsidRPr="00285352">
              <w:rPr>
                <w:rFonts w:ascii="Museo 500" w:hAnsi="Museo 500"/>
                <w:spacing w:val="-2"/>
                <w:sz w:val="24"/>
              </w:rPr>
              <w:t xml:space="preserve"> </w:t>
            </w:r>
            <w:r w:rsidRPr="00285352">
              <w:rPr>
                <w:rFonts w:ascii="Museo 500" w:hAnsi="Museo 500"/>
                <w:sz w:val="24"/>
              </w:rPr>
              <w:t>Mary’s</w:t>
            </w:r>
            <w:r w:rsidRPr="00285352">
              <w:rPr>
                <w:rFonts w:ascii="Museo 500" w:hAnsi="Museo 500"/>
                <w:spacing w:val="-3"/>
                <w:sz w:val="24"/>
              </w:rPr>
              <w:t xml:space="preserve"> </w:t>
            </w:r>
            <w:r w:rsidRPr="00285352">
              <w:rPr>
                <w:rFonts w:ascii="Museo 500" w:hAnsi="Museo 500"/>
                <w:sz w:val="24"/>
              </w:rPr>
              <w:t>College</w:t>
            </w:r>
            <w:r w:rsidRPr="00285352">
              <w:rPr>
                <w:rFonts w:ascii="Museo 500" w:hAnsi="Museo 500"/>
                <w:spacing w:val="-5"/>
                <w:sz w:val="24"/>
              </w:rPr>
              <w:t xml:space="preserve"> </w:t>
            </w:r>
            <w:r w:rsidRPr="00285352">
              <w:rPr>
                <w:rFonts w:ascii="Museo 500" w:hAnsi="Museo 500"/>
                <w:sz w:val="24"/>
              </w:rPr>
              <w:t>unique</w:t>
            </w:r>
            <w:r w:rsidRPr="00285352">
              <w:rPr>
                <w:rFonts w:ascii="Museo 500" w:hAnsi="Museo 500"/>
                <w:spacing w:val="-4"/>
                <w:sz w:val="24"/>
              </w:rPr>
              <w:t xml:space="preserve"> </w:t>
            </w:r>
            <w:r w:rsidRPr="00285352">
              <w:rPr>
                <w:rFonts w:ascii="Museo 500" w:hAnsi="Museo 500"/>
                <w:sz w:val="24"/>
              </w:rPr>
              <w:t>as</w:t>
            </w:r>
            <w:r w:rsidRPr="00285352">
              <w:rPr>
                <w:rFonts w:ascii="Museo 500" w:hAnsi="Museo 500"/>
                <w:spacing w:val="-3"/>
                <w:sz w:val="24"/>
              </w:rPr>
              <w:t xml:space="preserve"> </w:t>
            </w:r>
            <w:r w:rsidRPr="00285352">
              <w:rPr>
                <w:rFonts w:ascii="Museo 500" w:hAnsi="Museo 500"/>
                <w:sz w:val="24"/>
              </w:rPr>
              <w:t>a</w:t>
            </w:r>
            <w:r w:rsidRPr="00285352">
              <w:rPr>
                <w:rFonts w:ascii="Museo 500" w:hAnsi="Museo 500"/>
                <w:spacing w:val="-3"/>
                <w:sz w:val="24"/>
              </w:rPr>
              <w:t xml:space="preserve"> </w:t>
            </w:r>
            <w:r w:rsidRPr="00285352">
              <w:rPr>
                <w:rFonts w:ascii="Museo 500" w:hAnsi="Museo 500"/>
                <w:sz w:val="24"/>
              </w:rPr>
              <w:t>school and seeks opportunities to celebrate this</w:t>
            </w:r>
            <w:r w:rsidRPr="00285352">
              <w:rPr>
                <w:rFonts w:ascii="Museo 500" w:hAnsi="Museo 500"/>
                <w:spacing w:val="-7"/>
                <w:sz w:val="24"/>
              </w:rPr>
              <w:t xml:space="preserve"> </w:t>
            </w:r>
            <w:r w:rsidRPr="00285352">
              <w:rPr>
                <w:rFonts w:ascii="Museo 500" w:hAnsi="Museo 500"/>
                <w:sz w:val="24"/>
              </w:rPr>
              <w:t>uniqueness</w:t>
            </w:r>
          </w:p>
          <w:p w:rsidR="000227C2" w:rsidRPr="00285352" w:rsidRDefault="000227C2" w:rsidP="005C3A32">
            <w:pPr>
              <w:pStyle w:val="TableParagraph"/>
              <w:numPr>
                <w:ilvl w:val="0"/>
                <w:numId w:val="27"/>
              </w:numPr>
              <w:tabs>
                <w:tab w:val="left" w:pos="468"/>
              </w:tabs>
              <w:spacing w:line="276" w:lineRule="auto"/>
              <w:ind w:right="390"/>
              <w:rPr>
                <w:rFonts w:ascii="Museo 500" w:hAnsi="Museo 500"/>
                <w:sz w:val="24"/>
              </w:rPr>
            </w:pPr>
            <w:r w:rsidRPr="00285352">
              <w:rPr>
                <w:rFonts w:ascii="Museo 500" w:hAnsi="Museo 500"/>
                <w:sz w:val="24"/>
              </w:rPr>
              <w:t>Conceives and articulates a long term vision, has the ability to distil what needs to</w:t>
            </w:r>
            <w:r w:rsidRPr="00285352">
              <w:rPr>
                <w:rFonts w:ascii="Museo 500" w:hAnsi="Museo 500"/>
                <w:spacing w:val="-39"/>
                <w:sz w:val="24"/>
              </w:rPr>
              <w:t xml:space="preserve"> </w:t>
            </w:r>
            <w:r w:rsidRPr="00285352">
              <w:rPr>
                <w:rFonts w:ascii="Museo 500" w:hAnsi="Museo 500"/>
                <w:sz w:val="24"/>
              </w:rPr>
              <w:t>happen next, and leads the team on a journey that focuses on student engagement and raising student</w:t>
            </w:r>
            <w:r w:rsidRPr="00285352">
              <w:rPr>
                <w:rFonts w:ascii="Museo 500" w:hAnsi="Museo 500"/>
                <w:spacing w:val="-2"/>
                <w:sz w:val="24"/>
              </w:rPr>
              <w:t xml:space="preserve"> </w:t>
            </w:r>
            <w:r w:rsidRPr="00285352">
              <w:rPr>
                <w:rFonts w:ascii="Museo 500" w:hAnsi="Museo 500"/>
                <w:sz w:val="24"/>
              </w:rPr>
              <w:t>achievement</w:t>
            </w:r>
          </w:p>
          <w:p w:rsidR="000227C2" w:rsidRPr="00285352" w:rsidRDefault="000227C2" w:rsidP="005C3A32">
            <w:pPr>
              <w:pStyle w:val="TableParagraph"/>
              <w:numPr>
                <w:ilvl w:val="0"/>
                <w:numId w:val="27"/>
              </w:numPr>
              <w:tabs>
                <w:tab w:val="left" w:pos="468"/>
              </w:tabs>
              <w:spacing w:line="278" w:lineRule="auto"/>
              <w:ind w:right="1008"/>
              <w:rPr>
                <w:rFonts w:ascii="Museo 500" w:hAnsi="Museo 500"/>
                <w:sz w:val="24"/>
              </w:rPr>
            </w:pPr>
            <w:r w:rsidRPr="00285352">
              <w:rPr>
                <w:rFonts w:ascii="Museo 500" w:hAnsi="Museo 500"/>
                <w:sz w:val="24"/>
              </w:rPr>
              <w:t>Works with the Board in developing the strategic plan ensuring the goals reflect the identified needs and changing circumstances of the school and its</w:t>
            </w:r>
            <w:r w:rsidRPr="00285352">
              <w:rPr>
                <w:rFonts w:ascii="Museo 500" w:hAnsi="Museo 500"/>
                <w:spacing w:val="-15"/>
                <w:sz w:val="24"/>
              </w:rPr>
              <w:t xml:space="preserve"> </w:t>
            </w:r>
            <w:r w:rsidRPr="00285352">
              <w:rPr>
                <w:rFonts w:ascii="Museo 500" w:hAnsi="Museo 500"/>
                <w:sz w:val="24"/>
              </w:rPr>
              <w:t>students</w:t>
            </w:r>
          </w:p>
          <w:p w:rsidR="000227C2" w:rsidRPr="00285352" w:rsidRDefault="000227C2" w:rsidP="005C3A32">
            <w:pPr>
              <w:pStyle w:val="TableParagraph"/>
              <w:numPr>
                <w:ilvl w:val="0"/>
                <w:numId w:val="27"/>
              </w:numPr>
              <w:tabs>
                <w:tab w:val="left" w:pos="468"/>
              </w:tabs>
              <w:spacing w:line="288" w:lineRule="exact"/>
              <w:rPr>
                <w:rFonts w:ascii="Museo 500" w:hAnsi="Museo 500"/>
                <w:sz w:val="24"/>
              </w:rPr>
            </w:pPr>
            <w:r w:rsidRPr="00285352">
              <w:rPr>
                <w:rFonts w:ascii="Museo 500" w:hAnsi="Museo 500"/>
                <w:sz w:val="24"/>
              </w:rPr>
              <w:t>Strategically leads the school’s on-going growth and</w:t>
            </w:r>
            <w:r w:rsidRPr="00285352">
              <w:rPr>
                <w:rFonts w:ascii="Museo 500" w:hAnsi="Museo 500"/>
                <w:spacing w:val="-9"/>
                <w:sz w:val="24"/>
              </w:rPr>
              <w:t xml:space="preserve"> </w:t>
            </w:r>
            <w:r w:rsidRPr="00285352">
              <w:rPr>
                <w:rFonts w:ascii="Museo 500" w:hAnsi="Museo 500"/>
                <w:sz w:val="24"/>
              </w:rPr>
              <w:t>development</w:t>
            </w:r>
          </w:p>
          <w:p w:rsidR="000227C2" w:rsidRPr="00285352" w:rsidRDefault="000227C2" w:rsidP="00D341C6">
            <w:pPr>
              <w:pStyle w:val="TableParagraph"/>
              <w:numPr>
                <w:ilvl w:val="0"/>
                <w:numId w:val="27"/>
              </w:numPr>
              <w:tabs>
                <w:tab w:val="left" w:pos="466"/>
              </w:tabs>
              <w:spacing w:before="44"/>
              <w:ind w:left="465" w:hanging="358"/>
              <w:rPr>
                <w:rFonts w:ascii="Museo 500" w:hAnsi="Museo 500"/>
                <w:sz w:val="24"/>
              </w:rPr>
            </w:pPr>
            <w:r w:rsidRPr="00285352">
              <w:rPr>
                <w:rFonts w:ascii="Museo 500" w:hAnsi="Museo 500"/>
                <w:sz w:val="24"/>
              </w:rPr>
              <w:t>Drives ideas from inception to</w:t>
            </w:r>
            <w:r w:rsidRPr="00285352">
              <w:rPr>
                <w:rFonts w:ascii="Museo 500" w:hAnsi="Museo 500"/>
                <w:spacing w:val="-5"/>
                <w:sz w:val="24"/>
              </w:rPr>
              <w:t xml:space="preserve"> </w:t>
            </w:r>
            <w:r w:rsidRPr="00285352">
              <w:rPr>
                <w:rFonts w:ascii="Museo 500" w:hAnsi="Museo 500"/>
                <w:sz w:val="24"/>
              </w:rPr>
              <w:t>completion</w:t>
            </w:r>
          </w:p>
        </w:tc>
      </w:tr>
      <w:tr w:rsidR="000227C2" w:rsidRPr="00285352" w:rsidTr="005C3EEF">
        <w:trPr>
          <w:trHeight w:val="2359"/>
        </w:trPr>
        <w:tc>
          <w:tcPr>
            <w:tcW w:w="4254" w:type="dxa"/>
          </w:tcPr>
          <w:p w:rsidR="000227C2" w:rsidRPr="00027014" w:rsidRDefault="000227C2" w:rsidP="005C3A32">
            <w:pPr>
              <w:pStyle w:val="TableParagraph"/>
              <w:ind w:left="108" w:right="133"/>
              <w:rPr>
                <w:rFonts w:ascii="Museo 500" w:hAnsi="Museo 500"/>
                <w:b/>
                <w:sz w:val="24"/>
              </w:rPr>
            </w:pPr>
            <w:r w:rsidRPr="00027014">
              <w:rPr>
                <w:rFonts w:ascii="Museo 500" w:hAnsi="Museo 500"/>
                <w:b/>
                <w:sz w:val="24"/>
              </w:rPr>
              <w:t>Promote a culture whereby staff members take on appropriate leadership roles and work collaboratively to improve teaching and learning</w:t>
            </w:r>
          </w:p>
        </w:tc>
        <w:tc>
          <w:tcPr>
            <w:tcW w:w="9640" w:type="dxa"/>
          </w:tcPr>
          <w:p w:rsidR="000227C2" w:rsidRPr="00285352" w:rsidRDefault="000227C2" w:rsidP="005C3A32">
            <w:pPr>
              <w:pStyle w:val="TableParagraph"/>
              <w:numPr>
                <w:ilvl w:val="0"/>
                <w:numId w:val="26"/>
              </w:numPr>
              <w:tabs>
                <w:tab w:val="left" w:pos="468"/>
              </w:tabs>
              <w:spacing w:line="292" w:lineRule="exact"/>
              <w:rPr>
                <w:rFonts w:ascii="Museo 500" w:hAnsi="Museo 500"/>
                <w:sz w:val="24"/>
              </w:rPr>
            </w:pPr>
            <w:r w:rsidRPr="00285352">
              <w:rPr>
                <w:rFonts w:ascii="Museo 500" w:hAnsi="Museo 500"/>
                <w:sz w:val="24"/>
              </w:rPr>
              <w:t>Promotes collegiality and a team approach to decisions that affect teaching and</w:t>
            </w:r>
            <w:r w:rsidRPr="00285352">
              <w:rPr>
                <w:rFonts w:ascii="Museo 500" w:hAnsi="Museo 500"/>
                <w:spacing w:val="-22"/>
                <w:sz w:val="24"/>
              </w:rPr>
              <w:t xml:space="preserve"> </w:t>
            </w:r>
            <w:r w:rsidRPr="00285352">
              <w:rPr>
                <w:rFonts w:ascii="Museo 500" w:hAnsi="Museo 500"/>
                <w:sz w:val="24"/>
              </w:rPr>
              <w:t>learning</w:t>
            </w:r>
          </w:p>
          <w:p w:rsidR="000227C2" w:rsidRPr="00285352" w:rsidRDefault="000227C2" w:rsidP="005C3A32">
            <w:pPr>
              <w:pStyle w:val="TableParagraph"/>
              <w:numPr>
                <w:ilvl w:val="0"/>
                <w:numId w:val="26"/>
              </w:numPr>
              <w:tabs>
                <w:tab w:val="left" w:pos="468"/>
              </w:tabs>
              <w:spacing w:before="46" w:line="276" w:lineRule="auto"/>
              <w:ind w:right="758"/>
              <w:rPr>
                <w:rFonts w:ascii="Museo 500" w:hAnsi="Museo 500"/>
                <w:sz w:val="24"/>
              </w:rPr>
            </w:pPr>
            <w:r w:rsidRPr="00285352">
              <w:rPr>
                <w:rFonts w:ascii="Museo 500" w:hAnsi="Museo 500"/>
                <w:sz w:val="24"/>
              </w:rPr>
              <w:t>Values and enables students to contribute and lead in our school and within the wider community</w:t>
            </w:r>
          </w:p>
          <w:p w:rsidR="000227C2" w:rsidRPr="00285352" w:rsidRDefault="000227C2" w:rsidP="005C3A32">
            <w:pPr>
              <w:pStyle w:val="TableParagraph"/>
              <w:numPr>
                <w:ilvl w:val="0"/>
                <w:numId w:val="26"/>
              </w:numPr>
              <w:tabs>
                <w:tab w:val="left" w:pos="468"/>
              </w:tabs>
              <w:spacing w:line="278" w:lineRule="auto"/>
              <w:ind w:right="300"/>
              <w:rPr>
                <w:rFonts w:ascii="Museo 500" w:hAnsi="Museo 500"/>
                <w:sz w:val="24"/>
              </w:rPr>
            </w:pPr>
            <w:r w:rsidRPr="00285352">
              <w:rPr>
                <w:rFonts w:ascii="Museo 500" w:hAnsi="Museo 500"/>
                <w:sz w:val="24"/>
              </w:rPr>
              <w:t>Shows an openness and willingness to engage with new and different ideas in balance with the unique culture of the</w:t>
            </w:r>
            <w:r w:rsidRPr="00285352">
              <w:rPr>
                <w:rFonts w:ascii="Museo 500" w:hAnsi="Museo 500"/>
                <w:spacing w:val="-4"/>
                <w:sz w:val="24"/>
              </w:rPr>
              <w:t xml:space="preserve"> </w:t>
            </w:r>
            <w:r w:rsidRPr="00285352">
              <w:rPr>
                <w:rFonts w:ascii="Museo 500" w:hAnsi="Museo 500"/>
                <w:sz w:val="24"/>
              </w:rPr>
              <w:t>school</w:t>
            </w:r>
          </w:p>
          <w:p w:rsidR="000227C2" w:rsidRPr="00285352" w:rsidRDefault="000227C2" w:rsidP="00D341C6">
            <w:pPr>
              <w:pStyle w:val="TableParagraph"/>
              <w:numPr>
                <w:ilvl w:val="0"/>
                <w:numId w:val="26"/>
              </w:numPr>
              <w:tabs>
                <w:tab w:val="left" w:pos="466"/>
              </w:tabs>
              <w:spacing w:line="288" w:lineRule="exact"/>
              <w:ind w:left="465" w:hanging="358"/>
              <w:rPr>
                <w:rFonts w:ascii="Museo 500" w:hAnsi="Museo 500"/>
                <w:sz w:val="24"/>
              </w:rPr>
            </w:pPr>
            <w:r w:rsidRPr="00285352">
              <w:rPr>
                <w:rFonts w:ascii="Museo 500" w:hAnsi="Museo 500"/>
                <w:sz w:val="24"/>
              </w:rPr>
              <w:t>Ensures there are strong partnerships between students, teachers and families/whanau</w:t>
            </w:r>
            <w:r w:rsidRPr="00285352">
              <w:rPr>
                <w:rFonts w:ascii="Museo 500" w:hAnsi="Museo 500"/>
                <w:spacing w:val="-27"/>
                <w:sz w:val="24"/>
              </w:rPr>
              <w:t xml:space="preserve"> </w:t>
            </w:r>
            <w:r w:rsidRPr="00285352">
              <w:rPr>
                <w:rFonts w:ascii="Museo 500" w:hAnsi="Museo 500"/>
                <w:sz w:val="24"/>
              </w:rPr>
              <w:t>in</w:t>
            </w:r>
          </w:p>
          <w:p w:rsidR="000227C2" w:rsidRPr="00285352" w:rsidRDefault="000227C2" w:rsidP="005C3A32">
            <w:pPr>
              <w:pStyle w:val="TableParagraph"/>
              <w:spacing w:before="41"/>
              <w:ind w:left="465"/>
              <w:rPr>
                <w:rFonts w:ascii="Museo 500" w:hAnsi="Museo 500"/>
                <w:sz w:val="24"/>
              </w:rPr>
            </w:pPr>
            <w:r w:rsidRPr="00285352">
              <w:rPr>
                <w:rFonts w:ascii="Museo 500" w:hAnsi="Museo 500"/>
                <w:sz w:val="24"/>
              </w:rPr>
              <w:t>improving student engagement and raising achievement</w:t>
            </w:r>
          </w:p>
        </w:tc>
      </w:tr>
      <w:tr w:rsidR="000227C2" w:rsidRPr="00285352" w:rsidTr="005C3EEF">
        <w:trPr>
          <w:trHeight w:val="1348"/>
        </w:trPr>
        <w:tc>
          <w:tcPr>
            <w:tcW w:w="4254" w:type="dxa"/>
          </w:tcPr>
          <w:p w:rsidR="000227C2" w:rsidRPr="00027014" w:rsidRDefault="000227C2" w:rsidP="005C3A32">
            <w:pPr>
              <w:pStyle w:val="TableParagraph"/>
              <w:ind w:left="108" w:right="230"/>
              <w:rPr>
                <w:rFonts w:ascii="Museo 500" w:hAnsi="Museo 500"/>
                <w:b/>
                <w:sz w:val="24"/>
              </w:rPr>
            </w:pPr>
            <w:r w:rsidRPr="00027014">
              <w:rPr>
                <w:rFonts w:ascii="Museo 500" w:hAnsi="Museo 500"/>
                <w:b/>
                <w:sz w:val="24"/>
              </w:rPr>
              <w:t>Model respect for others in interactions with adults and students</w:t>
            </w:r>
          </w:p>
        </w:tc>
        <w:tc>
          <w:tcPr>
            <w:tcW w:w="9640" w:type="dxa"/>
          </w:tcPr>
          <w:p w:rsidR="000227C2" w:rsidRPr="00285352" w:rsidRDefault="000227C2" w:rsidP="00D341C6">
            <w:pPr>
              <w:pStyle w:val="TableParagraph"/>
              <w:numPr>
                <w:ilvl w:val="0"/>
                <w:numId w:val="25"/>
              </w:numPr>
              <w:tabs>
                <w:tab w:val="left" w:pos="468"/>
              </w:tabs>
              <w:spacing w:line="292" w:lineRule="exact"/>
              <w:ind w:hanging="358"/>
              <w:rPr>
                <w:rFonts w:ascii="Museo 500" w:hAnsi="Museo 500"/>
                <w:sz w:val="24"/>
              </w:rPr>
            </w:pPr>
            <w:r w:rsidRPr="00285352">
              <w:rPr>
                <w:rFonts w:ascii="Museo 500" w:hAnsi="Museo 500"/>
                <w:sz w:val="24"/>
              </w:rPr>
              <w:t>Acts as a role model and sets clear expectations for everyone in the school</w:t>
            </w:r>
            <w:r w:rsidRPr="00285352">
              <w:rPr>
                <w:rFonts w:ascii="Museo 500" w:hAnsi="Museo 500"/>
                <w:spacing w:val="-20"/>
                <w:sz w:val="24"/>
              </w:rPr>
              <w:t xml:space="preserve"> </w:t>
            </w:r>
            <w:r w:rsidRPr="00285352">
              <w:rPr>
                <w:rFonts w:ascii="Museo 500" w:hAnsi="Museo 500"/>
                <w:sz w:val="24"/>
              </w:rPr>
              <w:t>community</w:t>
            </w:r>
          </w:p>
          <w:p w:rsidR="000227C2" w:rsidRPr="00285352" w:rsidRDefault="000227C2" w:rsidP="00D341C6">
            <w:pPr>
              <w:pStyle w:val="TableParagraph"/>
              <w:numPr>
                <w:ilvl w:val="0"/>
                <w:numId w:val="25"/>
              </w:numPr>
              <w:tabs>
                <w:tab w:val="left" w:pos="468"/>
              </w:tabs>
              <w:spacing w:before="43"/>
              <w:ind w:hanging="358"/>
              <w:rPr>
                <w:rFonts w:ascii="Museo 500" w:hAnsi="Museo 500"/>
                <w:sz w:val="24"/>
              </w:rPr>
            </w:pPr>
            <w:r w:rsidRPr="00285352">
              <w:rPr>
                <w:rFonts w:ascii="Museo 500" w:hAnsi="Museo 500"/>
                <w:sz w:val="24"/>
              </w:rPr>
              <w:t>Is fair and professional with an ability to bring out the best in</w:t>
            </w:r>
            <w:r w:rsidRPr="00285352">
              <w:rPr>
                <w:rFonts w:ascii="Museo 500" w:hAnsi="Museo 500"/>
                <w:spacing w:val="-9"/>
                <w:sz w:val="24"/>
              </w:rPr>
              <w:t xml:space="preserve"> </w:t>
            </w:r>
            <w:r w:rsidRPr="00285352">
              <w:rPr>
                <w:rFonts w:ascii="Museo 500" w:hAnsi="Museo 500"/>
                <w:sz w:val="24"/>
              </w:rPr>
              <w:t>people</w:t>
            </w:r>
          </w:p>
          <w:p w:rsidR="000227C2" w:rsidRPr="00285352" w:rsidRDefault="000227C2" w:rsidP="00D341C6">
            <w:pPr>
              <w:pStyle w:val="TableParagraph"/>
              <w:numPr>
                <w:ilvl w:val="0"/>
                <w:numId w:val="25"/>
              </w:numPr>
              <w:tabs>
                <w:tab w:val="left" w:pos="466"/>
              </w:tabs>
              <w:spacing w:before="9" w:line="330" w:lineRule="atLeast"/>
              <w:ind w:right="214" w:hanging="358"/>
              <w:rPr>
                <w:rFonts w:ascii="Museo 500" w:hAnsi="Museo 500"/>
                <w:sz w:val="24"/>
              </w:rPr>
            </w:pPr>
            <w:r w:rsidRPr="00285352">
              <w:rPr>
                <w:rFonts w:ascii="Museo 500" w:hAnsi="Museo 500"/>
                <w:sz w:val="24"/>
              </w:rPr>
              <w:t>Ensures all adults associated with the school model constructive</w:t>
            </w:r>
            <w:r w:rsidRPr="00285352">
              <w:rPr>
                <w:rFonts w:ascii="Museo 500" w:hAnsi="Museo 500"/>
                <w:spacing w:val="-40"/>
                <w:sz w:val="24"/>
              </w:rPr>
              <w:t xml:space="preserve"> </w:t>
            </w:r>
            <w:r w:rsidRPr="00285352">
              <w:rPr>
                <w:rFonts w:ascii="Museo 500" w:hAnsi="Museo 500"/>
                <w:sz w:val="24"/>
              </w:rPr>
              <w:t>relationships with students and with each other</w:t>
            </w:r>
          </w:p>
        </w:tc>
      </w:tr>
      <w:tr w:rsidR="000227C2" w:rsidRPr="00285352" w:rsidTr="005C3EEF">
        <w:trPr>
          <w:trHeight w:val="673"/>
        </w:trPr>
        <w:tc>
          <w:tcPr>
            <w:tcW w:w="4254" w:type="dxa"/>
          </w:tcPr>
          <w:p w:rsidR="000227C2" w:rsidRPr="00027014" w:rsidRDefault="000227C2" w:rsidP="005C3A32">
            <w:pPr>
              <w:pStyle w:val="TableParagraph"/>
              <w:ind w:left="108" w:right="286"/>
              <w:rPr>
                <w:rFonts w:ascii="Museo 500" w:hAnsi="Museo 500"/>
                <w:b/>
                <w:sz w:val="24"/>
              </w:rPr>
            </w:pPr>
            <w:r w:rsidRPr="00027014">
              <w:rPr>
                <w:rFonts w:ascii="Museo 500" w:hAnsi="Museo 500"/>
                <w:b/>
                <w:sz w:val="24"/>
              </w:rPr>
              <w:t xml:space="preserve">Promote the bicultural nature of New Zealand by ensuring that it is evident </w:t>
            </w:r>
            <w:r w:rsidRPr="009A22DB">
              <w:rPr>
                <w:rFonts w:ascii="Museo 500" w:hAnsi="Museo 500"/>
                <w:b/>
                <w:sz w:val="24"/>
              </w:rPr>
              <w:t>the school culture</w:t>
            </w:r>
          </w:p>
        </w:tc>
        <w:tc>
          <w:tcPr>
            <w:tcW w:w="9640" w:type="dxa"/>
          </w:tcPr>
          <w:p w:rsidR="000227C2" w:rsidRPr="00285352" w:rsidRDefault="000227C2" w:rsidP="005C3A32">
            <w:pPr>
              <w:pStyle w:val="TableParagraph"/>
              <w:numPr>
                <w:ilvl w:val="0"/>
                <w:numId w:val="24"/>
              </w:numPr>
              <w:tabs>
                <w:tab w:val="left" w:pos="468"/>
              </w:tabs>
              <w:spacing w:line="292" w:lineRule="exact"/>
              <w:rPr>
                <w:rFonts w:ascii="Museo 500" w:hAnsi="Museo 500"/>
                <w:sz w:val="24"/>
              </w:rPr>
            </w:pPr>
            <w:r w:rsidRPr="00285352">
              <w:rPr>
                <w:rFonts w:ascii="Museo 500" w:hAnsi="Museo 500"/>
                <w:sz w:val="24"/>
              </w:rPr>
              <w:t>Embraces the bi-cultural heritage of Aotearoa, New</w:t>
            </w:r>
            <w:r w:rsidRPr="00285352">
              <w:rPr>
                <w:rFonts w:ascii="Museo 500" w:hAnsi="Museo 500"/>
                <w:spacing w:val="-11"/>
                <w:sz w:val="24"/>
              </w:rPr>
              <w:t xml:space="preserve"> </w:t>
            </w:r>
            <w:r w:rsidRPr="00285352">
              <w:rPr>
                <w:rFonts w:ascii="Museo 500" w:hAnsi="Museo 500"/>
                <w:sz w:val="24"/>
              </w:rPr>
              <w:t>Zealand</w:t>
            </w:r>
          </w:p>
          <w:p w:rsidR="000227C2" w:rsidRPr="00285352" w:rsidRDefault="000227C2" w:rsidP="009A22DB">
            <w:pPr>
              <w:pStyle w:val="TableParagraph"/>
              <w:spacing w:before="1"/>
              <w:ind w:left="465"/>
              <w:rPr>
                <w:rFonts w:ascii="Museo 500" w:hAnsi="Museo 500"/>
                <w:sz w:val="24"/>
              </w:rPr>
            </w:pPr>
            <w:r w:rsidRPr="00285352">
              <w:rPr>
                <w:rFonts w:ascii="Museo 500" w:hAnsi="Museo 500"/>
                <w:sz w:val="24"/>
              </w:rPr>
              <w:t>Incorporates Tikanga Māori and Te Reo Māori into the day to day life of the school and</w:t>
            </w:r>
            <w:r w:rsidRPr="00285352">
              <w:rPr>
                <w:rFonts w:ascii="Museo 500" w:hAnsi="Museo 500"/>
                <w:spacing w:val="-21"/>
                <w:sz w:val="24"/>
              </w:rPr>
              <w:t xml:space="preserve"> </w:t>
            </w:r>
            <w:r w:rsidRPr="00285352">
              <w:rPr>
                <w:rFonts w:ascii="Museo 500" w:hAnsi="Museo 500"/>
                <w:sz w:val="24"/>
              </w:rPr>
              <w:t>into classroom programmes</w:t>
            </w:r>
          </w:p>
          <w:p w:rsidR="000227C2" w:rsidRPr="00285352" w:rsidRDefault="000227C2" w:rsidP="009A22DB">
            <w:pPr>
              <w:pStyle w:val="TableParagraph"/>
              <w:numPr>
                <w:ilvl w:val="0"/>
                <w:numId w:val="24"/>
              </w:numPr>
              <w:tabs>
                <w:tab w:val="left" w:pos="466"/>
              </w:tabs>
              <w:spacing w:before="43"/>
              <w:ind w:left="465" w:hanging="358"/>
              <w:rPr>
                <w:rFonts w:ascii="Museo 500" w:hAnsi="Museo 500"/>
                <w:sz w:val="24"/>
              </w:rPr>
            </w:pPr>
            <w:r w:rsidRPr="00285352">
              <w:rPr>
                <w:rFonts w:ascii="Museo 500" w:hAnsi="Museo 500"/>
                <w:sz w:val="24"/>
              </w:rPr>
              <w:t>Supporting and engaging with the Whanau committee</w:t>
            </w:r>
          </w:p>
        </w:tc>
      </w:tr>
    </w:tbl>
    <w:p w:rsidR="000227C2" w:rsidRPr="00285352" w:rsidRDefault="000227C2" w:rsidP="00D341C6">
      <w:pPr>
        <w:rPr>
          <w:rFonts w:ascii="Museo 500" w:hAnsi="Museo 500"/>
          <w:sz w:val="24"/>
        </w:rPr>
        <w:sectPr w:rsidR="000227C2" w:rsidRPr="00285352">
          <w:headerReference w:type="default" r:id="rId15"/>
          <w:footerReference w:type="default" r:id="rId16"/>
          <w:pgSz w:w="16850" w:h="11910" w:orient="landscape"/>
          <w:pgMar w:top="1180" w:right="920" w:bottom="1460" w:left="1600" w:header="713" w:footer="1266" w:gutter="0"/>
          <w:pgNumType w:start="18"/>
          <w:cols w:space="720"/>
        </w:sectPr>
      </w:pPr>
    </w:p>
    <w:p w:rsidR="000227C2" w:rsidRPr="00285352" w:rsidRDefault="000227C2" w:rsidP="00D341C6">
      <w:pPr>
        <w:pStyle w:val="BodyText"/>
        <w:spacing w:before="6"/>
        <w:rPr>
          <w:rFonts w:ascii="Museo 500" w:hAnsi="Museo 500"/>
        </w:rPr>
      </w:pPr>
    </w:p>
    <w:tbl>
      <w:tblPr>
        <w:tblW w:w="0" w:type="auto"/>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4254"/>
        <w:gridCol w:w="9640"/>
      </w:tblGrid>
      <w:tr w:rsidR="000227C2" w:rsidRPr="00285352" w:rsidTr="009A22DB">
        <w:trPr>
          <w:trHeight w:val="280"/>
        </w:trPr>
        <w:tc>
          <w:tcPr>
            <w:tcW w:w="4254" w:type="dxa"/>
            <w:shd w:val="clear" w:color="auto" w:fill="365F91"/>
          </w:tcPr>
          <w:p w:rsidR="000227C2" w:rsidRPr="00285352" w:rsidRDefault="000227C2" w:rsidP="005C3A32">
            <w:pPr>
              <w:pStyle w:val="TableParagraph"/>
              <w:spacing w:line="260" w:lineRule="exact"/>
              <w:ind w:left="849"/>
              <w:rPr>
                <w:rFonts w:ascii="Museo 500" w:hAnsi="Museo 500"/>
                <w:b/>
                <w:sz w:val="24"/>
              </w:rPr>
            </w:pPr>
            <w:r w:rsidRPr="00285352">
              <w:rPr>
                <w:rFonts w:ascii="Museo 500" w:hAnsi="Museo 500"/>
                <w:b/>
                <w:color w:val="FFFFFF"/>
                <w:sz w:val="24"/>
              </w:rPr>
              <w:t>Professional Standards</w:t>
            </w:r>
          </w:p>
        </w:tc>
        <w:tc>
          <w:tcPr>
            <w:tcW w:w="9640" w:type="dxa"/>
            <w:shd w:val="clear" w:color="auto" w:fill="365F91"/>
          </w:tcPr>
          <w:p w:rsidR="000227C2" w:rsidRPr="00285352" w:rsidRDefault="000227C2" w:rsidP="00027014">
            <w:pPr>
              <w:pStyle w:val="TableParagraph"/>
              <w:spacing w:line="260" w:lineRule="exact"/>
              <w:ind w:left="4232" w:right="4223" w:hanging="359"/>
              <w:jc w:val="center"/>
              <w:rPr>
                <w:rFonts w:ascii="Museo 500" w:hAnsi="Museo 500"/>
                <w:b/>
                <w:sz w:val="24"/>
              </w:rPr>
            </w:pPr>
            <w:r w:rsidRPr="00285352">
              <w:rPr>
                <w:rFonts w:ascii="Museo 500" w:hAnsi="Museo 500"/>
                <w:b/>
                <w:color w:val="FFFFFF"/>
                <w:sz w:val="24"/>
              </w:rPr>
              <w:t>Indicators</w:t>
            </w:r>
          </w:p>
        </w:tc>
      </w:tr>
      <w:tr w:rsidR="000227C2" w:rsidRPr="00285352" w:rsidTr="009A22DB">
        <w:trPr>
          <w:trHeight w:val="338"/>
        </w:trPr>
        <w:tc>
          <w:tcPr>
            <w:tcW w:w="4254" w:type="dxa"/>
          </w:tcPr>
          <w:p w:rsidR="000227C2" w:rsidRPr="009A22DB" w:rsidRDefault="000227C2" w:rsidP="005C3A32">
            <w:pPr>
              <w:pStyle w:val="TableParagraph"/>
              <w:ind w:left="108" w:right="865"/>
              <w:rPr>
                <w:rFonts w:ascii="Museo 500" w:hAnsi="Museo 500"/>
                <w:b/>
                <w:sz w:val="24"/>
              </w:rPr>
            </w:pPr>
            <w:r w:rsidRPr="009A22DB">
              <w:rPr>
                <w:rFonts w:ascii="Museo 500" w:hAnsi="Museo 500"/>
                <w:b/>
                <w:sz w:val="24"/>
              </w:rPr>
              <w:t>Maintain a safe, learning-focused environment</w:t>
            </w:r>
          </w:p>
        </w:tc>
        <w:tc>
          <w:tcPr>
            <w:tcW w:w="9640" w:type="dxa"/>
          </w:tcPr>
          <w:p w:rsidR="000227C2" w:rsidRPr="00285352" w:rsidRDefault="000227C2" w:rsidP="005C3A32">
            <w:pPr>
              <w:pStyle w:val="TableParagraph"/>
              <w:numPr>
                <w:ilvl w:val="0"/>
                <w:numId w:val="23"/>
              </w:numPr>
              <w:tabs>
                <w:tab w:val="left" w:pos="468"/>
              </w:tabs>
              <w:spacing w:line="292" w:lineRule="exact"/>
              <w:rPr>
                <w:rFonts w:ascii="Museo 500" w:hAnsi="Museo 500"/>
                <w:sz w:val="24"/>
              </w:rPr>
            </w:pPr>
            <w:r w:rsidRPr="00285352">
              <w:rPr>
                <w:rFonts w:ascii="Museo 500" w:hAnsi="Museo 500"/>
                <w:sz w:val="24"/>
              </w:rPr>
              <w:t>Ensures a safe physical</w:t>
            </w:r>
            <w:r w:rsidRPr="00285352">
              <w:rPr>
                <w:rFonts w:ascii="Museo 500" w:hAnsi="Museo 500"/>
                <w:spacing w:val="-4"/>
                <w:sz w:val="24"/>
              </w:rPr>
              <w:t xml:space="preserve"> </w:t>
            </w:r>
            <w:r w:rsidRPr="00285352">
              <w:rPr>
                <w:rFonts w:ascii="Museo 500" w:hAnsi="Museo 500"/>
                <w:sz w:val="24"/>
              </w:rPr>
              <w:t>environment</w:t>
            </w:r>
          </w:p>
          <w:p w:rsidR="000227C2" w:rsidRPr="00285352" w:rsidRDefault="000227C2" w:rsidP="005C3A32">
            <w:pPr>
              <w:pStyle w:val="TableParagraph"/>
              <w:numPr>
                <w:ilvl w:val="0"/>
                <w:numId w:val="23"/>
              </w:numPr>
              <w:tabs>
                <w:tab w:val="left" w:pos="468"/>
              </w:tabs>
              <w:spacing w:before="43"/>
              <w:rPr>
                <w:rFonts w:ascii="Museo 500" w:hAnsi="Museo 500"/>
                <w:sz w:val="24"/>
              </w:rPr>
            </w:pPr>
            <w:r w:rsidRPr="00285352">
              <w:rPr>
                <w:rFonts w:ascii="Museo 500" w:hAnsi="Museo 500"/>
                <w:sz w:val="24"/>
              </w:rPr>
              <w:t>Ensures class environments support and enhance teaching and</w:t>
            </w:r>
            <w:r w:rsidRPr="00285352">
              <w:rPr>
                <w:rFonts w:ascii="Museo 500" w:hAnsi="Museo 500"/>
                <w:spacing w:val="-9"/>
                <w:sz w:val="24"/>
              </w:rPr>
              <w:t xml:space="preserve"> </w:t>
            </w:r>
            <w:r w:rsidRPr="00285352">
              <w:rPr>
                <w:rFonts w:ascii="Museo 500" w:hAnsi="Museo 500"/>
                <w:sz w:val="24"/>
              </w:rPr>
              <w:t>learning</w:t>
            </w:r>
          </w:p>
          <w:p w:rsidR="000227C2" w:rsidRPr="00285352" w:rsidRDefault="000227C2" w:rsidP="005C3A32">
            <w:pPr>
              <w:pStyle w:val="TableParagraph"/>
              <w:numPr>
                <w:ilvl w:val="0"/>
                <w:numId w:val="23"/>
              </w:numPr>
              <w:tabs>
                <w:tab w:val="left" w:pos="468"/>
              </w:tabs>
              <w:spacing w:before="45"/>
              <w:rPr>
                <w:rFonts w:ascii="Museo 500" w:hAnsi="Museo 500"/>
                <w:sz w:val="24"/>
              </w:rPr>
            </w:pPr>
            <w:r w:rsidRPr="00285352">
              <w:rPr>
                <w:rFonts w:ascii="Museo 500" w:hAnsi="Museo 500"/>
                <w:sz w:val="24"/>
              </w:rPr>
              <w:t>Maintains an awareness of staff workloads, challenges and</w:t>
            </w:r>
            <w:r w:rsidRPr="00285352">
              <w:rPr>
                <w:rFonts w:ascii="Museo 500" w:hAnsi="Museo 500"/>
                <w:spacing w:val="-7"/>
                <w:sz w:val="24"/>
              </w:rPr>
              <w:t xml:space="preserve"> </w:t>
            </w:r>
            <w:r w:rsidRPr="00285352">
              <w:rPr>
                <w:rFonts w:ascii="Museo 500" w:hAnsi="Museo 500"/>
                <w:sz w:val="24"/>
              </w:rPr>
              <w:t>stresses</w:t>
            </w:r>
          </w:p>
        </w:tc>
      </w:tr>
      <w:tr w:rsidR="000227C2" w:rsidRPr="00285352" w:rsidTr="009A22DB">
        <w:trPr>
          <w:trHeight w:val="1010"/>
        </w:trPr>
        <w:tc>
          <w:tcPr>
            <w:tcW w:w="4254" w:type="dxa"/>
          </w:tcPr>
          <w:p w:rsidR="000227C2" w:rsidRPr="009A22DB" w:rsidRDefault="000227C2" w:rsidP="005C3A32">
            <w:pPr>
              <w:pStyle w:val="TableParagraph"/>
              <w:ind w:left="108" w:right="97"/>
              <w:rPr>
                <w:rFonts w:ascii="Museo 500" w:hAnsi="Museo 500"/>
                <w:b/>
                <w:sz w:val="24"/>
              </w:rPr>
            </w:pPr>
            <w:r w:rsidRPr="009A22DB">
              <w:rPr>
                <w:rFonts w:ascii="Museo 500" w:hAnsi="Museo 500"/>
                <w:b/>
                <w:sz w:val="24"/>
              </w:rPr>
              <w:t>Promote an inclusive environment in which the diversity and prior experiences of students are acknowledged and respected</w:t>
            </w:r>
          </w:p>
        </w:tc>
        <w:tc>
          <w:tcPr>
            <w:tcW w:w="9640" w:type="dxa"/>
          </w:tcPr>
          <w:p w:rsidR="000227C2" w:rsidRPr="00285352" w:rsidRDefault="000227C2" w:rsidP="005C3A32">
            <w:pPr>
              <w:pStyle w:val="TableParagraph"/>
              <w:numPr>
                <w:ilvl w:val="0"/>
                <w:numId w:val="22"/>
              </w:numPr>
              <w:tabs>
                <w:tab w:val="left" w:pos="468"/>
              </w:tabs>
              <w:spacing w:line="278" w:lineRule="auto"/>
              <w:ind w:right="165"/>
              <w:rPr>
                <w:rFonts w:ascii="Museo 500" w:hAnsi="Museo 500"/>
                <w:sz w:val="24"/>
              </w:rPr>
            </w:pPr>
            <w:r w:rsidRPr="00285352">
              <w:rPr>
                <w:rFonts w:ascii="Museo 500" w:hAnsi="Museo 500"/>
                <w:sz w:val="24"/>
              </w:rPr>
              <w:t>Shows a passion for all students as learners including students with special education needs, the gifted and talented, and students with different cultural</w:t>
            </w:r>
            <w:r w:rsidRPr="00285352">
              <w:rPr>
                <w:rFonts w:ascii="Museo 500" w:hAnsi="Museo 500"/>
                <w:spacing w:val="-13"/>
                <w:sz w:val="24"/>
              </w:rPr>
              <w:t xml:space="preserve"> </w:t>
            </w:r>
            <w:r w:rsidRPr="00285352">
              <w:rPr>
                <w:rFonts w:ascii="Museo 500" w:hAnsi="Museo 500"/>
                <w:sz w:val="24"/>
              </w:rPr>
              <w:t>backgrounds</w:t>
            </w:r>
          </w:p>
          <w:p w:rsidR="000227C2" w:rsidRPr="00285352" w:rsidRDefault="000227C2" w:rsidP="005C3A32">
            <w:pPr>
              <w:pStyle w:val="TableParagraph"/>
              <w:numPr>
                <w:ilvl w:val="0"/>
                <w:numId w:val="22"/>
              </w:numPr>
              <w:tabs>
                <w:tab w:val="left" w:pos="468"/>
              </w:tabs>
              <w:spacing w:line="288" w:lineRule="exact"/>
              <w:rPr>
                <w:rFonts w:ascii="Museo 500" w:hAnsi="Museo 500"/>
                <w:sz w:val="24"/>
              </w:rPr>
            </w:pPr>
            <w:r w:rsidRPr="00285352">
              <w:rPr>
                <w:rFonts w:ascii="Museo 500" w:hAnsi="Museo 500"/>
                <w:sz w:val="24"/>
              </w:rPr>
              <w:t>Proactively builds positive, friendly and professional relationships with</w:t>
            </w:r>
            <w:r w:rsidRPr="00285352">
              <w:rPr>
                <w:rFonts w:ascii="Museo 500" w:hAnsi="Museo 500"/>
                <w:spacing w:val="-13"/>
                <w:sz w:val="24"/>
              </w:rPr>
              <w:t xml:space="preserve"> </w:t>
            </w:r>
            <w:r w:rsidRPr="00285352">
              <w:rPr>
                <w:rFonts w:ascii="Museo 500" w:hAnsi="Museo 500"/>
                <w:sz w:val="24"/>
              </w:rPr>
              <w:t>students</w:t>
            </w:r>
          </w:p>
          <w:p w:rsidR="000227C2" w:rsidRPr="00285352" w:rsidRDefault="000227C2" w:rsidP="005C3A32">
            <w:pPr>
              <w:pStyle w:val="TableParagraph"/>
              <w:numPr>
                <w:ilvl w:val="0"/>
                <w:numId w:val="22"/>
              </w:numPr>
              <w:tabs>
                <w:tab w:val="left" w:pos="468"/>
              </w:tabs>
              <w:spacing w:before="44"/>
              <w:rPr>
                <w:rFonts w:ascii="Museo 500" w:hAnsi="Museo 500"/>
                <w:sz w:val="24"/>
              </w:rPr>
            </w:pPr>
            <w:r w:rsidRPr="00285352">
              <w:rPr>
                <w:rFonts w:ascii="Museo 500" w:hAnsi="Museo 500"/>
                <w:sz w:val="24"/>
              </w:rPr>
              <w:t>Provides opportunities for individual success and</w:t>
            </w:r>
            <w:r w:rsidRPr="00285352">
              <w:rPr>
                <w:rFonts w:ascii="Museo 500" w:hAnsi="Museo 500"/>
                <w:spacing w:val="-6"/>
                <w:sz w:val="24"/>
              </w:rPr>
              <w:t xml:space="preserve"> </w:t>
            </w:r>
            <w:r w:rsidRPr="00285352">
              <w:rPr>
                <w:rFonts w:ascii="Museo 500" w:hAnsi="Museo 500"/>
                <w:sz w:val="24"/>
              </w:rPr>
              <w:t>excellence</w:t>
            </w:r>
          </w:p>
        </w:tc>
      </w:tr>
      <w:tr w:rsidR="000227C2" w:rsidRPr="00285352" w:rsidTr="009A22DB">
        <w:trPr>
          <w:trHeight w:val="1348"/>
        </w:trPr>
        <w:tc>
          <w:tcPr>
            <w:tcW w:w="4254" w:type="dxa"/>
          </w:tcPr>
          <w:p w:rsidR="000227C2" w:rsidRPr="009A22DB" w:rsidRDefault="000227C2" w:rsidP="005C3A32">
            <w:pPr>
              <w:pStyle w:val="TableParagraph"/>
              <w:ind w:left="108" w:right="346"/>
              <w:jc w:val="both"/>
              <w:rPr>
                <w:rFonts w:ascii="Museo 500" w:hAnsi="Museo 500"/>
                <w:b/>
                <w:sz w:val="24"/>
              </w:rPr>
            </w:pPr>
            <w:r w:rsidRPr="009A22DB">
              <w:rPr>
                <w:rFonts w:ascii="Museo 500" w:hAnsi="Museo 500"/>
                <w:b/>
                <w:sz w:val="24"/>
              </w:rPr>
              <w:t>Manage conflict and other challenging situations effectively and actively work to achieve solutions</w:t>
            </w:r>
          </w:p>
        </w:tc>
        <w:tc>
          <w:tcPr>
            <w:tcW w:w="9640" w:type="dxa"/>
          </w:tcPr>
          <w:p w:rsidR="000227C2" w:rsidRPr="00285352" w:rsidRDefault="000227C2" w:rsidP="005C3A32">
            <w:pPr>
              <w:pStyle w:val="TableParagraph"/>
              <w:numPr>
                <w:ilvl w:val="0"/>
                <w:numId w:val="21"/>
              </w:numPr>
              <w:tabs>
                <w:tab w:val="left" w:pos="468"/>
              </w:tabs>
              <w:spacing w:line="292" w:lineRule="exact"/>
              <w:rPr>
                <w:rFonts w:ascii="Museo 500" w:hAnsi="Museo 500"/>
                <w:sz w:val="24"/>
              </w:rPr>
            </w:pPr>
            <w:r w:rsidRPr="00285352">
              <w:rPr>
                <w:rFonts w:ascii="Museo 500" w:hAnsi="Museo 500"/>
                <w:sz w:val="24"/>
              </w:rPr>
              <w:t>Issues are identified in a timely manner and appropriate actions are</w:t>
            </w:r>
            <w:r w:rsidRPr="00285352">
              <w:rPr>
                <w:rFonts w:ascii="Museo 500" w:hAnsi="Museo 500"/>
                <w:spacing w:val="-11"/>
                <w:sz w:val="24"/>
              </w:rPr>
              <w:t xml:space="preserve"> </w:t>
            </w:r>
            <w:r w:rsidRPr="00285352">
              <w:rPr>
                <w:rFonts w:ascii="Museo 500" w:hAnsi="Museo 500"/>
                <w:sz w:val="24"/>
              </w:rPr>
              <w:t>undertaken</w:t>
            </w:r>
          </w:p>
          <w:p w:rsidR="000227C2" w:rsidRPr="00285352" w:rsidRDefault="000227C2" w:rsidP="005C3A32">
            <w:pPr>
              <w:pStyle w:val="TableParagraph"/>
              <w:numPr>
                <w:ilvl w:val="0"/>
                <w:numId w:val="21"/>
              </w:numPr>
              <w:tabs>
                <w:tab w:val="left" w:pos="468"/>
              </w:tabs>
              <w:spacing w:before="43" w:line="278" w:lineRule="auto"/>
              <w:ind w:right="861"/>
              <w:rPr>
                <w:rFonts w:ascii="Museo 500" w:hAnsi="Museo 500"/>
                <w:sz w:val="24"/>
              </w:rPr>
            </w:pPr>
            <w:r w:rsidRPr="00285352">
              <w:rPr>
                <w:rFonts w:ascii="Museo 500" w:hAnsi="Museo 500"/>
                <w:sz w:val="24"/>
              </w:rPr>
              <w:t>Negotiates and facilitates in order to achieve a solution and/or a mutually acceptable resolution wherever</w:t>
            </w:r>
            <w:r w:rsidRPr="00285352">
              <w:rPr>
                <w:rFonts w:ascii="Museo 500" w:hAnsi="Museo 500"/>
                <w:spacing w:val="-3"/>
                <w:sz w:val="24"/>
              </w:rPr>
              <w:t xml:space="preserve"> </w:t>
            </w:r>
            <w:r w:rsidRPr="00285352">
              <w:rPr>
                <w:rFonts w:ascii="Museo 500" w:hAnsi="Museo 500"/>
                <w:sz w:val="24"/>
              </w:rPr>
              <w:t>possible</w:t>
            </w:r>
          </w:p>
          <w:p w:rsidR="000227C2" w:rsidRPr="00285352" w:rsidRDefault="000227C2" w:rsidP="005C3A32">
            <w:pPr>
              <w:pStyle w:val="TableParagraph"/>
              <w:numPr>
                <w:ilvl w:val="0"/>
                <w:numId w:val="21"/>
              </w:numPr>
              <w:tabs>
                <w:tab w:val="left" w:pos="468"/>
              </w:tabs>
              <w:spacing w:line="288" w:lineRule="exact"/>
              <w:rPr>
                <w:rFonts w:ascii="Museo 500" w:hAnsi="Museo 500"/>
                <w:sz w:val="24"/>
              </w:rPr>
            </w:pPr>
            <w:r w:rsidRPr="00285352">
              <w:rPr>
                <w:rFonts w:ascii="Museo 500" w:hAnsi="Museo 500"/>
                <w:sz w:val="24"/>
              </w:rPr>
              <w:t>Encourages staff and the community to share concerns before they become big</w:t>
            </w:r>
            <w:r w:rsidRPr="00285352">
              <w:rPr>
                <w:rFonts w:ascii="Museo 500" w:hAnsi="Museo 500"/>
                <w:spacing w:val="-20"/>
                <w:sz w:val="24"/>
              </w:rPr>
              <w:t xml:space="preserve"> </w:t>
            </w:r>
            <w:r w:rsidRPr="00285352">
              <w:rPr>
                <w:rFonts w:ascii="Museo 500" w:hAnsi="Museo 500"/>
                <w:sz w:val="24"/>
              </w:rPr>
              <w:t>issues</w:t>
            </w:r>
          </w:p>
          <w:p w:rsidR="000227C2" w:rsidRPr="00285352" w:rsidRDefault="000227C2" w:rsidP="005C3A32">
            <w:pPr>
              <w:pStyle w:val="TableParagraph"/>
              <w:numPr>
                <w:ilvl w:val="0"/>
                <w:numId w:val="21"/>
              </w:numPr>
              <w:tabs>
                <w:tab w:val="left" w:pos="468"/>
              </w:tabs>
              <w:spacing w:before="45"/>
              <w:rPr>
                <w:rFonts w:ascii="Museo 500" w:hAnsi="Museo 500"/>
                <w:sz w:val="24"/>
              </w:rPr>
            </w:pPr>
            <w:r w:rsidRPr="00285352">
              <w:rPr>
                <w:rFonts w:ascii="Museo 500" w:hAnsi="Museo 500"/>
                <w:sz w:val="24"/>
              </w:rPr>
              <w:t>Is open to differing views and</w:t>
            </w:r>
            <w:r w:rsidRPr="00285352">
              <w:rPr>
                <w:rFonts w:ascii="Museo 500" w:hAnsi="Museo 500"/>
                <w:spacing w:val="-3"/>
                <w:sz w:val="24"/>
              </w:rPr>
              <w:t xml:space="preserve"> </w:t>
            </w:r>
            <w:r w:rsidRPr="00285352">
              <w:rPr>
                <w:rFonts w:ascii="Museo 500" w:hAnsi="Museo 500"/>
                <w:sz w:val="24"/>
              </w:rPr>
              <w:t>perspectives</w:t>
            </w:r>
          </w:p>
        </w:tc>
      </w:tr>
      <w:tr w:rsidR="000227C2" w:rsidRPr="00285352" w:rsidTr="009A22DB">
        <w:trPr>
          <w:trHeight w:val="1684"/>
        </w:trPr>
        <w:tc>
          <w:tcPr>
            <w:tcW w:w="4254" w:type="dxa"/>
          </w:tcPr>
          <w:p w:rsidR="000227C2" w:rsidRPr="009A22DB" w:rsidRDefault="000227C2" w:rsidP="005C3A32">
            <w:pPr>
              <w:pStyle w:val="TableParagraph"/>
              <w:ind w:left="108" w:right="551"/>
              <w:rPr>
                <w:rFonts w:ascii="Museo 500" w:hAnsi="Museo 500"/>
                <w:b/>
                <w:sz w:val="24"/>
              </w:rPr>
            </w:pPr>
            <w:r w:rsidRPr="009A22DB">
              <w:rPr>
                <w:rFonts w:ascii="Museo 500" w:hAnsi="Museo 500"/>
                <w:b/>
                <w:sz w:val="24"/>
              </w:rPr>
              <w:t>Demonstrate leadership through participating in professional learning</w:t>
            </w:r>
          </w:p>
        </w:tc>
        <w:tc>
          <w:tcPr>
            <w:tcW w:w="9640" w:type="dxa"/>
          </w:tcPr>
          <w:p w:rsidR="000227C2" w:rsidRPr="00285352" w:rsidRDefault="000227C2" w:rsidP="005C3A32">
            <w:pPr>
              <w:pStyle w:val="TableParagraph"/>
              <w:numPr>
                <w:ilvl w:val="0"/>
                <w:numId w:val="20"/>
              </w:numPr>
              <w:tabs>
                <w:tab w:val="left" w:pos="468"/>
              </w:tabs>
              <w:spacing w:line="293" w:lineRule="exact"/>
              <w:rPr>
                <w:rFonts w:ascii="Museo 500" w:hAnsi="Museo 500"/>
                <w:sz w:val="24"/>
              </w:rPr>
            </w:pPr>
            <w:r w:rsidRPr="00285352">
              <w:rPr>
                <w:rFonts w:ascii="Museo 500" w:hAnsi="Museo 500"/>
                <w:sz w:val="24"/>
              </w:rPr>
              <w:t>Actively seeks professional development that supports personal leadership</w:t>
            </w:r>
            <w:r w:rsidRPr="00285352">
              <w:rPr>
                <w:rFonts w:ascii="Museo 500" w:hAnsi="Museo 500"/>
                <w:spacing w:val="-14"/>
                <w:sz w:val="24"/>
              </w:rPr>
              <w:t xml:space="preserve"> </w:t>
            </w:r>
            <w:r w:rsidRPr="00285352">
              <w:rPr>
                <w:rFonts w:ascii="Museo 500" w:hAnsi="Museo 500"/>
                <w:sz w:val="24"/>
              </w:rPr>
              <w:t>growth</w:t>
            </w:r>
          </w:p>
          <w:p w:rsidR="000227C2" w:rsidRPr="00285352" w:rsidRDefault="000227C2" w:rsidP="005C3A32">
            <w:pPr>
              <w:pStyle w:val="TableParagraph"/>
              <w:numPr>
                <w:ilvl w:val="0"/>
                <w:numId w:val="20"/>
              </w:numPr>
              <w:tabs>
                <w:tab w:val="left" w:pos="468"/>
              </w:tabs>
              <w:spacing w:before="45"/>
              <w:rPr>
                <w:rFonts w:ascii="Museo 500" w:hAnsi="Museo 500"/>
                <w:sz w:val="24"/>
              </w:rPr>
            </w:pPr>
            <w:r w:rsidRPr="00285352">
              <w:rPr>
                <w:rFonts w:ascii="Museo 500" w:hAnsi="Museo 500"/>
                <w:sz w:val="24"/>
              </w:rPr>
              <w:t>Actively participates in staff professional</w:t>
            </w:r>
            <w:r w:rsidRPr="00285352">
              <w:rPr>
                <w:rFonts w:ascii="Museo 500" w:hAnsi="Museo 500"/>
                <w:spacing w:val="-3"/>
                <w:sz w:val="24"/>
              </w:rPr>
              <w:t xml:space="preserve"> </w:t>
            </w:r>
            <w:r w:rsidRPr="00285352">
              <w:rPr>
                <w:rFonts w:ascii="Museo 500" w:hAnsi="Museo 500"/>
                <w:sz w:val="24"/>
              </w:rPr>
              <w:t>development</w:t>
            </w:r>
          </w:p>
        </w:tc>
      </w:tr>
    </w:tbl>
    <w:p w:rsidR="000227C2" w:rsidRPr="00285352" w:rsidRDefault="000227C2" w:rsidP="00D341C6">
      <w:pPr>
        <w:rPr>
          <w:rFonts w:ascii="Museo 500" w:hAnsi="Museo 500"/>
          <w:sz w:val="24"/>
        </w:rPr>
        <w:sectPr w:rsidR="000227C2" w:rsidRPr="00285352">
          <w:pgSz w:w="16850" w:h="11910" w:orient="landscape"/>
          <w:pgMar w:top="1180" w:right="920" w:bottom="1560" w:left="1600" w:header="713" w:footer="1266" w:gutter="0"/>
          <w:cols w:space="720"/>
        </w:sectPr>
      </w:pPr>
    </w:p>
    <w:p w:rsidR="000227C2" w:rsidRPr="00285352" w:rsidRDefault="000227C2" w:rsidP="00D341C6">
      <w:pPr>
        <w:pStyle w:val="BodyText"/>
        <w:spacing w:before="8"/>
        <w:rPr>
          <w:rFonts w:ascii="Museo 500" w:hAnsi="Museo 500"/>
          <w:sz w:val="13"/>
        </w:rPr>
      </w:pPr>
    </w:p>
    <w:p w:rsidR="000227C2" w:rsidRPr="00285352" w:rsidRDefault="000227C2" w:rsidP="00027014">
      <w:pPr>
        <w:pStyle w:val="ListParagraph"/>
        <w:numPr>
          <w:ilvl w:val="0"/>
          <w:numId w:val="28"/>
        </w:numPr>
        <w:tabs>
          <w:tab w:val="left" w:pos="561"/>
        </w:tabs>
        <w:spacing w:before="100" w:line="276" w:lineRule="auto"/>
        <w:ind w:left="550" w:right="678" w:hanging="427"/>
        <w:rPr>
          <w:rFonts w:ascii="Museo 500" w:hAnsi="Museo 500"/>
          <w:b/>
          <w:color w:val="001F5F"/>
          <w:sz w:val="30"/>
        </w:rPr>
      </w:pPr>
      <w:r w:rsidRPr="00285352">
        <w:rPr>
          <w:rFonts w:ascii="Museo 500" w:hAnsi="Museo 500"/>
          <w:b/>
          <w:color w:val="001F5F"/>
          <w:sz w:val="30"/>
        </w:rPr>
        <w:t>Pedagogy: Create a learning environment in which there is an expectation that all students will experience success in</w:t>
      </w:r>
      <w:r w:rsidRPr="00285352">
        <w:rPr>
          <w:rFonts w:ascii="Museo 500" w:hAnsi="Museo 500"/>
          <w:b/>
          <w:color w:val="001F5F"/>
          <w:spacing w:val="-3"/>
          <w:sz w:val="30"/>
        </w:rPr>
        <w:t xml:space="preserve"> </w:t>
      </w:r>
      <w:r w:rsidRPr="00285352">
        <w:rPr>
          <w:rFonts w:ascii="Museo 500" w:hAnsi="Museo 500"/>
          <w:b/>
          <w:color w:val="001F5F"/>
          <w:sz w:val="30"/>
        </w:rPr>
        <w:t>learning.</w:t>
      </w:r>
    </w:p>
    <w:p w:rsidR="000227C2" w:rsidRPr="00285352" w:rsidRDefault="000227C2" w:rsidP="00D341C6">
      <w:pPr>
        <w:pStyle w:val="BodyText"/>
        <w:spacing w:before="10" w:after="1"/>
        <w:rPr>
          <w:rFonts w:ascii="Museo 500" w:hAnsi="Museo 500"/>
          <w:b/>
          <w:sz w:val="23"/>
        </w:rPr>
      </w:pPr>
    </w:p>
    <w:tbl>
      <w:tblPr>
        <w:tblW w:w="0" w:type="auto"/>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4537"/>
        <w:gridCol w:w="9356"/>
      </w:tblGrid>
      <w:tr w:rsidR="000227C2" w:rsidRPr="00285352" w:rsidTr="005C3A32">
        <w:trPr>
          <w:trHeight w:val="280"/>
        </w:trPr>
        <w:tc>
          <w:tcPr>
            <w:tcW w:w="4537" w:type="dxa"/>
            <w:shd w:val="clear" w:color="auto" w:fill="365F91"/>
          </w:tcPr>
          <w:p w:rsidR="000227C2" w:rsidRPr="00285352" w:rsidRDefault="000227C2" w:rsidP="005C3A32">
            <w:pPr>
              <w:pStyle w:val="TableParagraph"/>
              <w:spacing w:line="260" w:lineRule="exact"/>
              <w:ind w:left="991"/>
              <w:rPr>
                <w:rFonts w:ascii="Museo 500" w:hAnsi="Museo 500"/>
                <w:b/>
                <w:sz w:val="24"/>
              </w:rPr>
            </w:pPr>
            <w:r w:rsidRPr="00285352">
              <w:rPr>
                <w:rFonts w:ascii="Museo 500" w:hAnsi="Museo 500"/>
                <w:b/>
                <w:color w:val="FFFFFF"/>
                <w:sz w:val="24"/>
              </w:rPr>
              <w:t>Professional Standards</w:t>
            </w:r>
          </w:p>
        </w:tc>
        <w:tc>
          <w:tcPr>
            <w:tcW w:w="9356" w:type="dxa"/>
            <w:shd w:val="clear" w:color="auto" w:fill="365F91"/>
          </w:tcPr>
          <w:p w:rsidR="000227C2" w:rsidRPr="00285352" w:rsidRDefault="000227C2" w:rsidP="00027014">
            <w:pPr>
              <w:pStyle w:val="TableParagraph"/>
              <w:spacing w:line="260" w:lineRule="exact"/>
              <w:ind w:left="4091" w:right="4080" w:hanging="611"/>
              <w:jc w:val="center"/>
              <w:rPr>
                <w:rFonts w:ascii="Museo 500" w:hAnsi="Museo 500"/>
                <w:b/>
                <w:sz w:val="24"/>
              </w:rPr>
            </w:pPr>
            <w:r w:rsidRPr="00285352">
              <w:rPr>
                <w:rFonts w:ascii="Museo 500" w:hAnsi="Museo 500"/>
                <w:b/>
                <w:color w:val="FFFFFF"/>
                <w:sz w:val="24"/>
              </w:rPr>
              <w:t>Indicators</w:t>
            </w:r>
          </w:p>
        </w:tc>
      </w:tr>
      <w:tr w:rsidR="000227C2" w:rsidRPr="00285352" w:rsidTr="005C3A32">
        <w:trPr>
          <w:trHeight w:val="880"/>
        </w:trPr>
        <w:tc>
          <w:tcPr>
            <w:tcW w:w="4537" w:type="dxa"/>
          </w:tcPr>
          <w:p w:rsidR="000227C2" w:rsidRPr="009A22DB" w:rsidRDefault="000227C2" w:rsidP="005C3A32">
            <w:pPr>
              <w:pStyle w:val="TableParagraph"/>
              <w:spacing w:before="1" w:line="290" w:lineRule="atLeast"/>
              <w:ind w:left="108" w:right="520"/>
              <w:rPr>
                <w:rFonts w:ascii="Museo 500" w:hAnsi="Museo 500"/>
                <w:b/>
                <w:sz w:val="24"/>
              </w:rPr>
            </w:pPr>
            <w:r w:rsidRPr="009A22DB">
              <w:rPr>
                <w:rFonts w:ascii="Museo 500" w:hAnsi="Museo 500"/>
                <w:b/>
                <w:sz w:val="24"/>
              </w:rPr>
              <w:t>Promote and support the gaining of worthwhile qualifications and successful transitions to tertiary education or employment for all students.</w:t>
            </w:r>
          </w:p>
        </w:tc>
        <w:tc>
          <w:tcPr>
            <w:tcW w:w="9356" w:type="dxa"/>
          </w:tcPr>
          <w:p w:rsidR="000227C2" w:rsidRPr="00285352" w:rsidRDefault="000227C2" w:rsidP="005C3A32">
            <w:pPr>
              <w:pStyle w:val="TableParagraph"/>
              <w:numPr>
                <w:ilvl w:val="0"/>
                <w:numId w:val="19"/>
              </w:numPr>
              <w:tabs>
                <w:tab w:val="left" w:pos="466"/>
              </w:tabs>
              <w:spacing w:before="1" w:line="266" w:lineRule="auto"/>
              <w:ind w:right="135"/>
              <w:rPr>
                <w:rFonts w:ascii="Museo 500" w:hAnsi="Museo 500"/>
                <w:sz w:val="24"/>
              </w:rPr>
            </w:pPr>
            <w:r w:rsidRPr="00285352">
              <w:rPr>
                <w:rFonts w:ascii="Museo 500" w:hAnsi="Museo 500"/>
                <w:sz w:val="24"/>
              </w:rPr>
              <w:t xml:space="preserve">High academic goals are set for all students </w:t>
            </w:r>
          </w:p>
          <w:p w:rsidR="000227C2" w:rsidRPr="00285352" w:rsidRDefault="000227C2" w:rsidP="005C3A32">
            <w:pPr>
              <w:pStyle w:val="TableParagraph"/>
              <w:numPr>
                <w:ilvl w:val="0"/>
                <w:numId w:val="19"/>
              </w:numPr>
              <w:tabs>
                <w:tab w:val="left" w:pos="466"/>
              </w:tabs>
              <w:spacing w:before="1" w:line="266" w:lineRule="auto"/>
              <w:ind w:right="135"/>
              <w:rPr>
                <w:rFonts w:ascii="Museo 500" w:hAnsi="Museo 500"/>
                <w:sz w:val="24"/>
              </w:rPr>
            </w:pPr>
            <w:r w:rsidRPr="00285352">
              <w:rPr>
                <w:rFonts w:ascii="Museo 500" w:hAnsi="Museo 500"/>
                <w:sz w:val="24"/>
              </w:rPr>
              <w:t xml:space="preserve">Careers education is resourced and pathway are included in delivery of curriculum. </w:t>
            </w:r>
          </w:p>
        </w:tc>
      </w:tr>
      <w:tr w:rsidR="000227C2" w:rsidRPr="00285352" w:rsidTr="005C3A32">
        <w:trPr>
          <w:trHeight w:val="880"/>
        </w:trPr>
        <w:tc>
          <w:tcPr>
            <w:tcW w:w="4537" w:type="dxa"/>
          </w:tcPr>
          <w:p w:rsidR="000227C2" w:rsidRPr="009A22DB" w:rsidRDefault="000227C2" w:rsidP="005C3A32">
            <w:pPr>
              <w:pStyle w:val="TableParagraph"/>
              <w:spacing w:before="1" w:line="290" w:lineRule="atLeast"/>
              <w:ind w:left="108" w:right="520"/>
              <w:rPr>
                <w:rFonts w:ascii="Museo 500" w:hAnsi="Museo 500"/>
                <w:b/>
                <w:sz w:val="24"/>
              </w:rPr>
            </w:pPr>
            <w:r w:rsidRPr="009A22DB">
              <w:rPr>
                <w:rFonts w:ascii="Museo 500" w:hAnsi="Museo 500"/>
                <w:b/>
                <w:sz w:val="24"/>
              </w:rPr>
              <w:t>Ensure the use of best practices for assessment, and analyse and act upon evidence on student learning to maximise learning for all students.</w:t>
            </w:r>
          </w:p>
          <w:p w:rsidR="000227C2" w:rsidRPr="009A22DB" w:rsidRDefault="000227C2" w:rsidP="005C3A32">
            <w:pPr>
              <w:pStyle w:val="TableParagraph"/>
              <w:spacing w:before="1" w:line="290" w:lineRule="atLeast"/>
              <w:ind w:left="108" w:right="520"/>
              <w:rPr>
                <w:rFonts w:ascii="Museo 500" w:hAnsi="Museo 500"/>
                <w:b/>
                <w:sz w:val="24"/>
              </w:rPr>
            </w:pPr>
          </w:p>
        </w:tc>
        <w:tc>
          <w:tcPr>
            <w:tcW w:w="9356" w:type="dxa"/>
          </w:tcPr>
          <w:p w:rsidR="000227C2" w:rsidRPr="00285352" w:rsidRDefault="000227C2" w:rsidP="005C3A32">
            <w:pPr>
              <w:pStyle w:val="TableParagraph"/>
              <w:numPr>
                <w:ilvl w:val="0"/>
                <w:numId w:val="19"/>
              </w:numPr>
              <w:tabs>
                <w:tab w:val="left" w:pos="466"/>
              </w:tabs>
              <w:spacing w:before="1" w:line="266" w:lineRule="auto"/>
              <w:ind w:right="135"/>
              <w:rPr>
                <w:rFonts w:ascii="Museo 500" w:hAnsi="Museo 500"/>
                <w:sz w:val="24"/>
              </w:rPr>
            </w:pPr>
            <w:r w:rsidRPr="00285352">
              <w:rPr>
                <w:rFonts w:ascii="Museo 500" w:hAnsi="Museo 500"/>
                <w:sz w:val="24"/>
              </w:rPr>
              <w:t>Promote Assessment for Learning</w:t>
            </w:r>
          </w:p>
          <w:p w:rsidR="000227C2" w:rsidRPr="00285352" w:rsidRDefault="000227C2" w:rsidP="005C3A32">
            <w:pPr>
              <w:pStyle w:val="TableParagraph"/>
              <w:numPr>
                <w:ilvl w:val="0"/>
                <w:numId w:val="19"/>
              </w:numPr>
              <w:tabs>
                <w:tab w:val="left" w:pos="466"/>
              </w:tabs>
              <w:spacing w:before="1" w:line="266" w:lineRule="auto"/>
              <w:ind w:right="135"/>
              <w:rPr>
                <w:rFonts w:ascii="Museo 500" w:hAnsi="Museo 500"/>
                <w:sz w:val="24"/>
              </w:rPr>
            </w:pPr>
            <w:r w:rsidRPr="00285352">
              <w:rPr>
                <w:rFonts w:ascii="Museo 500" w:hAnsi="Museo 500"/>
                <w:sz w:val="24"/>
              </w:rPr>
              <w:t>Build capacity within teachers to analyse and act up data</w:t>
            </w:r>
          </w:p>
        </w:tc>
      </w:tr>
      <w:tr w:rsidR="000227C2" w:rsidRPr="00285352" w:rsidTr="005C3A32">
        <w:trPr>
          <w:trHeight w:val="1705"/>
        </w:trPr>
        <w:tc>
          <w:tcPr>
            <w:tcW w:w="4537" w:type="dxa"/>
          </w:tcPr>
          <w:p w:rsidR="000227C2" w:rsidRPr="009A22DB" w:rsidRDefault="000227C2" w:rsidP="005C3A32">
            <w:pPr>
              <w:pStyle w:val="TableParagraph"/>
              <w:spacing w:before="1" w:line="290" w:lineRule="atLeast"/>
              <w:ind w:left="108" w:right="520"/>
              <w:rPr>
                <w:rFonts w:ascii="Museo 500" w:hAnsi="Museo 500"/>
                <w:b/>
                <w:color w:val="FF0000"/>
                <w:sz w:val="24"/>
              </w:rPr>
            </w:pPr>
            <w:r w:rsidRPr="009A22DB">
              <w:rPr>
                <w:rFonts w:ascii="Museo 500" w:hAnsi="Museo 500"/>
                <w:b/>
                <w:sz w:val="24"/>
              </w:rPr>
              <w:t>Focus in particular on success in learning for Māori and Pasifika students, students with special education needs, and students at risk of not succeeding at school.</w:t>
            </w:r>
          </w:p>
        </w:tc>
        <w:tc>
          <w:tcPr>
            <w:tcW w:w="9356" w:type="dxa"/>
          </w:tcPr>
          <w:p w:rsidR="000227C2" w:rsidRPr="00285352" w:rsidRDefault="000227C2" w:rsidP="005C3A32">
            <w:pPr>
              <w:pStyle w:val="TableParagraph"/>
              <w:numPr>
                <w:ilvl w:val="0"/>
                <w:numId w:val="19"/>
              </w:numPr>
              <w:tabs>
                <w:tab w:val="left" w:pos="466"/>
              </w:tabs>
              <w:spacing w:before="1" w:line="266" w:lineRule="auto"/>
              <w:ind w:right="135"/>
              <w:rPr>
                <w:rFonts w:ascii="Museo 500" w:hAnsi="Museo 500"/>
                <w:sz w:val="24"/>
              </w:rPr>
            </w:pPr>
            <w:r w:rsidRPr="00285352">
              <w:rPr>
                <w:rFonts w:ascii="Museo 500" w:hAnsi="Museo 500"/>
                <w:sz w:val="24"/>
              </w:rPr>
              <w:t>Build relationships with whanau of students to enhance learning</w:t>
            </w:r>
          </w:p>
          <w:p w:rsidR="000227C2" w:rsidRPr="00285352" w:rsidRDefault="000227C2" w:rsidP="005C3A32">
            <w:pPr>
              <w:pStyle w:val="TableParagraph"/>
              <w:numPr>
                <w:ilvl w:val="0"/>
                <w:numId w:val="19"/>
              </w:numPr>
              <w:tabs>
                <w:tab w:val="left" w:pos="466"/>
              </w:tabs>
              <w:spacing w:before="1" w:line="266" w:lineRule="auto"/>
              <w:ind w:right="135"/>
              <w:rPr>
                <w:rFonts w:ascii="Museo 500" w:hAnsi="Museo 500"/>
                <w:sz w:val="24"/>
              </w:rPr>
            </w:pPr>
            <w:r w:rsidRPr="00285352">
              <w:rPr>
                <w:rFonts w:ascii="Museo 500" w:hAnsi="Museo 500"/>
                <w:sz w:val="24"/>
              </w:rPr>
              <w:t>Promote differentiation of learning to meet the needs of all students</w:t>
            </w:r>
          </w:p>
          <w:p w:rsidR="000227C2" w:rsidRPr="00285352" w:rsidRDefault="000227C2" w:rsidP="005C3A32">
            <w:pPr>
              <w:pStyle w:val="TableParagraph"/>
              <w:numPr>
                <w:ilvl w:val="0"/>
                <w:numId w:val="19"/>
              </w:numPr>
              <w:tabs>
                <w:tab w:val="left" w:pos="466"/>
              </w:tabs>
              <w:spacing w:before="1" w:line="266" w:lineRule="auto"/>
              <w:ind w:right="135"/>
              <w:rPr>
                <w:rFonts w:ascii="Museo 500" w:hAnsi="Museo 500"/>
                <w:sz w:val="24"/>
              </w:rPr>
            </w:pPr>
            <w:r w:rsidRPr="00285352">
              <w:rPr>
                <w:rFonts w:ascii="Museo 500" w:hAnsi="Museo 500"/>
                <w:sz w:val="24"/>
              </w:rPr>
              <w:t xml:space="preserve">Report to various interest groups regularly on the progress of </w:t>
            </w:r>
          </w:p>
        </w:tc>
      </w:tr>
      <w:tr w:rsidR="000227C2" w:rsidRPr="00285352" w:rsidTr="005C3A32">
        <w:trPr>
          <w:trHeight w:val="880"/>
        </w:trPr>
        <w:tc>
          <w:tcPr>
            <w:tcW w:w="4537" w:type="dxa"/>
          </w:tcPr>
          <w:p w:rsidR="000227C2" w:rsidRPr="009A22DB" w:rsidRDefault="000227C2" w:rsidP="005C3A32">
            <w:pPr>
              <w:pStyle w:val="TableParagraph"/>
              <w:spacing w:before="1" w:line="290" w:lineRule="atLeast"/>
              <w:ind w:left="108" w:right="520"/>
              <w:rPr>
                <w:rFonts w:ascii="Museo 500" w:hAnsi="Museo 500"/>
                <w:b/>
                <w:sz w:val="24"/>
              </w:rPr>
            </w:pPr>
            <w:r w:rsidRPr="009A22DB">
              <w:rPr>
                <w:rFonts w:ascii="Museo 500" w:hAnsi="Museo 500"/>
                <w:b/>
                <w:sz w:val="24"/>
              </w:rPr>
              <w:t>Promote, participate in and support on- going professional learning linked to student progress</w:t>
            </w:r>
          </w:p>
        </w:tc>
        <w:tc>
          <w:tcPr>
            <w:tcW w:w="9356" w:type="dxa"/>
          </w:tcPr>
          <w:p w:rsidR="000227C2" w:rsidRPr="00285352" w:rsidRDefault="000227C2" w:rsidP="005C3A32">
            <w:pPr>
              <w:pStyle w:val="TableParagraph"/>
              <w:numPr>
                <w:ilvl w:val="0"/>
                <w:numId w:val="19"/>
              </w:numPr>
              <w:tabs>
                <w:tab w:val="left" w:pos="466"/>
              </w:tabs>
              <w:spacing w:before="1" w:line="266" w:lineRule="auto"/>
              <w:ind w:right="135"/>
              <w:rPr>
                <w:rFonts w:ascii="Museo 500" w:hAnsi="Museo 500"/>
                <w:sz w:val="24"/>
              </w:rPr>
            </w:pPr>
            <w:r w:rsidRPr="00285352">
              <w:rPr>
                <w:rFonts w:ascii="Museo 500" w:hAnsi="Museo 500"/>
                <w:sz w:val="24"/>
              </w:rPr>
              <w:t>Keeps</w:t>
            </w:r>
            <w:r w:rsidRPr="00285352">
              <w:rPr>
                <w:rFonts w:ascii="Museo 500" w:hAnsi="Museo 500"/>
                <w:spacing w:val="-4"/>
                <w:sz w:val="24"/>
              </w:rPr>
              <w:t xml:space="preserve"> </w:t>
            </w:r>
            <w:r w:rsidRPr="00285352">
              <w:rPr>
                <w:rFonts w:ascii="Museo 500" w:hAnsi="Museo 500"/>
                <w:sz w:val="24"/>
              </w:rPr>
              <w:t>abreast</w:t>
            </w:r>
            <w:r w:rsidRPr="00285352">
              <w:rPr>
                <w:rFonts w:ascii="Museo 500" w:hAnsi="Museo 500"/>
                <w:spacing w:val="-4"/>
                <w:sz w:val="24"/>
              </w:rPr>
              <w:t xml:space="preserve"> </w:t>
            </w:r>
            <w:r w:rsidRPr="00285352">
              <w:rPr>
                <w:rFonts w:ascii="Museo 500" w:hAnsi="Museo 500"/>
                <w:sz w:val="24"/>
              </w:rPr>
              <w:t>of</w:t>
            </w:r>
            <w:r w:rsidRPr="00285352">
              <w:rPr>
                <w:rFonts w:ascii="Museo 500" w:hAnsi="Museo 500"/>
                <w:spacing w:val="-3"/>
                <w:sz w:val="24"/>
              </w:rPr>
              <w:t xml:space="preserve"> </w:t>
            </w:r>
            <w:r w:rsidRPr="00285352">
              <w:rPr>
                <w:rFonts w:ascii="Museo 500" w:hAnsi="Museo 500"/>
                <w:sz w:val="24"/>
              </w:rPr>
              <w:t>current</w:t>
            </w:r>
            <w:r w:rsidRPr="00285352">
              <w:rPr>
                <w:rFonts w:ascii="Museo 500" w:hAnsi="Museo 500"/>
                <w:spacing w:val="-5"/>
                <w:sz w:val="24"/>
              </w:rPr>
              <w:t xml:space="preserve"> </w:t>
            </w:r>
            <w:r w:rsidRPr="00285352">
              <w:rPr>
                <w:rFonts w:ascii="Museo 500" w:hAnsi="Museo 500"/>
                <w:sz w:val="24"/>
              </w:rPr>
              <w:t>thinking</w:t>
            </w:r>
            <w:r w:rsidRPr="00285352">
              <w:rPr>
                <w:rFonts w:ascii="Museo 500" w:hAnsi="Museo 500"/>
                <w:spacing w:val="-4"/>
                <w:sz w:val="24"/>
              </w:rPr>
              <w:t xml:space="preserve"> </w:t>
            </w:r>
            <w:r w:rsidRPr="00285352">
              <w:rPr>
                <w:rFonts w:ascii="Museo 500" w:hAnsi="Museo 500"/>
                <w:sz w:val="24"/>
              </w:rPr>
              <w:t>and</w:t>
            </w:r>
            <w:r w:rsidRPr="00285352">
              <w:rPr>
                <w:rFonts w:ascii="Museo 500" w:hAnsi="Museo 500"/>
                <w:spacing w:val="-3"/>
                <w:sz w:val="24"/>
              </w:rPr>
              <w:t xml:space="preserve"> </w:t>
            </w:r>
            <w:r w:rsidRPr="00285352">
              <w:rPr>
                <w:rFonts w:ascii="Museo 500" w:hAnsi="Museo 500"/>
                <w:sz w:val="24"/>
              </w:rPr>
              <w:t>research</w:t>
            </w:r>
            <w:r w:rsidRPr="00285352">
              <w:rPr>
                <w:rFonts w:ascii="Museo 500" w:hAnsi="Museo 500"/>
                <w:spacing w:val="-5"/>
                <w:sz w:val="24"/>
              </w:rPr>
              <w:t xml:space="preserve"> </w:t>
            </w:r>
            <w:r w:rsidRPr="00285352">
              <w:rPr>
                <w:rFonts w:ascii="Museo 500" w:hAnsi="Museo 500"/>
                <w:sz w:val="24"/>
              </w:rPr>
              <w:t>through</w:t>
            </w:r>
            <w:r w:rsidRPr="00285352">
              <w:rPr>
                <w:rFonts w:ascii="Museo 500" w:hAnsi="Museo 500"/>
                <w:spacing w:val="-5"/>
                <w:sz w:val="24"/>
              </w:rPr>
              <w:t xml:space="preserve"> </w:t>
            </w:r>
            <w:r w:rsidRPr="00285352">
              <w:rPr>
                <w:rFonts w:ascii="Museo 500" w:hAnsi="Museo 500"/>
                <w:sz w:val="24"/>
              </w:rPr>
              <w:t>professional</w:t>
            </w:r>
            <w:r w:rsidRPr="00285352">
              <w:rPr>
                <w:rFonts w:ascii="Museo 500" w:hAnsi="Museo 500"/>
                <w:spacing w:val="-4"/>
                <w:sz w:val="24"/>
              </w:rPr>
              <w:t xml:space="preserve"> </w:t>
            </w:r>
            <w:r w:rsidRPr="00285352">
              <w:rPr>
                <w:rFonts w:ascii="Museo 500" w:hAnsi="Museo 500"/>
                <w:sz w:val="24"/>
              </w:rPr>
              <w:t>reading,</w:t>
            </w:r>
            <w:r w:rsidRPr="00285352">
              <w:rPr>
                <w:rFonts w:ascii="Museo 500" w:hAnsi="Museo 500"/>
                <w:spacing w:val="-4"/>
                <w:sz w:val="24"/>
              </w:rPr>
              <w:t xml:space="preserve"> </w:t>
            </w:r>
            <w:r w:rsidRPr="00285352">
              <w:rPr>
                <w:rFonts w:ascii="Museo 500" w:hAnsi="Museo 500"/>
                <w:sz w:val="24"/>
              </w:rPr>
              <w:t>professional learning groups and personal</w:t>
            </w:r>
            <w:r w:rsidRPr="00285352">
              <w:rPr>
                <w:rFonts w:ascii="Museo 500" w:hAnsi="Museo 500"/>
                <w:spacing w:val="-6"/>
                <w:sz w:val="24"/>
              </w:rPr>
              <w:t xml:space="preserve"> </w:t>
            </w:r>
            <w:r w:rsidRPr="00285352">
              <w:rPr>
                <w:rFonts w:ascii="Museo 500" w:hAnsi="Museo 500"/>
                <w:sz w:val="24"/>
              </w:rPr>
              <w:t>learning</w:t>
            </w:r>
          </w:p>
        </w:tc>
      </w:tr>
      <w:tr w:rsidR="000227C2" w:rsidRPr="00285352" w:rsidTr="005C3A32">
        <w:trPr>
          <w:trHeight w:val="2273"/>
        </w:trPr>
        <w:tc>
          <w:tcPr>
            <w:tcW w:w="4537" w:type="dxa"/>
          </w:tcPr>
          <w:p w:rsidR="000227C2" w:rsidRPr="009A22DB" w:rsidRDefault="000227C2" w:rsidP="005C3A32">
            <w:pPr>
              <w:pStyle w:val="TableParagraph"/>
              <w:ind w:left="108" w:right="269"/>
              <w:rPr>
                <w:rFonts w:ascii="Museo 500" w:hAnsi="Museo 500"/>
                <w:b/>
                <w:sz w:val="24"/>
              </w:rPr>
            </w:pPr>
            <w:r w:rsidRPr="009A22DB">
              <w:rPr>
                <w:rFonts w:ascii="Museo 500" w:hAnsi="Museo 500"/>
                <w:b/>
                <w:sz w:val="24"/>
              </w:rPr>
              <w:t>Demonstrate leadership through engaging with staff and sharing knowledge about effective teaching and learning in the context of the New Zealand curriculum documents</w:t>
            </w:r>
          </w:p>
        </w:tc>
        <w:tc>
          <w:tcPr>
            <w:tcW w:w="9356" w:type="dxa"/>
          </w:tcPr>
          <w:p w:rsidR="000227C2" w:rsidRPr="00285352" w:rsidRDefault="000227C2" w:rsidP="005C3A32">
            <w:pPr>
              <w:pStyle w:val="TableParagraph"/>
              <w:numPr>
                <w:ilvl w:val="0"/>
                <w:numId w:val="18"/>
              </w:numPr>
              <w:tabs>
                <w:tab w:val="left" w:pos="466"/>
              </w:tabs>
              <w:spacing w:line="266" w:lineRule="auto"/>
              <w:ind w:right="257"/>
              <w:rPr>
                <w:rFonts w:ascii="Museo 500" w:hAnsi="Museo 500"/>
                <w:sz w:val="24"/>
              </w:rPr>
            </w:pPr>
            <w:r w:rsidRPr="00285352">
              <w:rPr>
                <w:rFonts w:ascii="Museo 500" w:hAnsi="Museo 500"/>
                <w:sz w:val="24"/>
              </w:rPr>
              <w:t>Demonstrates the ability to lead learning, with a clear focus on student engagement and raising student achievement, through up to date and evidence-based teaching and learning principles and</w:t>
            </w:r>
            <w:r w:rsidRPr="00285352">
              <w:rPr>
                <w:rFonts w:ascii="Museo 500" w:hAnsi="Museo 500"/>
                <w:spacing w:val="-6"/>
                <w:sz w:val="24"/>
              </w:rPr>
              <w:t xml:space="preserve"> </w:t>
            </w:r>
            <w:r w:rsidRPr="00285352">
              <w:rPr>
                <w:rFonts w:ascii="Museo 500" w:hAnsi="Museo 500"/>
                <w:sz w:val="24"/>
              </w:rPr>
              <w:t>pedagogy</w:t>
            </w:r>
          </w:p>
          <w:p w:rsidR="000227C2" w:rsidRPr="00285352" w:rsidRDefault="000227C2" w:rsidP="005C3A32">
            <w:pPr>
              <w:pStyle w:val="TableParagraph"/>
              <w:numPr>
                <w:ilvl w:val="0"/>
                <w:numId w:val="18"/>
              </w:numPr>
              <w:tabs>
                <w:tab w:val="left" w:pos="466"/>
              </w:tabs>
              <w:spacing w:line="266" w:lineRule="auto"/>
              <w:ind w:right="663"/>
              <w:rPr>
                <w:rFonts w:ascii="Museo 500" w:hAnsi="Museo 500"/>
                <w:sz w:val="24"/>
              </w:rPr>
            </w:pPr>
            <w:r w:rsidRPr="00285352">
              <w:rPr>
                <w:rFonts w:ascii="Museo 500" w:hAnsi="Museo 500"/>
                <w:sz w:val="24"/>
              </w:rPr>
              <w:t>Takes a pragmatic approach to new initiatives i.e. to ask the question – ‘How can we adapt this to achieve best learning outcomes for our</w:t>
            </w:r>
            <w:r w:rsidRPr="00285352">
              <w:rPr>
                <w:rFonts w:ascii="Museo 500" w:hAnsi="Museo 500"/>
                <w:spacing w:val="-11"/>
                <w:sz w:val="24"/>
              </w:rPr>
              <w:t xml:space="preserve"> </w:t>
            </w:r>
            <w:r w:rsidRPr="00285352">
              <w:rPr>
                <w:rFonts w:ascii="Museo 500" w:hAnsi="Museo 500"/>
                <w:sz w:val="24"/>
              </w:rPr>
              <w:t>students?’</w:t>
            </w:r>
          </w:p>
          <w:p w:rsidR="000227C2" w:rsidRPr="00285352" w:rsidRDefault="000227C2" w:rsidP="005C3A32">
            <w:pPr>
              <w:pStyle w:val="TableParagraph"/>
              <w:numPr>
                <w:ilvl w:val="0"/>
                <w:numId w:val="18"/>
              </w:numPr>
              <w:tabs>
                <w:tab w:val="left" w:pos="466"/>
              </w:tabs>
              <w:spacing w:line="291" w:lineRule="exact"/>
              <w:rPr>
                <w:rFonts w:ascii="Museo 500" w:hAnsi="Museo 500"/>
                <w:sz w:val="24"/>
              </w:rPr>
            </w:pPr>
            <w:r w:rsidRPr="00285352">
              <w:rPr>
                <w:rFonts w:ascii="Museo 500" w:hAnsi="Museo 500"/>
                <w:sz w:val="24"/>
              </w:rPr>
              <w:t>Engages all staff in professional development to increase pedagogical content</w:t>
            </w:r>
            <w:r w:rsidRPr="00285352">
              <w:rPr>
                <w:rFonts w:ascii="Museo 500" w:hAnsi="Museo 500"/>
                <w:spacing w:val="-30"/>
                <w:sz w:val="24"/>
              </w:rPr>
              <w:t xml:space="preserve"> </w:t>
            </w:r>
            <w:r w:rsidRPr="00285352">
              <w:rPr>
                <w:rFonts w:ascii="Museo 500" w:hAnsi="Museo 500"/>
                <w:sz w:val="24"/>
              </w:rPr>
              <w:t>knowledge</w:t>
            </w:r>
          </w:p>
          <w:p w:rsidR="000227C2" w:rsidRPr="00285352" w:rsidRDefault="000227C2" w:rsidP="005C3A32">
            <w:pPr>
              <w:pStyle w:val="TableParagraph"/>
              <w:spacing w:before="32"/>
              <w:ind w:left="465"/>
              <w:rPr>
                <w:rFonts w:ascii="Museo 500" w:hAnsi="Museo 500"/>
                <w:sz w:val="24"/>
              </w:rPr>
            </w:pPr>
            <w:r w:rsidRPr="00285352">
              <w:rPr>
                <w:rFonts w:ascii="Museo 500" w:hAnsi="Museo 500"/>
                <w:sz w:val="24"/>
              </w:rPr>
              <w:t>and improve the quality of teaching and learning</w:t>
            </w:r>
          </w:p>
        </w:tc>
      </w:tr>
      <w:tr w:rsidR="000227C2" w:rsidRPr="00285352" w:rsidTr="005C3A32">
        <w:trPr>
          <w:trHeight w:val="1466"/>
        </w:trPr>
        <w:tc>
          <w:tcPr>
            <w:tcW w:w="4537" w:type="dxa"/>
          </w:tcPr>
          <w:p w:rsidR="000227C2" w:rsidRPr="009A22DB" w:rsidRDefault="000227C2" w:rsidP="005C3A32">
            <w:pPr>
              <w:pStyle w:val="TableParagraph"/>
              <w:ind w:left="108" w:right="755"/>
              <w:rPr>
                <w:rFonts w:ascii="Museo 500" w:hAnsi="Museo 500"/>
                <w:b/>
                <w:sz w:val="24"/>
              </w:rPr>
            </w:pPr>
            <w:r w:rsidRPr="009A22DB">
              <w:rPr>
                <w:rFonts w:ascii="Museo 500" w:hAnsi="Museo 500"/>
                <w:b/>
                <w:sz w:val="24"/>
              </w:rPr>
              <w:t>Ensure staff members engage in professional learning to establish and sustain effective teacher/learner</w:t>
            </w:r>
          </w:p>
          <w:p w:rsidR="000227C2" w:rsidRPr="009A22DB" w:rsidRDefault="000227C2" w:rsidP="005C3A32">
            <w:pPr>
              <w:pStyle w:val="TableParagraph"/>
              <w:spacing w:line="290" w:lineRule="atLeast"/>
              <w:ind w:left="108" w:right="759"/>
              <w:rPr>
                <w:rFonts w:ascii="Museo 500" w:hAnsi="Museo 500"/>
                <w:b/>
                <w:sz w:val="24"/>
              </w:rPr>
            </w:pPr>
            <w:r w:rsidRPr="009A22DB">
              <w:rPr>
                <w:rFonts w:ascii="Museo 500" w:hAnsi="Museo 500"/>
                <w:b/>
                <w:sz w:val="24"/>
              </w:rPr>
              <w:t>relationships with all students, with a particular focus on Māori students</w:t>
            </w:r>
          </w:p>
        </w:tc>
        <w:tc>
          <w:tcPr>
            <w:tcW w:w="9356" w:type="dxa"/>
          </w:tcPr>
          <w:p w:rsidR="000227C2" w:rsidRPr="00285352" w:rsidRDefault="000227C2" w:rsidP="005C3A32">
            <w:pPr>
              <w:pStyle w:val="TableParagraph"/>
              <w:numPr>
                <w:ilvl w:val="0"/>
                <w:numId w:val="17"/>
              </w:numPr>
              <w:tabs>
                <w:tab w:val="left" w:pos="466"/>
              </w:tabs>
              <w:spacing w:line="266" w:lineRule="auto"/>
              <w:ind w:right="594"/>
              <w:rPr>
                <w:rFonts w:ascii="Museo 500" w:hAnsi="Museo 500"/>
                <w:sz w:val="24"/>
              </w:rPr>
            </w:pPr>
            <w:r w:rsidRPr="00285352">
              <w:rPr>
                <w:rFonts w:ascii="Museo 500" w:hAnsi="Museo 500"/>
                <w:sz w:val="24"/>
              </w:rPr>
              <w:t>Provides</w:t>
            </w:r>
            <w:r w:rsidRPr="00285352">
              <w:rPr>
                <w:rFonts w:ascii="Museo 500" w:hAnsi="Museo 500"/>
                <w:spacing w:val="-7"/>
                <w:sz w:val="24"/>
              </w:rPr>
              <w:t xml:space="preserve"> </w:t>
            </w:r>
            <w:r w:rsidRPr="00285352">
              <w:rPr>
                <w:rFonts w:ascii="Museo 500" w:hAnsi="Museo 500"/>
                <w:sz w:val="24"/>
              </w:rPr>
              <w:t>professional</w:t>
            </w:r>
            <w:r w:rsidRPr="00285352">
              <w:rPr>
                <w:rFonts w:ascii="Museo 500" w:hAnsi="Museo 500"/>
                <w:spacing w:val="-7"/>
                <w:sz w:val="24"/>
              </w:rPr>
              <w:t xml:space="preserve"> </w:t>
            </w:r>
            <w:r w:rsidRPr="00285352">
              <w:rPr>
                <w:rFonts w:ascii="Museo 500" w:hAnsi="Museo 500"/>
                <w:sz w:val="24"/>
              </w:rPr>
              <w:t>development</w:t>
            </w:r>
            <w:r w:rsidRPr="00285352">
              <w:rPr>
                <w:rFonts w:ascii="Museo 500" w:hAnsi="Museo 500"/>
                <w:spacing w:val="-5"/>
                <w:sz w:val="24"/>
              </w:rPr>
              <w:t xml:space="preserve"> </w:t>
            </w:r>
            <w:r w:rsidRPr="00285352">
              <w:rPr>
                <w:rFonts w:ascii="Museo 500" w:hAnsi="Museo 500"/>
                <w:sz w:val="24"/>
              </w:rPr>
              <w:t>that</w:t>
            </w:r>
            <w:r w:rsidRPr="00285352">
              <w:rPr>
                <w:rFonts w:ascii="Museo 500" w:hAnsi="Museo 500"/>
                <w:spacing w:val="-4"/>
                <w:sz w:val="24"/>
              </w:rPr>
              <w:t xml:space="preserve"> </w:t>
            </w:r>
            <w:r w:rsidRPr="00285352">
              <w:rPr>
                <w:rFonts w:ascii="Museo 500" w:hAnsi="Museo 500"/>
                <w:sz w:val="24"/>
              </w:rPr>
              <w:t>supports</w:t>
            </w:r>
            <w:r w:rsidRPr="00285352">
              <w:rPr>
                <w:rFonts w:ascii="Museo 500" w:hAnsi="Museo 500"/>
                <w:spacing w:val="-7"/>
                <w:sz w:val="24"/>
              </w:rPr>
              <w:t xml:space="preserve"> </w:t>
            </w:r>
            <w:r w:rsidRPr="00285352">
              <w:rPr>
                <w:rFonts w:ascii="Museo 500" w:hAnsi="Museo 500"/>
                <w:sz w:val="24"/>
              </w:rPr>
              <w:t>constructive</w:t>
            </w:r>
            <w:r w:rsidRPr="00285352">
              <w:rPr>
                <w:rFonts w:ascii="Museo 500" w:hAnsi="Museo 500"/>
                <w:spacing w:val="-6"/>
                <w:sz w:val="24"/>
              </w:rPr>
              <w:t xml:space="preserve"> </w:t>
            </w:r>
            <w:r w:rsidRPr="00285352">
              <w:rPr>
                <w:rFonts w:ascii="Museo 500" w:hAnsi="Museo 500"/>
                <w:sz w:val="24"/>
              </w:rPr>
              <w:t>relationships</w:t>
            </w:r>
            <w:r w:rsidRPr="00285352">
              <w:rPr>
                <w:rFonts w:ascii="Museo 500" w:hAnsi="Museo 500"/>
                <w:spacing w:val="-5"/>
                <w:sz w:val="24"/>
              </w:rPr>
              <w:t xml:space="preserve"> </w:t>
            </w:r>
            <w:r w:rsidRPr="00285352">
              <w:rPr>
                <w:rFonts w:ascii="Museo 500" w:hAnsi="Museo 500"/>
                <w:sz w:val="24"/>
              </w:rPr>
              <w:t>between teachers and their</w:t>
            </w:r>
            <w:r w:rsidRPr="00285352">
              <w:rPr>
                <w:rFonts w:ascii="Museo 500" w:hAnsi="Museo 500"/>
                <w:spacing w:val="-5"/>
                <w:sz w:val="24"/>
              </w:rPr>
              <w:t xml:space="preserve"> </w:t>
            </w:r>
            <w:r w:rsidRPr="00285352">
              <w:rPr>
                <w:rFonts w:ascii="Museo 500" w:hAnsi="Museo 500"/>
                <w:sz w:val="24"/>
              </w:rPr>
              <w:t>students</w:t>
            </w:r>
          </w:p>
          <w:p w:rsidR="000227C2" w:rsidRPr="00285352" w:rsidRDefault="000227C2" w:rsidP="005C3A32">
            <w:pPr>
              <w:pStyle w:val="TableParagraph"/>
              <w:numPr>
                <w:ilvl w:val="0"/>
                <w:numId w:val="17"/>
              </w:numPr>
              <w:tabs>
                <w:tab w:val="left" w:pos="466"/>
              </w:tabs>
              <w:spacing w:line="266" w:lineRule="auto"/>
              <w:ind w:right="661"/>
              <w:rPr>
                <w:rFonts w:ascii="Museo 500" w:hAnsi="Museo 500"/>
                <w:sz w:val="24"/>
              </w:rPr>
            </w:pPr>
            <w:r w:rsidRPr="00285352">
              <w:rPr>
                <w:rFonts w:ascii="Museo 500" w:hAnsi="Museo 500"/>
                <w:sz w:val="24"/>
              </w:rPr>
              <w:t>Uses professional learning conversations to effectively guide and coach staff to have constructive relationships with all</w:t>
            </w:r>
            <w:r w:rsidRPr="00285352">
              <w:rPr>
                <w:rFonts w:ascii="Museo 500" w:hAnsi="Museo 500"/>
                <w:spacing w:val="-3"/>
                <w:sz w:val="24"/>
              </w:rPr>
              <w:t xml:space="preserve"> </w:t>
            </w:r>
            <w:r w:rsidRPr="00285352">
              <w:rPr>
                <w:rFonts w:ascii="Museo 500" w:hAnsi="Museo 500"/>
                <w:sz w:val="24"/>
              </w:rPr>
              <w:t>students</w:t>
            </w:r>
          </w:p>
        </w:tc>
      </w:tr>
      <w:tr w:rsidR="000227C2" w:rsidRPr="00285352" w:rsidTr="005C3A32">
        <w:trPr>
          <w:trHeight w:val="974"/>
        </w:trPr>
        <w:tc>
          <w:tcPr>
            <w:tcW w:w="4537" w:type="dxa"/>
          </w:tcPr>
          <w:p w:rsidR="000227C2" w:rsidRPr="009A22DB" w:rsidRDefault="000227C2" w:rsidP="005C3A32">
            <w:pPr>
              <w:pStyle w:val="TableParagraph"/>
              <w:ind w:left="108" w:right="137"/>
              <w:rPr>
                <w:rFonts w:ascii="Museo 500" w:hAnsi="Museo 500"/>
                <w:b/>
                <w:sz w:val="24"/>
              </w:rPr>
            </w:pPr>
            <w:r w:rsidRPr="009A22DB">
              <w:rPr>
                <w:rFonts w:ascii="Museo 500" w:hAnsi="Museo 500"/>
                <w:b/>
                <w:sz w:val="24"/>
              </w:rPr>
              <w:t>Ensure that the review and design of school programmes is informed by school-based and other evidence.</w:t>
            </w:r>
          </w:p>
        </w:tc>
        <w:tc>
          <w:tcPr>
            <w:tcW w:w="9356" w:type="dxa"/>
          </w:tcPr>
          <w:p w:rsidR="000227C2" w:rsidRPr="00285352" w:rsidRDefault="000227C2" w:rsidP="005C3A32">
            <w:pPr>
              <w:pStyle w:val="TableParagraph"/>
              <w:numPr>
                <w:ilvl w:val="0"/>
                <w:numId w:val="16"/>
              </w:numPr>
              <w:tabs>
                <w:tab w:val="left" w:pos="466"/>
              </w:tabs>
              <w:spacing w:line="292" w:lineRule="exact"/>
              <w:rPr>
                <w:rFonts w:ascii="Museo 500" w:hAnsi="Museo 500"/>
                <w:sz w:val="24"/>
              </w:rPr>
            </w:pPr>
            <w:r w:rsidRPr="00285352">
              <w:rPr>
                <w:rFonts w:ascii="Museo 500" w:hAnsi="Museo 500"/>
                <w:sz w:val="24"/>
              </w:rPr>
              <w:t>Ensures decisions are data and evidence</w:t>
            </w:r>
            <w:r w:rsidRPr="00285352">
              <w:rPr>
                <w:rFonts w:ascii="Museo 500" w:hAnsi="Museo 500"/>
                <w:spacing w:val="-4"/>
                <w:sz w:val="24"/>
              </w:rPr>
              <w:t xml:space="preserve"> </w:t>
            </w:r>
            <w:r w:rsidRPr="00285352">
              <w:rPr>
                <w:rFonts w:ascii="Museo 500" w:hAnsi="Museo 500"/>
                <w:sz w:val="24"/>
              </w:rPr>
              <w:t>driven</w:t>
            </w:r>
          </w:p>
          <w:p w:rsidR="000227C2" w:rsidRPr="00285352" w:rsidRDefault="000227C2" w:rsidP="005C3A32">
            <w:pPr>
              <w:pStyle w:val="TableParagraph"/>
              <w:numPr>
                <w:ilvl w:val="0"/>
                <w:numId w:val="16"/>
              </w:numPr>
              <w:tabs>
                <w:tab w:val="left" w:pos="466"/>
              </w:tabs>
              <w:spacing w:before="31"/>
              <w:rPr>
                <w:rFonts w:ascii="Museo 500" w:hAnsi="Museo 500"/>
                <w:sz w:val="24"/>
              </w:rPr>
            </w:pPr>
            <w:r w:rsidRPr="00285352">
              <w:rPr>
                <w:rFonts w:ascii="Museo 500" w:hAnsi="Museo 500"/>
                <w:sz w:val="24"/>
              </w:rPr>
              <w:t>Links professional development to student</w:t>
            </w:r>
            <w:r w:rsidRPr="00285352">
              <w:rPr>
                <w:rFonts w:ascii="Museo 500" w:hAnsi="Museo 500"/>
                <w:spacing w:val="-1"/>
                <w:sz w:val="24"/>
              </w:rPr>
              <w:t xml:space="preserve"> </w:t>
            </w:r>
            <w:r w:rsidRPr="00285352">
              <w:rPr>
                <w:rFonts w:ascii="Museo 500" w:hAnsi="Museo 500"/>
                <w:sz w:val="24"/>
              </w:rPr>
              <w:t>achievement</w:t>
            </w:r>
          </w:p>
          <w:p w:rsidR="000227C2" w:rsidRPr="00285352" w:rsidRDefault="000227C2" w:rsidP="005C3A32">
            <w:pPr>
              <w:pStyle w:val="TableParagraph"/>
              <w:numPr>
                <w:ilvl w:val="0"/>
                <w:numId w:val="16"/>
              </w:numPr>
              <w:tabs>
                <w:tab w:val="left" w:pos="466"/>
              </w:tabs>
              <w:spacing w:before="31"/>
              <w:rPr>
                <w:rFonts w:ascii="Museo 500" w:hAnsi="Museo 500"/>
                <w:sz w:val="24"/>
              </w:rPr>
            </w:pPr>
            <w:r w:rsidRPr="00285352">
              <w:rPr>
                <w:rFonts w:ascii="Museo 500" w:hAnsi="Museo 500"/>
                <w:sz w:val="24"/>
              </w:rPr>
              <w:t>Ensures ‘teaching as inquiry’ is practised by all</w:t>
            </w:r>
            <w:r w:rsidRPr="00285352">
              <w:rPr>
                <w:rFonts w:ascii="Museo 500" w:hAnsi="Museo 500"/>
                <w:spacing w:val="-9"/>
                <w:sz w:val="24"/>
              </w:rPr>
              <w:t xml:space="preserve"> </w:t>
            </w:r>
            <w:r w:rsidRPr="00285352">
              <w:rPr>
                <w:rFonts w:ascii="Museo 500" w:hAnsi="Museo 500"/>
                <w:sz w:val="24"/>
              </w:rPr>
              <w:t>teachers</w:t>
            </w:r>
          </w:p>
        </w:tc>
      </w:tr>
      <w:tr w:rsidR="000227C2" w:rsidRPr="00285352" w:rsidTr="005C3A32">
        <w:trPr>
          <w:trHeight w:val="1298"/>
        </w:trPr>
        <w:tc>
          <w:tcPr>
            <w:tcW w:w="4537" w:type="dxa"/>
          </w:tcPr>
          <w:p w:rsidR="000227C2" w:rsidRPr="009A22DB" w:rsidRDefault="000227C2" w:rsidP="005C3A32">
            <w:pPr>
              <w:pStyle w:val="TableParagraph"/>
              <w:ind w:left="108" w:right="93"/>
              <w:rPr>
                <w:rFonts w:ascii="Museo 500" w:hAnsi="Museo 500"/>
                <w:b/>
                <w:sz w:val="24"/>
              </w:rPr>
            </w:pPr>
            <w:r w:rsidRPr="009A22DB">
              <w:rPr>
                <w:rFonts w:ascii="Museo 500" w:hAnsi="Museo 500"/>
                <w:b/>
                <w:sz w:val="24"/>
              </w:rPr>
              <w:t>Maintain a professional learning community within which staff members are provided with feedback and support on their professional practice.</w:t>
            </w:r>
          </w:p>
        </w:tc>
        <w:tc>
          <w:tcPr>
            <w:tcW w:w="9356" w:type="dxa"/>
          </w:tcPr>
          <w:p w:rsidR="000227C2" w:rsidRPr="00285352" w:rsidRDefault="000227C2" w:rsidP="00D341C6">
            <w:pPr>
              <w:pStyle w:val="TableParagraph"/>
              <w:numPr>
                <w:ilvl w:val="0"/>
                <w:numId w:val="15"/>
              </w:numPr>
              <w:tabs>
                <w:tab w:val="left" w:pos="468"/>
              </w:tabs>
              <w:spacing w:line="266" w:lineRule="auto"/>
              <w:ind w:right="218" w:hanging="357"/>
              <w:rPr>
                <w:rFonts w:ascii="Museo 500" w:hAnsi="Museo 500"/>
                <w:sz w:val="24"/>
              </w:rPr>
            </w:pPr>
            <w:r w:rsidRPr="00285352">
              <w:rPr>
                <w:rFonts w:ascii="Museo 500" w:hAnsi="Museo 500"/>
                <w:sz w:val="24"/>
              </w:rPr>
              <w:t>Uses professional learning conversations to effectively guide and coach staff, individually and collectively, to improve their</w:t>
            </w:r>
            <w:r w:rsidRPr="00285352">
              <w:rPr>
                <w:rFonts w:ascii="Museo 500" w:hAnsi="Museo 500"/>
                <w:spacing w:val="-2"/>
                <w:sz w:val="24"/>
              </w:rPr>
              <w:t xml:space="preserve"> </w:t>
            </w:r>
            <w:r w:rsidRPr="00285352">
              <w:rPr>
                <w:rFonts w:ascii="Museo 500" w:hAnsi="Museo 500"/>
                <w:sz w:val="24"/>
              </w:rPr>
              <w:t>practice</w:t>
            </w:r>
          </w:p>
          <w:p w:rsidR="000227C2" w:rsidRPr="00285352" w:rsidRDefault="000227C2" w:rsidP="009A22DB">
            <w:pPr>
              <w:pStyle w:val="TableParagraph"/>
              <w:numPr>
                <w:ilvl w:val="0"/>
                <w:numId w:val="15"/>
              </w:numPr>
              <w:spacing w:before="32"/>
              <w:rPr>
                <w:rFonts w:ascii="Museo 500" w:hAnsi="Museo 500"/>
                <w:sz w:val="24"/>
              </w:rPr>
            </w:pPr>
            <w:r w:rsidRPr="00285352">
              <w:rPr>
                <w:rFonts w:ascii="Museo 500" w:hAnsi="Museo 500"/>
                <w:sz w:val="24"/>
              </w:rPr>
              <w:t>Supports and oversees other staff as they observe and coach each other in</w:t>
            </w:r>
            <w:r w:rsidRPr="00285352">
              <w:rPr>
                <w:rFonts w:ascii="Museo 500" w:hAnsi="Museo 500"/>
                <w:spacing w:val="-21"/>
                <w:sz w:val="24"/>
              </w:rPr>
              <w:t xml:space="preserve"> </w:t>
            </w:r>
            <w:r w:rsidRPr="00285352">
              <w:rPr>
                <w:rFonts w:ascii="Museo 500" w:hAnsi="Museo 500"/>
                <w:sz w:val="24"/>
              </w:rPr>
              <w:t>effective</w:t>
            </w:r>
            <w:r>
              <w:rPr>
                <w:rFonts w:ascii="Museo 500" w:hAnsi="Museo 500"/>
                <w:sz w:val="24"/>
              </w:rPr>
              <w:t xml:space="preserve"> </w:t>
            </w:r>
            <w:r w:rsidRPr="00285352">
              <w:rPr>
                <w:rFonts w:ascii="Museo 500" w:hAnsi="Museo 500"/>
                <w:sz w:val="24"/>
              </w:rPr>
              <w:t>teaching and learning practices</w:t>
            </w:r>
          </w:p>
        </w:tc>
      </w:tr>
      <w:tr w:rsidR="000227C2" w:rsidRPr="00285352" w:rsidTr="005C3A32">
        <w:trPr>
          <w:trHeight w:val="1298"/>
        </w:trPr>
        <w:tc>
          <w:tcPr>
            <w:tcW w:w="4537" w:type="dxa"/>
          </w:tcPr>
          <w:p w:rsidR="000227C2" w:rsidRPr="009A22DB" w:rsidRDefault="000227C2" w:rsidP="005C3A32">
            <w:pPr>
              <w:pStyle w:val="TableParagraph"/>
              <w:ind w:left="108" w:right="93"/>
              <w:rPr>
                <w:rFonts w:ascii="Museo 500" w:hAnsi="Museo 500"/>
                <w:b/>
                <w:sz w:val="24"/>
              </w:rPr>
            </w:pPr>
            <w:r w:rsidRPr="009A22DB">
              <w:rPr>
                <w:rFonts w:ascii="Museo 500" w:hAnsi="Museo 500"/>
                <w:b/>
                <w:sz w:val="24"/>
              </w:rPr>
              <w:t>Analyse and act upon school-wide evidence on student learning to maximise learning for all students with a particular focus on Māori and Pasifika students</w:t>
            </w:r>
          </w:p>
        </w:tc>
        <w:tc>
          <w:tcPr>
            <w:tcW w:w="9356" w:type="dxa"/>
          </w:tcPr>
          <w:p w:rsidR="000227C2" w:rsidRPr="00285352" w:rsidRDefault="000227C2" w:rsidP="0091521E">
            <w:pPr>
              <w:pStyle w:val="TableParagraph"/>
              <w:numPr>
                <w:ilvl w:val="0"/>
                <w:numId w:val="14"/>
              </w:numPr>
              <w:spacing w:before="1"/>
              <w:rPr>
                <w:rFonts w:ascii="Museo 500" w:hAnsi="Museo 500"/>
                <w:sz w:val="24"/>
              </w:rPr>
            </w:pPr>
            <w:r w:rsidRPr="00285352">
              <w:rPr>
                <w:rFonts w:ascii="Museo 500" w:hAnsi="Museo 500"/>
                <w:sz w:val="24"/>
              </w:rPr>
              <w:t>Shows a passion for education, and demonstrates a thorough understanding of</w:t>
            </w:r>
            <w:r w:rsidRPr="00285352">
              <w:rPr>
                <w:rFonts w:ascii="Museo 500" w:hAnsi="Museo 500"/>
                <w:spacing w:val="-26"/>
                <w:sz w:val="24"/>
              </w:rPr>
              <w:t xml:space="preserve"> </w:t>
            </w:r>
            <w:r w:rsidRPr="00285352">
              <w:rPr>
                <w:rFonts w:ascii="Museo 500" w:hAnsi="Museo 500"/>
                <w:sz w:val="24"/>
              </w:rPr>
              <w:t>teaching</w:t>
            </w:r>
            <w:r>
              <w:rPr>
                <w:rFonts w:ascii="Museo 500" w:hAnsi="Museo 500"/>
                <w:sz w:val="24"/>
              </w:rPr>
              <w:t xml:space="preserve"> </w:t>
            </w:r>
            <w:r w:rsidRPr="00285352">
              <w:rPr>
                <w:rFonts w:ascii="Museo 500" w:hAnsi="Museo 500"/>
                <w:sz w:val="24"/>
              </w:rPr>
              <w:t>and learning for diverse students</w:t>
            </w:r>
          </w:p>
          <w:p w:rsidR="000227C2" w:rsidRPr="00285352" w:rsidRDefault="000227C2" w:rsidP="0091521E">
            <w:pPr>
              <w:pStyle w:val="TableParagraph"/>
              <w:numPr>
                <w:ilvl w:val="0"/>
                <w:numId w:val="15"/>
              </w:numPr>
              <w:tabs>
                <w:tab w:val="left" w:pos="468"/>
              </w:tabs>
              <w:spacing w:line="266" w:lineRule="auto"/>
              <w:ind w:right="218" w:hanging="357"/>
              <w:rPr>
                <w:rFonts w:ascii="Museo 500" w:hAnsi="Museo 500"/>
                <w:sz w:val="24"/>
              </w:rPr>
            </w:pPr>
            <w:r w:rsidRPr="00285352">
              <w:rPr>
                <w:rFonts w:ascii="Museo 500" w:hAnsi="Museo 500"/>
                <w:sz w:val="24"/>
              </w:rPr>
              <w:t>Works with teachers to set clear, evidence-based, achievable, yet challenging individual/team/school-wide student achievement targets, with a view to raising</w:t>
            </w:r>
            <w:r w:rsidRPr="00285352">
              <w:rPr>
                <w:rFonts w:ascii="Museo 500" w:hAnsi="Museo 500"/>
                <w:spacing w:val="-33"/>
                <w:sz w:val="24"/>
              </w:rPr>
              <w:t xml:space="preserve"> </w:t>
            </w:r>
            <w:r w:rsidRPr="00285352">
              <w:rPr>
                <w:rFonts w:ascii="Museo 500" w:hAnsi="Museo 500"/>
                <w:sz w:val="24"/>
              </w:rPr>
              <w:t>student achievement</w:t>
            </w:r>
          </w:p>
        </w:tc>
      </w:tr>
    </w:tbl>
    <w:p w:rsidR="000227C2" w:rsidRDefault="000227C2"/>
    <w:p w:rsidR="000227C2" w:rsidRPr="00285352" w:rsidRDefault="000227C2" w:rsidP="00D341C6">
      <w:pPr>
        <w:pStyle w:val="ListParagraph"/>
        <w:numPr>
          <w:ilvl w:val="0"/>
          <w:numId w:val="28"/>
        </w:numPr>
        <w:tabs>
          <w:tab w:val="left" w:pos="561"/>
        </w:tabs>
        <w:spacing w:before="100"/>
        <w:ind w:left="560" w:hanging="437"/>
        <w:rPr>
          <w:rFonts w:ascii="Museo 500" w:hAnsi="Museo 500"/>
          <w:b/>
          <w:color w:val="001F5F"/>
          <w:sz w:val="30"/>
        </w:rPr>
      </w:pPr>
      <w:r w:rsidRPr="00285352">
        <w:rPr>
          <w:rFonts w:ascii="Museo 500" w:hAnsi="Museo 500"/>
          <w:b/>
          <w:color w:val="001F5F"/>
          <w:sz w:val="30"/>
        </w:rPr>
        <w:t>Systems: Develop and use management systems to support and enhance student</w:t>
      </w:r>
      <w:r w:rsidRPr="00285352">
        <w:rPr>
          <w:rFonts w:ascii="Museo 500" w:hAnsi="Museo 500"/>
          <w:b/>
          <w:color w:val="001F5F"/>
          <w:spacing w:val="-16"/>
          <w:sz w:val="30"/>
        </w:rPr>
        <w:t xml:space="preserve"> </w:t>
      </w:r>
      <w:r w:rsidRPr="00285352">
        <w:rPr>
          <w:rFonts w:ascii="Museo 500" w:hAnsi="Museo 500"/>
          <w:b/>
          <w:color w:val="001F5F"/>
          <w:sz w:val="30"/>
        </w:rPr>
        <w:t>learning</w:t>
      </w:r>
    </w:p>
    <w:p w:rsidR="000227C2" w:rsidRPr="00285352" w:rsidRDefault="000227C2" w:rsidP="00D341C6">
      <w:pPr>
        <w:pStyle w:val="BodyText"/>
        <w:rPr>
          <w:rFonts w:ascii="Museo 500" w:hAnsi="Museo 500"/>
          <w:b/>
          <w:sz w:val="20"/>
        </w:rPr>
      </w:pPr>
    </w:p>
    <w:p w:rsidR="000227C2" w:rsidRPr="00285352" w:rsidRDefault="000227C2" w:rsidP="00D341C6">
      <w:pPr>
        <w:pStyle w:val="BodyText"/>
        <w:rPr>
          <w:rFonts w:ascii="Museo 500" w:hAnsi="Museo 500"/>
          <w:b/>
          <w:sz w:val="20"/>
        </w:rPr>
      </w:pPr>
    </w:p>
    <w:p w:rsidR="000227C2" w:rsidRPr="00285352" w:rsidRDefault="000227C2" w:rsidP="00D341C6">
      <w:pPr>
        <w:pStyle w:val="BodyText"/>
        <w:spacing w:before="2"/>
        <w:rPr>
          <w:rFonts w:ascii="Museo 500" w:hAnsi="Museo 500"/>
          <w:b/>
          <w:sz w:val="16"/>
        </w:rPr>
      </w:pPr>
    </w:p>
    <w:tbl>
      <w:tblPr>
        <w:tblW w:w="0" w:type="auto"/>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4254"/>
        <w:gridCol w:w="9640"/>
      </w:tblGrid>
      <w:tr w:rsidR="000227C2" w:rsidRPr="00285352" w:rsidTr="005C3A32">
        <w:trPr>
          <w:trHeight w:val="282"/>
        </w:trPr>
        <w:tc>
          <w:tcPr>
            <w:tcW w:w="4254" w:type="dxa"/>
            <w:shd w:val="clear" w:color="auto" w:fill="365F91"/>
          </w:tcPr>
          <w:p w:rsidR="000227C2" w:rsidRPr="00285352" w:rsidRDefault="000227C2" w:rsidP="005C3A32">
            <w:pPr>
              <w:pStyle w:val="TableParagraph"/>
              <w:spacing w:before="2" w:line="261" w:lineRule="exact"/>
              <w:ind w:left="849"/>
              <w:rPr>
                <w:rFonts w:ascii="Museo 500" w:hAnsi="Museo 500"/>
                <w:b/>
                <w:sz w:val="24"/>
              </w:rPr>
            </w:pPr>
            <w:r w:rsidRPr="00285352">
              <w:rPr>
                <w:rFonts w:ascii="Museo 500" w:hAnsi="Museo 500"/>
                <w:b/>
                <w:color w:val="FFFFFF"/>
                <w:sz w:val="24"/>
              </w:rPr>
              <w:t>Professional Standards</w:t>
            </w:r>
          </w:p>
        </w:tc>
        <w:tc>
          <w:tcPr>
            <w:tcW w:w="9640" w:type="dxa"/>
            <w:shd w:val="clear" w:color="auto" w:fill="365F91"/>
          </w:tcPr>
          <w:p w:rsidR="000227C2" w:rsidRPr="00285352" w:rsidRDefault="000227C2" w:rsidP="009A22DB">
            <w:pPr>
              <w:pStyle w:val="TableParagraph"/>
              <w:spacing w:before="2" w:line="261" w:lineRule="exact"/>
              <w:ind w:left="4232" w:right="4223" w:hanging="359"/>
              <w:jc w:val="center"/>
              <w:rPr>
                <w:rFonts w:ascii="Museo 500" w:hAnsi="Museo 500"/>
                <w:b/>
                <w:sz w:val="24"/>
              </w:rPr>
            </w:pPr>
            <w:r w:rsidRPr="00285352">
              <w:rPr>
                <w:rFonts w:ascii="Museo 500" w:hAnsi="Museo 500"/>
                <w:b/>
                <w:color w:val="FFFFFF"/>
                <w:sz w:val="24"/>
              </w:rPr>
              <w:t>Indicators</w:t>
            </w:r>
          </w:p>
        </w:tc>
      </w:tr>
      <w:tr w:rsidR="000227C2" w:rsidRPr="00285352" w:rsidTr="005C3A32">
        <w:trPr>
          <w:trHeight w:val="1298"/>
        </w:trPr>
        <w:tc>
          <w:tcPr>
            <w:tcW w:w="4254" w:type="dxa"/>
          </w:tcPr>
          <w:p w:rsidR="000227C2" w:rsidRPr="009A22DB" w:rsidRDefault="000227C2" w:rsidP="005C3A32">
            <w:pPr>
              <w:pStyle w:val="TableParagraph"/>
              <w:ind w:left="108" w:right="511"/>
              <w:rPr>
                <w:rFonts w:ascii="Museo 500" w:hAnsi="Museo 500"/>
                <w:b/>
                <w:sz w:val="24"/>
              </w:rPr>
            </w:pPr>
            <w:r w:rsidRPr="009A22DB">
              <w:rPr>
                <w:rFonts w:ascii="Museo 500" w:hAnsi="Museo 500"/>
                <w:b/>
                <w:sz w:val="24"/>
              </w:rPr>
              <w:t>Exhibit leadership that results in the effective day-to-day operation of the school</w:t>
            </w:r>
          </w:p>
        </w:tc>
        <w:tc>
          <w:tcPr>
            <w:tcW w:w="9640" w:type="dxa"/>
          </w:tcPr>
          <w:p w:rsidR="000227C2" w:rsidRPr="00285352" w:rsidRDefault="000227C2" w:rsidP="005C3A32">
            <w:pPr>
              <w:pStyle w:val="TableParagraph"/>
              <w:numPr>
                <w:ilvl w:val="0"/>
                <w:numId w:val="12"/>
              </w:numPr>
              <w:tabs>
                <w:tab w:val="left" w:pos="466"/>
              </w:tabs>
              <w:spacing w:line="292" w:lineRule="exact"/>
              <w:rPr>
                <w:rFonts w:ascii="Museo 500" w:hAnsi="Museo 500"/>
                <w:sz w:val="24"/>
              </w:rPr>
            </w:pPr>
            <w:r w:rsidRPr="00285352">
              <w:rPr>
                <w:rFonts w:ascii="Museo 500" w:hAnsi="Museo 500"/>
                <w:sz w:val="24"/>
              </w:rPr>
              <w:t>Is a confident and committed leader with an honest and clear communication</w:t>
            </w:r>
            <w:r w:rsidRPr="00285352">
              <w:rPr>
                <w:rFonts w:ascii="Museo 500" w:hAnsi="Museo 500"/>
                <w:spacing w:val="-13"/>
                <w:sz w:val="24"/>
              </w:rPr>
              <w:t xml:space="preserve"> </w:t>
            </w:r>
            <w:r w:rsidRPr="00285352">
              <w:rPr>
                <w:rFonts w:ascii="Museo 500" w:hAnsi="Museo 500"/>
                <w:sz w:val="24"/>
              </w:rPr>
              <w:t>style</w:t>
            </w:r>
          </w:p>
          <w:p w:rsidR="000227C2" w:rsidRPr="00285352" w:rsidRDefault="000227C2" w:rsidP="005C3A32">
            <w:pPr>
              <w:pStyle w:val="TableParagraph"/>
              <w:numPr>
                <w:ilvl w:val="0"/>
                <w:numId w:val="12"/>
              </w:numPr>
              <w:tabs>
                <w:tab w:val="left" w:pos="466"/>
              </w:tabs>
              <w:spacing w:before="31"/>
              <w:rPr>
                <w:rFonts w:ascii="Museo 500" w:hAnsi="Museo 500"/>
                <w:sz w:val="24"/>
              </w:rPr>
            </w:pPr>
            <w:r w:rsidRPr="00285352">
              <w:rPr>
                <w:rFonts w:ascii="Museo 500" w:hAnsi="Museo 500"/>
                <w:sz w:val="24"/>
              </w:rPr>
              <w:t>Demonstrates professionalism at all</w:t>
            </w:r>
            <w:r w:rsidRPr="00285352">
              <w:rPr>
                <w:rFonts w:ascii="Museo 500" w:hAnsi="Museo 500"/>
                <w:spacing w:val="-3"/>
                <w:sz w:val="24"/>
              </w:rPr>
              <w:t xml:space="preserve"> </w:t>
            </w:r>
            <w:r w:rsidRPr="00285352">
              <w:rPr>
                <w:rFonts w:ascii="Museo 500" w:hAnsi="Museo 500"/>
                <w:sz w:val="24"/>
              </w:rPr>
              <w:t>times.</w:t>
            </w:r>
          </w:p>
          <w:p w:rsidR="000227C2" w:rsidRPr="00285352" w:rsidRDefault="000227C2" w:rsidP="005C3A32">
            <w:pPr>
              <w:pStyle w:val="TableParagraph"/>
              <w:numPr>
                <w:ilvl w:val="0"/>
                <w:numId w:val="12"/>
              </w:numPr>
              <w:tabs>
                <w:tab w:val="left" w:pos="466"/>
              </w:tabs>
              <w:spacing w:before="6" w:line="320" w:lineRule="atLeast"/>
              <w:ind w:right="180"/>
              <w:rPr>
                <w:rFonts w:ascii="Museo 500" w:hAnsi="Museo 500"/>
                <w:sz w:val="24"/>
              </w:rPr>
            </w:pPr>
            <w:r w:rsidRPr="00285352">
              <w:rPr>
                <w:rFonts w:ascii="Museo 500" w:hAnsi="Museo 500"/>
                <w:sz w:val="24"/>
              </w:rPr>
              <w:t>Quality management systems are in place to ensure the school operates effectively on a</w:t>
            </w:r>
            <w:r w:rsidRPr="00285352">
              <w:rPr>
                <w:rFonts w:ascii="Museo 500" w:hAnsi="Museo 500"/>
                <w:spacing w:val="-29"/>
                <w:sz w:val="24"/>
              </w:rPr>
              <w:t xml:space="preserve"> </w:t>
            </w:r>
            <w:r w:rsidRPr="00285352">
              <w:rPr>
                <w:rFonts w:ascii="Museo 500" w:hAnsi="Museo 500"/>
                <w:sz w:val="24"/>
              </w:rPr>
              <w:t>day to day</w:t>
            </w:r>
            <w:r w:rsidRPr="00285352">
              <w:rPr>
                <w:rFonts w:ascii="Museo 500" w:hAnsi="Museo 500"/>
                <w:spacing w:val="51"/>
                <w:sz w:val="24"/>
              </w:rPr>
              <w:t xml:space="preserve"> </w:t>
            </w:r>
            <w:r w:rsidRPr="00285352">
              <w:rPr>
                <w:rFonts w:ascii="Museo 500" w:hAnsi="Museo 500"/>
                <w:sz w:val="24"/>
              </w:rPr>
              <w:t>basis</w:t>
            </w:r>
          </w:p>
        </w:tc>
      </w:tr>
      <w:tr w:rsidR="000227C2" w:rsidRPr="00285352" w:rsidTr="005C3A32">
        <w:trPr>
          <w:trHeight w:val="650"/>
        </w:trPr>
        <w:tc>
          <w:tcPr>
            <w:tcW w:w="4254" w:type="dxa"/>
          </w:tcPr>
          <w:p w:rsidR="000227C2" w:rsidRPr="009A22DB" w:rsidRDefault="000227C2" w:rsidP="005C3A32">
            <w:pPr>
              <w:pStyle w:val="TableParagraph"/>
              <w:ind w:left="108" w:right="109"/>
              <w:rPr>
                <w:rFonts w:ascii="Museo 500" w:hAnsi="Museo 500"/>
                <w:b/>
                <w:sz w:val="24"/>
              </w:rPr>
            </w:pPr>
            <w:r w:rsidRPr="009A22DB">
              <w:rPr>
                <w:rFonts w:ascii="Museo 500" w:hAnsi="Museo 500"/>
                <w:b/>
                <w:sz w:val="24"/>
              </w:rPr>
              <w:t>Operate within board policy and in accordance with legislative requirements</w:t>
            </w:r>
          </w:p>
        </w:tc>
        <w:tc>
          <w:tcPr>
            <w:tcW w:w="9640" w:type="dxa"/>
          </w:tcPr>
          <w:p w:rsidR="000227C2" w:rsidRPr="00285352" w:rsidRDefault="000227C2" w:rsidP="005C3A32">
            <w:pPr>
              <w:pStyle w:val="TableParagraph"/>
              <w:numPr>
                <w:ilvl w:val="0"/>
                <w:numId w:val="11"/>
              </w:numPr>
              <w:tabs>
                <w:tab w:val="left" w:pos="466"/>
              </w:tabs>
              <w:spacing w:line="292" w:lineRule="exact"/>
              <w:rPr>
                <w:rFonts w:ascii="Museo 500" w:hAnsi="Museo 500"/>
                <w:sz w:val="24"/>
              </w:rPr>
            </w:pPr>
            <w:r w:rsidRPr="00285352">
              <w:rPr>
                <w:rFonts w:ascii="Museo 500" w:hAnsi="Museo 500"/>
                <w:sz w:val="24"/>
              </w:rPr>
              <w:t>Adheres to current legislation and meets deadlines</w:t>
            </w:r>
          </w:p>
          <w:p w:rsidR="000227C2" w:rsidRPr="00285352" w:rsidRDefault="000227C2" w:rsidP="005C3A32">
            <w:pPr>
              <w:pStyle w:val="TableParagraph"/>
              <w:numPr>
                <w:ilvl w:val="0"/>
                <w:numId w:val="11"/>
              </w:numPr>
              <w:tabs>
                <w:tab w:val="left" w:pos="466"/>
              </w:tabs>
              <w:spacing w:before="33"/>
              <w:rPr>
                <w:rFonts w:ascii="Museo 500" w:hAnsi="Museo 500"/>
                <w:sz w:val="24"/>
              </w:rPr>
            </w:pPr>
            <w:r w:rsidRPr="00285352">
              <w:rPr>
                <w:rFonts w:ascii="Museo 500" w:hAnsi="Museo 500"/>
                <w:sz w:val="24"/>
              </w:rPr>
              <w:t>Understands and operates within Board</w:t>
            </w:r>
            <w:r w:rsidRPr="00285352">
              <w:rPr>
                <w:rFonts w:ascii="Museo 500" w:hAnsi="Museo 500"/>
                <w:spacing w:val="1"/>
                <w:sz w:val="24"/>
              </w:rPr>
              <w:t xml:space="preserve"> </w:t>
            </w:r>
            <w:r w:rsidRPr="00285352">
              <w:rPr>
                <w:rFonts w:ascii="Museo 500" w:hAnsi="Museo 500"/>
                <w:sz w:val="24"/>
              </w:rPr>
              <w:t>policy</w:t>
            </w:r>
          </w:p>
        </w:tc>
      </w:tr>
      <w:tr w:rsidR="000227C2" w:rsidRPr="00285352" w:rsidTr="005C3A32">
        <w:trPr>
          <w:trHeight w:val="877"/>
        </w:trPr>
        <w:tc>
          <w:tcPr>
            <w:tcW w:w="4254" w:type="dxa"/>
          </w:tcPr>
          <w:p w:rsidR="000227C2" w:rsidRPr="009A22DB" w:rsidRDefault="000227C2" w:rsidP="005C3A32">
            <w:pPr>
              <w:pStyle w:val="TableParagraph"/>
              <w:spacing w:line="292" w:lineRule="exact"/>
              <w:ind w:left="108"/>
              <w:rPr>
                <w:rFonts w:ascii="Museo 500" w:hAnsi="Museo 500"/>
                <w:b/>
                <w:sz w:val="24"/>
              </w:rPr>
            </w:pPr>
            <w:r w:rsidRPr="009A22DB">
              <w:rPr>
                <w:rFonts w:ascii="Museo 500" w:hAnsi="Museo 500"/>
                <w:b/>
                <w:sz w:val="24"/>
              </w:rPr>
              <w:t>Provide the Board with timely and</w:t>
            </w:r>
          </w:p>
          <w:p w:rsidR="000227C2" w:rsidRPr="009A22DB" w:rsidRDefault="000227C2" w:rsidP="005C3A32">
            <w:pPr>
              <w:pStyle w:val="TableParagraph"/>
              <w:spacing w:line="290" w:lineRule="atLeast"/>
              <w:ind w:left="108" w:right="397"/>
              <w:rPr>
                <w:rFonts w:ascii="Museo 500" w:hAnsi="Museo 500"/>
                <w:b/>
                <w:sz w:val="24"/>
              </w:rPr>
            </w:pPr>
            <w:r w:rsidRPr="009A22DB">
              <w:rPr>
                <w:rFonts w:ascii="Museo 500" w:hAnsi="Museo 500"/>
                <w:b/>
                <w:sz w:val="24"/>
              </w:rPr>
              <w:t>accurate information and advice on student learning and school operation</w:t>
            </w:r>
          </w:p>
        </w:tc>
        <w:tc>
          <w:tcPr>
            <w:tcW w:w="9640" w:type="dxa"/>
          </w:tcPr>
          <w:p w:rsidR="000227C2" w:rsidRPr="00285352" w:rsidRDefault="000227C2" w:rsidP="005C3A32">
            <w:pPr>
              <w:pStyle w:val="TableParagraph"/>
              <w:numPr>
                <w:ilvl w:val="0"/>
                <w:numId w:val="10"/>
              </w:numPr>
              <w:tabs>
                <w:tab w:val="left" w:pos="466"/>
              </w:tabs>
              <w:spacing w:line="266" w:lineRule="auto"/>
              <w:ind w:right="403"/>
              <w:rPr>
                <w:rFonts w:ascii="Museo 500" w:hAnsi="Museo 500"/>
                <w:sz w:val="24"/>
              </w:rPr>
            </w:pPr>
            <w:r w:rsidRPr="00285352">
              <w:rPr>
                <w:rFonts w:ascii="Museo 500" w:hAnsi="Museo 500"/>
                <w:sz w:val="24"/>
              </w:rPr>
              <w:t>Keeps the Board informed of all key aspects of the schools operation and student</w:t>
            </w:r>
            <w:r w:rsidRPr="00285352">
              <w:rPr>
                <w:rFonts w:ascii="Museo 500" w:hAnsi="Museo 500"/>
                <w:spacing w:val="-39"/>
                <w:sz w:val="24"/>
              </w:rPr>
              <w:t xml:space="preserve"> </w:t>
            </w:r>
            <w:r w:rsidRPr="00285352">
              <w:rPr>
                <w:rFonts w:ascii="Museo 500" w:hAnsi="Museo 500"/>
                <w:sz w:val="24"/>
              </w:rPr>
              <w:t>learning and achievement</w:t>
            </w:r>
          </w:p>
        </w:tc>
      </w:tr>
      <w:tr w:rsidR="000227C2" w:rsidRPr="00285352" w:rsidTr="005C3A32">
        <w:trPr>
          <w:trHeight w:val="880"/>
        </w:trPr>
        <w:tc>
          <w:tcPr>
            <w:tcW w:w="4254" w:type="dxa"/>
          </w:tcPr>
          <w:p w:rsidR="000227C2" w:rsidRPr="009A22DB" w:rsidRDefault="000227C2" w:rsidP="005C3A32">
            <w:pPr>
              <w:pStyle w:val="TableParagraph"/>
              <w:spacing w:line="292" w:lineRule="exact"/>
              <w:ind w:left="108"/>
              <w:rPr>
                <w:rFonts w:ascii="Museo 500" w:hAnsi="Museo 500"/>
                <w:b/>
                <w:sz w:val="24"/>
              </w:rPr>
            </w:pPr>
            <w:r w:rsidRPr="009A22DB">
              <w:rPr>
                <w:rFonts w:ascii="Museo 500" w:hAnsi="Museo 500"/>
                <w:b/>
                <w:sz w:val="24"/>
              </w:rPr>
              <w:t>Effectively manage and administer</w:t>
            </w:r>
          </w:p>
          <w:p w:rsidR="000227C2" w:rsidRPr="009A22DB" w:rsidRDefault="000227C2" w:rsidP="005C3A32">
            <w:pPr>
              <w:pStyle w:val="TableParagraph"/>
              <w:spacing w:before="2" w:line="290" w:lineRule="atLeast"/>
              <w:ind w:left="108" w:right="267"/>
              <w:rPr>
                <w:rFonts w:ascii="Museo 500" w:hAnsi="Museo 500"/>
                <w:b/>
                <w:sz w:val="24"/>
              </w:rPr>
            </w:pPr>
            <w:r w:rsidRPr="009A22DB">
              <w:rPr>
                <w:rFonts w:ascii="Museo 500" w:hAnsi="Museo 500"/>
                <w:b/>
                <w:sz w:val="24"/>
              </w:rPr>
              <w:t>finance, property and health and safety systems</w:t>
            </w:r>
          </w:p>
        </w:tc>
        <w:tc>
          <w:tcPr>
            <w:tcW w:w="9640" w:type="dxa"/>
          </w:tcPr>
          <w:p w:rsidR="000227C2" w:rsidRPr="00285352" w:rsidRDefault="000227C2" w:rsidP="005C3A32">
            <w:pPr>
              <w:pStyle w:val="TableParagraph"/>
              <w:numPr>
                <w:ilvl w:val="0"/>
                <w:numId w:val="9"/>
              </w:numPr>
              <w:tabs>
                <w:tab w:val="left" w:pos="466"/>
              </w:tabs>
              <w:spacing w:line="292" w:lineRule="exact"/>
              <w:rPr>
                <w:rFonts w:ascii="Museo 500" w:hAnsi="Museo 500"/>
                <w:sz w:val="24"/>
              </w:rPr>
            </w:pPr>
            <w:r w:rsidRPr="00285352">
              <w:rPr>
                <w:rFonts w:ascii="Museo 500" w:hAnsi="Museo 500"/>
                <w:sz w:val="24"/>
              </w:rPr>
              <w:t>Maintains highly effective management systems for finance, property, health and</w:t>
            </w:r>
            <w:r w:rsidRPr="00285352">
              <w:rPr>
                <w:rFonts w:ascii="Museo 500" w:hAnsi="Museo 500"/>
                <w:spacing w:val="-19"/>
                <w:sz w:val="24"/>
              </w:rPr>
              <w:t xml:space="preserve"> </w:t>
            </w:r>
            <w:r w:rsidRPr="00285352">
              <w:rPr>
                <w:rFonts w:ascii="Museo 500" w:hAnsi="Museo 500"/>
                <w:sz w:val="24"/>
              </w:rPr>
              <w:t>safety</w:t>
            </w:r>
          </w:p>
          <w:p w:rsidR="000227C2" w:rsidRPr="00285352" w:rsidRDefault="000227C2" w:rsidP="005C3A32">
            <w:pPr>
              <w:pStyle w:val="TableParagraph"/>
              <w:numPr>
                <w:ilvl w:val="0"/>
                <w:numId w:val="9"/>
              </w:numPr>
              <w:tabs>
                <w:tab w:val="left" w:pos="466"/>
              </w:tabs>
              <w:spacing w:before="33"/>
              <w:rPr>
                <w:rFonts w:ascii="Museo 500" w:hAnsi="Museo 500"/>
                <w:sz w:val="24"/>
              </w:rPr>
            </w:pPr>
            <w:r w:rsidRPr="00285352">
              <w:rPr>
                <w:rFonts w:ascii="Museo 500" w:hAnsi="Museo 500"/>
                <w:sz w:val="24"/>
              </w:rPr>
              <w:t>Ensures school buildings, grounds and facilities comply with health &amp; safety</w:t>
            </w:r>
            <w:r w:rsidRPr="00285352">
              <w:rPr>
                <w:rFonts w:ascii="Museo 500" w:hAnsi="Museo 500"/>
                <w:spacing w:val="-19"/>
                <w:sz w:val="24"/>
              </w:rPr>
              <w:t xml:space="preserve"> </w:t>
            </w:r>
            <w:r w:rsidRPr="00285352">
              <w:rPr>
                <w:rFonts w:ascii="Museo 500" w:hAnsi="Museo 500"/>
                <w:sz w:val="24"/>
              </w:rPr>
              <w:t>regulations</w:t>
            </w:r>
          </w:p>
        </w:tc>
      </w:tr>
      <w:tr w:rsidR="000227C2" w:rsidRPr="00285352" w:rsidTr="005C3A32">
        <w:trPr>
          <w:trHeight w:val="878"/>
        </w:trPr>
        <w:tc>
          <w:tcPr>
            <w:tcW w:w="4254" w:type="dxa"/>
          </w:tcPr>
          <w:p w:rsidR="000227C2" w:rsidRPr="009A22DB" w:rsidRDefault="000227C2" w:rsidP="005C3A32">
            <w:pPr>
              <w:pStyle w:val="TableParagraph"/>
              <w:spacing w:line="290" w:lineRule="atLeast"/>
              <w:ind w:left="108" w:right="160"/>
              <w:rPr>
                <w:rFonts w:ascii="Museo 500" w:hAnsi="Museo 500"/>
                <w:b/>
                <w:sz w:val="24"/>
              </w:rPr>
            </w:pPr>
            <w:r w:rsidRPr="009A22DB">
              <w:rPr>
                <w:rFonts w:ascii="Museo 500" w:hAnsi="Museo 500"/>
                <w:b/>
                <w:sz w:val="24"/>
              </w:rPr>
              <w:t>Effectively manage personnel with a</w:t>
            </w:r>
            <w:r>
              <w:rPr>
                <w:rFonts w:ascii="Museo 500" w:hAnsi="Museo 500"/>
                <w:b/>
                <w:sz w:val="24"/>
              </w:rPr>
              <w:t xml:space="preserve"> </w:t>
            </w:r>
            <w:r w:rsidRPr="009A22DB">
              <w:rPr>
                <w:rFonts w:ascii="Museo 500" w:hAnsi="Museo 500"/>
                <w:b/>
                <w:sz w:val="24"/>
              </w:rPr>
              <w:t>focus on maximizing the effectiveness of all staff members</w:t>
            </w:r>
          </w:p>
        </w:tc>
        <w:tc>
          <w:tcPr>
            <w:tcW w:w="9640" w:type="dxa"/>
          </w:tcPr>
          <w:p w:rsidR="000227C2" w:rsidRPr="00285352" w:rsidRDefault="000227C2" w:rsidP="005C3A32">
            <w:pPr>
              <w:pStyle w:val="TableParagraph"/>
              <w:numPr>
                <w:ilvl w:val="0"/>
                <w:numId w:val="8"/>
              </w:numPr>
              <w:tabs>
                <w:tab w:val="left" w:pos="466"/>
              </w:tabs>
              <w:spacing w:line="266" w:lineRule="auto"/>
              <w:ind w:right="355"/>
              <w:rPr>
                <w:rFonts w:ascii="Museo 500" w:hAnsi="Museo 500"/>
                <w:sz w:val="24"/>
              </w:rPr>
            </w:pPr>
            <w:r w:rsidRPr="00285352">
              <w:rPr>
                <w:rFonts w:ascii="Museo 500" w:hAnsi="Museo 500"/>
                <w:sz w:val="24"/>
              </w:rPr>
              <w:t>Establishes and sustains performance management systems that support staff to be highly effective, motivated and committed to on-going</w:t>
            </w:r>
            <w:r w:rsidRPr="00285352">
              <w:rPr>
                <w:rFonts w:ascii="Museo 500" w:hAnsi="Museo 500"/>
                <w:spacing w:val="-7"/>
                <w:sz w:val="24"/>
              </w:rPr>
              <w:t xml:space="preserve"> </w:t>
            </w:r>
            <w:r w:rsidRPr="00285352">
              <w:rPr>
                <w:rFonts w:ascii="Museo 500" w:hAnsi="Museo 500"/>
                <w:sz w:val="24"/>
              </w:rPr>
              <w:t>learning</w:t>
            </w:r>
          </w:p>
        </w:tc>
      </w:tr>
      <w:tr w:rsidR="000227C2" w:rsidRPr="00285352" w:rsidTr="005C3A32">
        <w:trPr>
          <w:trHeight w:val="974"/>
        </w:trPr>
        <w:tc>
          <w:tcPr>
            <w:tcW w:w="4254" w:type="dxa"/>
          </w:tcPr>
          <w:p w:rsidR="000227C2" w:rsidRPr="009A22DB" w:rsidRDefault="000227C2" w:rsidP="005C3A32">
            <w:pPr>
              <w:pStyle w:val="TableParagraph"/>
              <w:ind w:left="108" w:right="267"/>
              <w:rPr>
                <w:rFonts w:ascii="Museo 500" w:hAnsi="Museo 500"/>
                <w:b/>
                <w:sz w:val="24"/>
              </w:rPr>
            </w:pPr>
            <w:r w:rsidRPr="009A22DB">
              <w:rPr>
                <w:rFonts w:ascii="Museo 500" w:hAnsi="Museo 500"/>
                <w:b/>
                <w:sz w:val="24"/>
              </w:rPr>
              <w:t>Use school/external evidence to inform planning for future action monitor progress and manage change</w:t>
            </w:r>
          </w:p>
        </w:tc>
        <w:tc>
          <w:tcPr>
            <w:tcW w:w="9640" w:type="dxa"/>
          </w:tcPr>
          <w:p w:rsidR="000227C2" w:rsidRPr="00285352" w:rsidRDefault="000227C2" w:rsidP="005C3A32">
            <w:pPr>
              <w:pStyle w:val="TableParagraph"/>
              <w:numPr>
                <w:ilvl w:val="0"/>
                <w:numId w:val="7"/>
              </w:numPr>
              <w:tabs>
                <w:tab w:val="left" w:pos="466"/>
              </w:tabs>
              <w:spacing w:line="266" w:lineRule="auto"/>
              <w:ind w:right="209"/>
              <w:rPr>
                <w:rFonts w:ascii="Museo 500" w:hAnsi="Museo 500"/>
                <w:sz w:val="24"/>
              </w:rPr>
            </w:pPr>
            <w:r w:rsidRPr="00285352">
              <w:rPr>
                <w:rFonts w:ascii="Museo 500" w:hAnsi="Museo 500"/>
                <w:sz w:val="24"/>
              </w:rPr>
              <w:t>Is</w:t>
            </w:r>
            <w:r w:rsidRPr="00285352">
              <w:rPr>
                <w:rFonts w:ascii="Museo 500" w:hAnsi="Museo 500"/>
                <w:spacing w:val="-3"/>
                <w:sz w:val="24"/>
              </w:rPr>
              <w:t xml:space="preserve"> </w:t>
            </w:r>
            <w:r w:rsidRPr="00285352">
              <w:rPr>
                <w:rFonts w:ascii="Museo 500" w:hAnsi="Museo 500"/>
                <w:sz w:val="24"/>
              </w:rPr>
              <w:t>proactive</w:t>
            </w:r>
            <w:r w:rsidRPr="00285352">
              <w:rPr>
                <w:rFonts w:ascii="Museo 500" w:hAnsi="Museo 500"/>
                <w:spacing w:val="-5"/>
                <w:sz w:val="24"/>
              </w:rPr>
              <w:t xml:space="preserve"> </w:t>
            </w:r>
            <w:r w:rsidRPr="00285352">
              <w:rPr>
                <w:rFonts w:ascii="Museo 500" w:hAnsi="Museo 500"/>
                <w:sz w:val="24"/>
              </w:rPr>
              <w:t>in</w:t>
            </w:r>
            <w:r w:rsidRPr="00285352">
              <w:rPr>
                <w:rFonts w:ascii="Museo 500" w:hAnsi="Museo 500"/>
                <w:spacing w:val="-4"/>
                <w:sz w:val="24"/>
              </w:rPr>
              <w:t xml:space="preserve"> </w:t>
            </w:r>
            <w:r w:rsidRPr="00285352">
              <w:rPr>
                <w:rFonts w:ascii="Museo 500" w:hAnsi="Museo 500"/>
                <w:sz w:val="24"/>
              </w:rPr>
              <w:t>identifying,</w:t>
            </w:r>
            <w:r w:rsidRPr="00285352">
              <w:rPr>
                <w:rFonts w:ascii="Museo 500" w:hAnsi="Museo 500"/>
                <w:spacing w:val="-3"/>
                <w:sz w:val="24"/>
              </w:rPr>
              <w:t xml:space="preserve"> </w:t>
            </w:r>
            <w:r w:rsidRPr="00285352">
              <w:rPr>
                <w:rFonts w:ascii="Museo 500" w:hAnsi="Museo 500"/>
                <w:sz w:val="24"/>
              </w:rPr>
              <w:t>monitoring</w:t>
            </w:r>
            <w:r w:rsidRPr="00285352">
              <w:rPr>
                <w:rFonts w:ascii="Museo 500" w:hAnsi="Museo 500"/>
                <w:spacing w:val="-3"/>
                <w:sz w:val="24"/>
              </w:rPr>
              <w:t xml:space="preserve"> </w:t>
            </w:r>
            <w:r w:rsidRPr="00285352">
              <w:rPr>
                <w:rFonts w:ascii="Museo 500" w:hAnsi="Museo 500"/>
                <w:sz w:val="24"/>
              </w:rPr>
              <w:t>and</w:t>
            </w:r>
            <w:r w:rsidRPr="00285352">
              <w:rPr>
                <w:rFonts w:ascii="Museo 500" w:hAnsi="Museo 500"/>
                <w:spacing w:val="-1"/>
                <w:sz w:val="24"/>
              </w:rPr>
              <w:t xml:space="preserve"> </w:t>
            </w:r>
            <w:r w:rsidRPr="00285352">
              <w:rPr>
                <w:rFonts w:ascii="Museo 500" w:hAnsi="Museo 500"/>
                <w:sz w:val="24"/>
              </w:rPr>
              <w:t>informing</w:t>
            </w:r>
            <w:r w:rsidRPr="00285352">
              <w:rPr>
                <w:rFonts w:ascii="Museo 500" w:hAnsi="Museo 500"/>
                <w:spacing w:val="-3"/>
                <w:sz w:val="24"/>
              </w:rPr>
              <w:t xml:space="preserve"> </w:t>
            </w:r>
            <w:r w:rsidRPr="00285352">
              <w:rPr>
                <w:rFonts w:ascii="Museo 500" w:hAnsi="Museo 500"/>
                <w:sz w:val="24"/>
              </w:rPr>
              <w:t>Board</w:t>
            </w:r>
            <w:r w:rsidRPr="00285352">
              <w:rPr>
                <w:rFonts w:ascii="Museo 500" w:hAnsi="Museo 500"/>
                <w:spacing w:val="-4"/>
                <w:sz w:val="24"/>
              </w:rPr>
              <w:t xml:space="preserve"> </w:t>
            </w:r>
            <w:r w:rsidRPr="00285352">
              <w:rPr>
                <w:rFonts w:ascii="Museo 500" w:hAnsi="Museo 500"/>
                <w:sz w:val="24"/>
              </w:rPr>
              <w:t>and</w:t>
            </w:r>
            <w:r w:rsidRPr="00285352">
              <w:rPr>
                <w:rFonts w:ascii="Museo 500" w:hAnsi="Museo 500"/>
                <w:spacing w:val="-2"/>
                <w:sz w:val="24"/>
              </w:rPr>
              <w:t xml:space="preserve"> </w:t>
            </w:r>
            <w:r w:rsidRPr="00285352">
              <w:rPr>
                <w:rFonts w:ascii="Museo 500" w:hAnsi="Museo 500"/>
                <w:sz w:val="24"/>
              </w:rPr>
              <w:t>staff</w:t>
            </w:r>
            <w:r w:rsidRPr="00285352">
              <w:rPr>
                <w:rFonts w:ascii="Museo 500" w:hAnsi="Museo 500"/>
                <w:spacing w:val="-2"/>
                <w:sz w:val="24"/>
              </w:rPr>
              <w:t xml:space="preserve"> </w:t>
            </w:r>
            <w:r w:rsidRPr="00285352">
              <w:rPr>
                <w:rFonts w:ascii="Museo 500" w:hAnsi="Museo 500"/>
                <w:sz w:val="24"/>
              </w:rPr>
              <w:t>of</w:t>
            </w:r>
            <w:r w:rsidRPr="00285352">
              <w:rPr>
                <w:rFonts w:ascii="Museo 500" w:hAnsi="Museo 500"/>
                <w:spacing w:val="-4"/>
                <w:sz w:val="24"/>
              </w:rPr>
              <w:t xml:space="preserve"> </w:t>
            </w:r>
            <w:r w:rsidRPr="00285352">
              <w:rPr>
                <w:rFonts w:ascii="Museo 500" w:hAnsi="Museo 500"/>
                <w:sz w:val="24"/>
              </w:rPr>
              <w:t>future</w:t>
            </w:r>
            <w:r w:rsidRPr="00285352">
              <w:rPr>
                <w:rFonts w:ascii="Museo 500" w:hAnsi="Museo 500"/>
                <w:spacing w:val="-2"/>
                <w:sz w:val="24"/>
              </w:rPr>
              <w:t xml:space="preserve"> </w:t>
            </w:r>
            <w:r w:rsidRPr="00285352">
              <w:rPr>
                <w:rFonts w:ascii="Museo 500" w:hAnsi="Museo 500"/>
                <w:sz w:val="24"/>
              </w:rPr>
              <w:t>changes,</w:t>
            </w:r>
            <w:r w:rsidRPr="00285352">
              <w:rPr>
                <w:rFonts w:ascii="Museo 500" w:hAnsi="Museo 500"/>
                <w:spacing w:val="-4"/>
                <w:sz w:val="24"/>
              </w:rPr>
              <w:t xml:space="preserve"> </w:t>
            </w:r>
            <w:r w:rsidRPr="00285352">
              <w:rPr>
                <w:rFonts w:ascii="Museo 500" w:hAnsi="Museo 500"/>
                <w:sz w:val="24"/>
              </w:rPr>
              <w:t>then instigates and coordinates required</w:t>
            </w:r>
            <w:r w:rsidRPr="00285352">
              <w:rPr>
                <w:rFonts w:ascii="Museo 500" w:hAnsi="Museo 500"/>
                <w:spacing w:val="3"/>
                <w:sz w:val="24"/>
              </w:rPr>
              <w:t xml:space="preserve"> </w:t>
            </w:r>
            <w:r w:rsidRPr="00285352">
              <w:rPr>
                <w:rFonts w:ascii="Museo 500" w:hAnsi="Museo 500"/>
                <w:sz w:val="24"/>
              </w:rPr>
              <w:t>actions</w:t>
            </w:r>
          </w:p>
        </w:tc>
      </w:tr>
      <w:tr w:rsidR="000227C2" w:rsidRPr="00285352" w:rsidTr="005C3A32">
        <w:trPr>
          <w:trHeight w:val="880"/>
        </w:trPr>
        <w:tc>
          <w:tcPr>
            <w:tcW w:w="4254" w:type="dxa"/>
          </w:tcPr>
          <w:p w:rsidR="000227C2" w:rsidRPr="009A22DB" w:rsidRDefault="000227C2" w:rsidP="005C3A32">
            <w:pPr>
              <w:pStyle w:val="TableParagraph"/>
              <w:spacing w:line="290" w:lineRule="atLeast"/>
              <w:ind w:left="108" w:right="662"/>
              <w:rPr>
                <w:rFonts w:ascii="Museo 500" w:hAnsi="Museo 500"/>
                <w:b/>
                <w:sz w:val="24"/>
              </w:rPr>
            </w:pPr>
            <w:r w:rsidRPr="009A22DB">
              <w:rPr>
                <w:rFonts w:ascii="Museo 500" w:hAnsi="Museo 500"/>
                <w:b/>
                <w:sz w:val="24"/>
              </w:rPr>
              <w:t>Prioritise resource allocation on the basis of the school’s annual and strategic objectives</w:t>
            </w:r>
          </w:p>
        </w:tc>
        <w:tc>
          <w:tcPr>
            <w:tcW w:w="9640" w:type="dxa"/>
          </w:tcPr>
          <w:p w:rsidR="000227C2" w:rsidRPr="00285352" w:rsidRDefault="000227C2" w:rsidP="005C3A32">
            <w:pPr>
              <w:pStyle w:val="TableParagraph"/>
              <w:numPr>
                <w:ilvl w:val="0"/>
                <w:numId w:val="6"/>
              </w:numPr>
              <w:tabs>
                <w:tab w:val="left" w:pos="466"/>
              </w:tabs>
              <w:spacing w:line="268" w:lineRule="auto"/>
              <w:ind w:right="797"/>
              <w:rPr>
                <w:rFonts w:ascii="Museo 500" w:hAnsi="Museo 500"/>
                <w:sz w:val="24"/>
              </w:rPr>
            </w:pPr>
            <w:r w:rsidRPr="00285352">
              <w:rPr>
                <w:rFonts w:ascii="Museo 500" w:hAnsi="Museo 500"/>
                <w:sz w:val="24"/>
              </w:rPr>
              <w:t>Links the school budget to the achievement of the school’s vision and its strategic</w:t>
            </w:r>
            <w:r w:rsidRPr="00285352">
              <w:rPr>
                <w:rFonts w:ascii="Museo 500" w:hAnsi="Museo 500"/>
                <w:spacing w:val="-32"/>
                <w:sz w:val="24"/>
              </w:rPr>
              <w:t xml:space="preserve"> </w:t>
            </w:r>
            <w:r w:rsidRPr="00285352">
              <w:rPr>
                <w:rFonts w:ascii="Museo 500" w:hAnsi="Museo 500"/>
                <w:sz w:val="24"/>
              </w:rPr>
              <w:t>and annual goals</w:t>
            </w:r>
          </w:p>
        </w:tc>
      </w:tr>
    </w:tbl>
    <w:p w:rsidR="000227C2" w:rsidRPr="00285352" w:rsidRDefault="000227C2" w:rsidP="00D341C6">
      <w:pPr>
        <w:pStyle w:val="BodyText"/>
        <w:spacing w:before="5"/>
        <w:rPr>
          <w:rFonts w:ascii="Museo 500" w:hAnsi="Museo 500"/>
          <w:b/>
          <w:sz w:val="13"/>
        </w:rPr>
      </w:pPr>
    </w:p>
    <w:p w:rsidR="000227C2" w:rsidRPr="00285352" w:rsidRDefault="000227C2" w:rsidP="00D341C6">
      <w:pPr>
        <w:pStyle w:val="ListParagraph"/>
        <w:numPr>
          <w:ilvl w:val="0"/>
          <w:numId w:val="28"/>
        </w:numPr>
        <w:tabs>
          <w:tab w:val="left" w:pos="974"/>
        </w:tabs>
        <w:spacing w:before="100" w:line="276" w:lineRule="auto"/>
        <w:ind w:left="973" w:right="417" w:hanging="850"/>
        <w:rPr>
          <w:rFonts w:ascii="Museo 500" w:hAnsi="Museo 500"/>
          <w:b/>
          <w:color w:val="001F5F"/>
          <w:sz w:val="30"/>
        </w:rPr>
      </w:pPr>
      <w:r w:rsidRPr="00285352">
        <w:rPr>
          <w:rFonts w:ascii="Museo 500" w:hAnsi="Museo 500"/>
          <w:b/>
          <w:color w:val="001F5F"/>
          <w:sz w:val="30"/>
        </w:rPr>
        <w:t>Partnerships and Networks: Strengthen communication and relationships to enhance student learning</w:t>
      </w:r>
    </w:p>
    <w:p w:rsidR="000227C2" w:rsidRPr="00285352" w:rsidRDefault="000227C2" w:rsidP="00D341C6">
      <w:pPr>
        <w:pStyle w:val="BodyText"/>
        <w:rPr>
          <w:rFonts w:ascii="Museo 500" w:hAnsi="Museo 500"/>
          <w:b/>
          <w:sz w:val="20"/>
        </w:rPr>
      </w:pPr>
    </w:p>
    <w:p w:rsidR="000227C2" w:rsidRPr="00285352" w:rsidRDefault="000227C2" w:rsidP="00D341C6">
      <w:pPr>
        <w:pStyle w:val="BodyText"/>
        <w:rPr>
          <w:rFonts w:ascii="Museo 500" w:hAnsi="Museo 500"/>
          <w:b/>
          <w:sz w:val="20"/>
        </w:rPr>
      </w:pPr>
    </w:p>
    <w:p w:rsidR="000227C2" w:rsidRPr="00285352" w:rsidRDefault="000227C2" w:rsidP="00D341C6">
      <w:pPr>
        <w:pStyle w:val="BodyText"/>
        <w:spacing w:before="9"/>
        <w:rPr>
          <w:rFonts w:ascii="Museo 500" w:hAnsi="Museo 500"/>
          <w:b/>
          <w:sz w:val="11"/>
        </w:rPr>
      </w:pPr>
    </w:p>
    <w:tbl>
      <w:tblPr>
        <w:tblW w:w="0" w:type="auto"/>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4254"/>
        <w:gridCol w:w="9640"/>
      </w:tblGrid>
      <w:tr w:rsidR="000227C2" w:rsidRPr="00285352" w:rsidTr="005C3A32">
        <w:trPr>
          <w:trHeight w:val="280"/>
        </w:trPr>
        <w:tc>
          <w:tcPr>
            <w:tcW w:w="4254" w:type="dxa"/>
            <w:shd w:val="clear" w:color="auto" w:fill="365F91"/>
          </w:tcPr>
          <w:p w:rsidR="000227C2" w:rsidRPr="00285352" w:rsidRDefault="000227C2" w:rsidP="005C3A32">
            <w:pPr>
              <w:pStyle w:val="TableParagraph"/>
              <w:spacing w:line="260" w:lineRule="exact"/>
              <w:ind w:left="849"/>
              <w:rPr>
                <w:rFonts w:ascii="Museo 500" w:hAnsi="Museo 500"/>
                <w:b/>
                <w:sz w:val="24"/>
              </w:rPr>
            </w:pPr>
            <w:r w:rsidRPr="00285352">
              <w:rPr>
                <w:rFonts w:ascii="Museo 500" w:hAnsi="Museo 500"/>
                <w:b/>
                <w:color w:val="FFFFFF"/>
                <w:sz w:val="24"/>
              </w:rPr>
              <w:t>Professional Standards</w:t>
            </w:r>
          </w:p>
        </w:tc>
        <w:tc>
          <w:tcPr>
            <w:tcW w:w="9640" w:type="dxa"/>
            <w:shd w:val="clear" w:color="auto" w:fill="365F91"/>
          </w:tcPr>
          <w:p w:rsidR="000227C2" w:rsidRPr="00285352" w:rsidRDefault="000227C2" w:rsidP="009A22DB">
            <w:pPr>
              <w:pStyle w:val="TableParagraph"/>
              <w:spacing w:line="260" w:lineRule="exact"/>
              <w:ind w:left="3873" w:right="4223"/>
              <w:jc w:val="center"/>
              <w:rPr>
                <w:rFonts w:ascii="Museo 500" w:hAnsi="Museo 500"/>
                <w:b/>
                <w:sz w:val="24"/>
              </w:rPr>
            </w:pPr>
            <w:r w:rsidRPr="00285352">
              <w:rPr>
                <w:rFonts w:ascii="Museo 500" w:hAnsi="Museo 500"/>
                <w:b/>
                <w:color w:val="FFFFFF"/>
                <w:sz w:val="24"/>
              </w:rPr>
              <w:t>Indicators</w:t>
            </w:r>
          </w:p>
        </w:tc>
      </w:tr>
      <w:tr w:rsidR="000227C2" w:rsidRPr="00285352" w:rsidTr="005C3A32">
        <w:trPr>
          <w:trHeight w:val="1348"/>
        </w:trPr>
        <w:tc>
          <w:tcPr>
            <w:tcW w:w="4254" w:type="dxa"/>
          </w:tcPr>
          <w:p w:rsidR="000227C2" w:rsidRPr="009A22DB" w:rsidRDefault="000227C2" w:rsidP="005C3A32">
            <w:pPr>
              <w:pStyle w:val="TableParagraph"/>
              <w:spacing w:line="242" w:lineRule="auto"/>
              <w:ind w:left="108" w:right="913"/>
              <w:rPr>
                <w:rFonts w:ascii="Museo 500" w:hAnsi="Museo 500"/>
                <w:b/>
                <w:sz w:val="24"/>
              </w:rPr>
            </w:pPr>
            <w:r w:rsidRPr="009A22DB">
              <w:rPr>
                <w:rFonts w:ascii="Museo 500" w:hAnsi="Museo 500"/>
                <w:b/>
                <w:sz w:val="24"/>
              </w:rPr>
              <w:t>Work with the Board to facilitate strategic decision making</w:t>
            </w:r>
          </w:p>
        </w:tc>
        <w:tc>
          <w:tcPr>
            <w:tcW w:w="9640" w:type="dxa"/>
          </w:tcPr>
          <w:p w:rsidR="000227C2" w:rsidRPr="00285352" w:rsidRDefault="000227C2" w:rsidP="005C3A32">
            <w:pPr>
              <w:pStyle w:val="TableParagraph"/>
              <w:numPr>
                <w:ilvl w:val="0"/>
                <w:numId w:val="5"/>
              </w:numPr>
              <w:tabs>
                <w:tab w:val="left" w:pos="468"/>
              </w:tabs>
              <w:spacing w:line="292" w:lineRule="exact"/>
              <w:rPr>
                <w:rFonts w:ascii="Museo 500" w:hAnsi="Museo 500"/>
                <w:sz w:val="24"/>
              </w:rPr>
            </w:pPr>
            <w:r w:rsidRPr="00285352">
              <w:rPr>
                <w:rFonts w:ascii="Museo 500" w:hAnsi="Museo 500"/>
                <w:sz w:val="24"/>
              </w:rPr>
              <w:t>Builds positive and professional relationships with the</w:t>
            </w:r>
            <w:r w:rsidRPr="00285352">
              <w:rPr>
                <w:rFonts w:ascii="Museo 500" w:hAnsi="Museo 500"/>
                <w:spacing w:val="-30"/>
                <w:sz w:val="24"/>
              </w:rPr>
              <w:t xml:space="preserve"> </w:t>
            </w:r>
            <w:r w:rsidRPr="00285352">
              <w:rPr>
                <w:rFonts w:ascii="Museo 500" w:hAnsi="Museo 500"/>
                <w:sz w:val="24"/>
              </w:rPr>
              <w:t>Board</w:t>
            </w:r>
          </w:p>
          <w:p w:rsidR="000227C2" w:rsidRPr="00285352" w:rsidRDefault="000227C2" w:rsidP="005C3A32">
            <w:pPr>
              <w:pStyle w:val="TableParagraph"/>
              <w:numPr>
                <w:ilvl w:val="0"/>
                <w:numId w:val="5"/>
              </w:numPr>
              <w:tabs>
                <w:tab w:val="left" w:pos="468"/>
              </w:tabs>
              <w:spacing w:before="45"/>
              <w:rPr>
                <w:rFonts w:ascii="Museo 500" w:hAnsi="Museo 500"/>
                <w:sz w:val="24"/>
              </w:rPr>
            </w:pPr>
            <w:r w:rsidRPr="00285352">
              <w:rPr>
                <w:rFonts w:ascii="Museo 500" w:hAnsi="Museo 500"/>
                <w:sz w:val="24"/>
              </w:rPr>
              <w:t>Plays a proactive role on the Board as the educational</w:t>
            </w:r>
            <w:r w:rsidRPr="00285352">
              <w:rPr>
                <w:rFonts w:ascii="Museo 500" w:hAnsi="Museo 500"/>
                <w:spacing w:val="-24"/>
                <w:sz w:val="24"/>
              </w:rPr>
              <w:t xml:space="preserve"> </w:t>
            </w:r>
            <w:r w:rsidRPr="00285352">
              <w:rPr>
                <w:rFonts w:ascii="Museo 500" w:hAnsi="Museo 500"/>
                <w:sz w:val="24"/>
              </w:rPr>
              <w:t>leader</w:t>
            </w:r>
          </w:p>
          <w:p w:rsidR="000227C2" w:rsidRPr="00285352" w:rsidRDefault="000227C2" w:rsidP="005C3A32">
            <w:pPr>
              <w:pStyle w:val="TableParagraph"/>
              <w:numPr>
                <w:ilvl w:val="0"/>
                <w:numId w:val="5"/>
              </w:numPr>
              <w:tabs>
                <w:tab w:val="left" w:pos="468"/>
              </w:tabs>
              <w:spacing w:before="44"/>
              <w:rPr>
                <w:rFonts w:ascii="Museo 500" w:hAnsi="Museo 500"/>
                <w:sz w:val="24"/>
              </w:rPr>
            </w:pPr>
            <w:r w:rsidRPr="00285352">
              <w:rPr>
                <w:rFonts w:ascii="Museo 500" w:hAnsi="Museo 500"/>
                <w:sz w:val="24"/>
              </w:rPr>
              <w:t>Supports the Board to focus on future thinking and strategic</w:t>
            </w:r>
            <w:r w:rsidRPr="00285352">
              <w:rPr>
                <w:rFonts w:ascii="Museo 500" w:hAnsi="Museo 500"/>
                <w:spacing w:val="-12"/>
                <w:sz w:val="24"/>
              </w:rPr>
              <w:t xml:space="preserve"> </w:t>
            </w:r>
            <w:r w:rsidRPr="00285352">
              <w:rPr>
                <w:rFonts w:ascii="Museo 500" w:hAnsi="Museo 500"/>
                <w:sz w:val="24"/>
              </w:rPr>
              <w:t>planning</w:t>
            </w:r>
          </w:p>
          <w:p w:rsidR="000227C2" w:rsidRPr="00285352" w:rsidRDefault="000227C2" w:rsidP="005C3A32">
            <w:pPr>
              <w:pStyle w:val="TableParagraph"/>
              <w:numPr>
                <w:ilvl w:val="0"/>
                <w:numId w:val="5"/>
              </w:numPr>
              <w:tabs>
                <w:tab w:val="left" w:pos="468"/>
              </w:tabs>
              <w:spacing w:before="45"/>
              <w:rPr>
                <w:rFonts w:ascii="Museo 500" w:hAnsi="Museo 500"/>
                <w:sz w:val="24"/>
              </w:rPr>
            </w:pPr>
            <w:r w:rsidRPr="00285352">
              <w:rPr>
                <w:rFonts w:ascii="Museo 500" w:hAnsi="Museo 500"/>
                <w:sz w:val="24"/>
              </w:rPr>
              <w:t>Keeps the Board</w:t>
            </w:r>
            <w:r w:rsidRPr="00285352">
              <w:rPr>
                <w:rFonts w:ascii="Museo 500" w:hAnsi="Museo 500"/>
                <w:spacing w:val="-6"/>
                <w:sz w:val="24"/>
              </w:rPr>
              <w:t xml:space="preserve"> </w:t>
            </w:r>
            <w:r w:rsidRPr="00285352">
              <w:rPr>
                <w:rFonts w:ascii="Museo 500" w:hAnsi="Museo 500"/>
                <w:sz w:val="24"/>
              </w:rPr>
              <w:t>well-informed</w:t>
            </w:r>
          </w:p>
        </w:tc>
      </w:tr>
      <w:tr w:rsidR="000227C2" w:rsidRPr="00285352" w:rsidTr="005C3A32">
        <w:trPr>
          <w:trHeight w:val="1009"/>
        </w:trPr>
        <w:tc>
          <w:tcPr>
            <w:tcW w:w="4254" w:type="dxa"/>
          </w:tcPr>
          <w:p w:rsidR="000227C2" w:rsidRPr="009A22DB" w:rsidRDefault="000227C2" w:rsidP="005C3A32">
            <w:pPr>
              <w:pStyle w:val="TableParagraph"/>
              <w:ind w:left="108" w:right="333"/>
              <w:jc w:val="both"/>
              <w:rPr>
                <w:rFonts w:ascii="Museo 500" w:hAnsi="Museo 500"/>
                <w:b/>
                <w:sz w:val="24"/>
              </w:rPr>
            </w:pPr>
            <w:r w:rsidRPr="009A22DB">
              <w:rPr>
                <w:rFonts w:ascii="Museo 500" w:hAnsi="Museo 500"/>
                <w:b/>
                <w:sz w:val="24"/>
              </w:rPr>
              <w:t>Interact regularly with parents and the school community on student progress and other school-related matters</w:t>
            </w:r>
          </w:p>
        </w:tc>
        <w:tc>
          <w:tcPr>
            <w:tcW w:w="9640" w:type="dxa"/>
          </w:tcPr>
          <w:p w:rsidR="000227C2" w:rsidRPr="00285352" w:rsidRDefault="000227C2" w:rsidP="005C3A32">
            <w:pPr>
              <w:pStyle w:val="TableParagraph"/>
              <w:numPr>
                <w:ilvl w:val="0"/>
                <w:numId w:val="4"/>
              </w:numPr>
              <w:tabs>
                <w:tab w:val="left" w:pos="468"/>
              </w:tabs>
              <w:spacing w:line="292" w:lineRule="exact"/>
              <w:rPr>
                <w:rFonts w:ascii="Museo 500" w:hAnsi="Museo 500"/>
                <w:sz w:val="24"/>
              </w:rPr>
            </w:pPr>
            <w:r w:rsidRPr="00285352">
              <w:rPr>
                <w:rFonts w:ascii="Museo 500" w:hAnsi="Museo 500"/>
                <w:sz w:val="24"/>
              </w:rPr>
              <w:t>Builds positive, friendly and professional relationships with students and</w:t>
            </w:r>
            <w:r w:rsidRPr="00285352">
              <w:rPr>
                <w:rFonts w:ascii="Museo 500" w:hAnsi="Museo 500"/>
                <w:spacing w:val="-15"/>
                <w:sz w:val="24"/>
              </w:rPr>
              <w:t xml:space="preserve"> </w:t>
            </w:r>
            <w:r w:rsidRPr="00285352">
              <w:rPr>
                <w:rFonts w:ascii="Museo 500" w:hAnsi="Museo 500"/>
                <w:sz w:val="24"/>
              </w:rPr>
              <w:t>parents</w:t>
            </w:r>
          </w:p>
          <w:p w:rsidR="000227C2" w:rsidRPr="00285352" w:rsidRDefault="000227C2" w:rsidP="005C3A32">
            <w:pPr>
              <w:pStyle w:val="TableParagraph"/>
              <w:numPr>
                <w:ilvl w:val="0"/>
                <w:numId w:val="4"/>
              </w:numPr>
              <w:tabs>
                <w:tab w:val="left" w:pos="468"/>
              </w:tabs>
              <w:spacing w:before="8" w:line="330" w:lineRule="atLeast"/>
              <w:ind w:right="299"/>
              <w:rPr>
                <w:rFonts w:ascii="Museo 500" w:hAnsi="Museo 500"/>
                <w:sz w:val="24"/>
              </w:rPr>
            </w:pPr>
            <w:r w:rsidRPr="00285352">
              <w:rPr>
                <w:rFonts w:ascii="Museo 500" w:hAnsi="Museo 500"/>
                <w:sz w:val="24"/>
              </w:rPr>
              <w:t>Builds positive partnerships with parents and families and keeps them well informed</w:t>
            </w:r>
            <w:r w:rsidRPr="00285352">
              <w:rPr>
                <w:rFonts w:ascii="Museo 500" w:hAnsi="Museo 500"/>
                <w:spacing w:val="-33"/>
                <w:sz w:val="24"/>
              </w:rPr>
              <w:t xml:space="preserve"> </w:t>
            </w:r>
            <w:r w:rsidRPr="00285352">
              <w:rPr>
                <w:rFonts w:ascii="Museo 500" w:hAnsi="Museo 500"/>
                <w:sz w:val="24"/>
              </w:rPr>
              <w:t>about student progress, achievement and school related matters</w:t>
            </w:r>
          </w:p>
        </w:tc>
      </w:tr>
      <w:tr w:rsidR="000227C2" w:rsidRPr="00285352" w:rsidTr="005C3A32">
        <w:trPr>
          <w:trHeight w:val="674"/>
        </w:trPr>
        <w:tc>
          <w:tcPr>
            <w:tcW w:w="4254" w:type="dxa"/>
          </w:tcPr>
          <w:p w:rsidR="000227C2" w:rsidRPr="009A22DB" w:rsidRDefault="000227C2" w:rsidP="005C3A32">
            <w:pPr>
              <w:pStyle w:val="TableParagraph"/>
              <w:spacing w:line="242" w:lineRule="auto"/>
              <w:ind w:left="108" w:right="539"/>
              <w:rPr>
                <w:rFonts w:ascii="Museo 500" w:hAnsi="Museo 500"/>
                <w:b/>
                <w:sz w:val="24"/>
              </w:rPr>
            </w:pPr>
            <w:r w:rsidRPr="009A22DB">
              <w:rPr>
                <w:rFonts w:ascii="Museo 500" w:hAnsi="Museo 500"/>
                <w:b/>
                <w:sz w:val="24"/>
              </w:rPr>
              <w:t>Actively foster relationships with the school’s community and local iwi</w:t>
            </w:r>
          </w:p>
        </w:tc>
        <w:tc>
          <w:tcPr>
            <w:tcW w:w="9640" w:type="dxa"/>
          </w:tcPr>
          <w:p w:rsidR="000227C2" w:rsidRPr="00285352" w:rsidRDefault="000227C2" w:rsidP="005C3A32">
            <w:pPr>
              <w:pStyle w:val="TableParagraph"/>
              <w:numPr>
                <w:ilvl w:val="0"/>
                <w:numId w:val="3"/>
              </w:numPr>
              <w:tabs>
                <w:tab w:val="left" w:pos="468"/>
              </w:tabs>
              <w:spacing w:line="292" w:lineRule="exact"/>
              <w:rPr>
                <w:rFonts w:ascii="Museo 500" w:hAnsi="Museo 500"/>
                <w:sz w:val="24"/>
              </w:rPr>
            </w:pPr>
            <w:r w:rsidRPr="00285352">
              <w:rPr>
                <w:rFonts w:ascii="Museo 500" w:hAnsi="Museo 500"/>
                <w:sz w:val="24"/>
              </w:rPr>
              <w:t>Represents the school with passion and confidence in the school community and</w:t>
            </w:r>
            <w:r w:rsidRPr="00285352">
              <w:rPr>
                <w:rFonts w:ascii="Museo 500" w:hAnsi="Museo 500"/>
                <w:spacing w:val="-19"/>
                <w:sz w:val="24"/>
              </w:rPr>
              <w:t xml:space="preserve"> </w:t>
            </w:r>
            <w:r w:rsidRPr="00285352">
              <w:rPr>
                <w:rFonts w:ascii="Museo 500" w:hAnsi="Museo 500"/>
                <w:sz w:val="24"/>
              </w:rPr>
              <w:t>with</w:t>
            </w:r>
          </w:p>
          <w:p w:rsidR="000227C2" w:rsidRPr="00285352" w:rsidRDefault="000227C2" w:rsidP="005C3A32">
            <w:pPr>
              <w:pStyle w:val="TableParagraph"/>
              <w:spacing w:before="45"/>
              <w:ind w:left="467"/>
              <w:rPr>
                <w:rFonts w:ascii="Museo 500" w:hAnsi="Museo 500"/>
                <w:sz w:val="24"/>
              </w:rPr>
            </w:pPr>
            <w:r w:rsidRPr="00285352">
              <w:rPr>
                <w:rFonts w:ascii="Museo 500" w:hAnsi="Museo 500"/>
                <w:sz w:val="24"/>
              </w:rPr>
              <w:t>prospective parents</w:t>
            </w:r>
          </w:p>
        </w:tc>
      </w:tr>
      <w:tr w:rsidR="000227C2" w:rsidRPr="00285352" w:rsidTr="005C3A32">
        <w:trPr>
          <w:trHeight w:val="1466"/>
        </w:trPr>
        <w:tc>
          <w:tcPr>
            <w:tcW w:w="4254" w:type="dxa"/>
          </w:tcPr>
          <w:p w:rsidR="000227C2" w:rsidRPr="009A22DB" w:rsidRDefault="000227C2" w:rsidP="005C3A32">
            <w:pPr>
              <w:pStyle w:val="TableParagraph"/>
              <w:ind w:left="108" w:right="98"/>
              <w:rPr>
                <w:rFonts w:ascii="Museo 500" w:hAnsi="Museo 500"/>
                <w:b/>
                <w:sz w:val="24"/>
              </w:rPr>
            </w:pPr>
            <w:r w:rsidRPr="009A22DB">
              <w:rPr>
                <w:rFonts w:ascii="Museo 500" w:hAnsi="Museo 500"/>
                <w:b/>
                <w:sz w:val="24"/>
              </w:rPr>
              <w:t>Actively foster professional relationships, with, and between colleagues, and with government agencies and others with expertise in the wider education</w:t>
            </w:r>
          </w:p>
          <w:p w:rsidR="000227C2" w:rsidRPr="009A22DB" w:rsidRDefault="000227C2" w:rsidP="005C3A32">
            <w:pPr>
              <w:pStyle w:val="TableParagraph"/>
              <w:spacing w:before="1" w:line="273" w:lineRule="exact"/>
              <w:ind w:left="108"/>
              <w:rPr>
                <w:rFonts w:ascii="Museo 500" w:hAnsi="Museo 500"/>
                <w:b/>
                <w:sz w:val="24"/>
              </w:rPr>
            </w:pPr>
            <w:r w:rsidRPr="009A22DB">
              <w:rPr>
                <w:rFonts w:ascii="Museo 500" w:hAnsi="Museo 500"/>
                <w:b/>
                <w:sz w:val="24"/>
              </w:rPr>
              <w:t>community</w:t>
            </w:r>
          </w:p>
        </w:tc>
        <w:tc>
          <w:tcPr>
            <w:tcW w:w="9640" w:type="dxa"/>
          </w:tcPr>
          <w:p w:rsidR="000227C2" w:rsidRPr="00285352" w:rsidRDefault="000227C2" w:rsidP="005C3A32">
            <w:pPr>
              <w:pStyle w:val="TableParagraph"/>
              <w:numPr>
                <w:ilvl w:val="0"/>
                <w:numId w:val="2"/>
              </w:numPr>
              <w:tabs>
                <w:tab w:val="left" w:pos="468"/>
              </w:tabs>
              <w:spacing w:line="293" w:lineRule="exact"/>
              <w:rPr>
                <w:rFonts w:ascii="Museo 500" w:hAnsi="Museo 500"/>
                <w:sz w:val="24"/>
              </w:rPr>
            </w:pPr>
            <w:r w:rsidRPr="00285352">
              <w:rPr>
                <w:rFonts w:ascii="Museo 500" w:hAnsi="Museo 500"/>
                <w:sz w:val="24"/>
              </w:rPr>
              <w:t>Represents the school with passion and confidence with other</w:t>
            </w:r>
            <w:r w:rsidRPr="00285352">
              <w:rPr>
                <w:rFonts w:ascii="Museo 500" w:hAnsi="Museo 500"/>
                <w:spacing w:val="-12"/>
                <w:sz w:val="24"/>
              </w:rPr>
              <w:t xml:space="preserve"> </w:t>
            </w:r>
            <w:r w:rsidRPr="00285352">
              <w:rPr>
                <w:rFonts w:ascii="Museo 500" w:hAnsi="Museo 500"/>
                <w:sz w:val="24"/>
              </w:rPr>
              <w:t>educators</w:t>
            </w:r>
          </w:p>
          <w:p w:rsidR="000227C2" w:rsidRPr="00285352" w:rsidRDefault="000227C2" w:rsidP="005C3A32">
            <w:pPr>
              <w:pStyle w:val="TableParagraph"/>
              <w:numPr>
                <w:ilvl w:val="0"/>
                <w:numId w:val="2"/>
              </w:numPr>
              <w:tabs>
                <w:tab w:val="left" w:pos="468"/>
              </w:tabs>
              <w:spacing w:before="45"/>
              <w:rPr>
                <w:rFonts w:ascii="Museo 500" w:hAnsi="Museo 500"/>
                <w:sz w:val="24"/>
              </w:rPr>
            </w:pPr>
            <w:r w:rsidRPr="00285352">
              <w:rPr>
                <w:rFonts w:ascii="Museo 500" w:hAnsi="Museo 500"/>
                <w:sz w:val="24"/>
              </w:rPr>
              <w:t>Maintains sound, constructive relationships with government and other</w:t>
            </w:r>
            <w:r w:rsidRPr="00285352">
              <w:rPr>
                <w:rFonts w:ascii="Museo 500" w:hAnsi="Museo 500"/>
                <w:spacing w:val="-8"/>
                <w:sz w:val="24"/>
              </w:rPr>
              <w:t xml:space="preserve"> </w:t>
            </w:r>
            <w:r w:rsidRPr="00285352">
              <w:rPr>
                <w:rFonts w:ascii="Museo 500" w:hAnsi="Museo 500"/>
                <w:sz w:val="24"/>
              </w:rPr>
              <w:t>agencies</w:t>
            </w:r>
          </w:p>
        </w:tc>
      </w:tr>
      <w:tr w:rsidR="000227C2" w:rsidRPr="00285352" w:rsidTr="005C3A32">
        <w:trPr>
          <w:trHeight w:val="1010"/>
        </w:trPr>
        <w:tc>
          <w:tcPr>
            <w:tcW w:w="4254" w:type="dxa"/>
          </w:tcPr>
          <w:p w:rsidR="000227C2" w:rsidRPr="009A22DB" w:rsidRDefault="000227C2" w:rsidP="005C3A32">
            <w:pPr>
              <w:pStyle w:val="TableParagraph"/>
              <w:ind w:left="108" w:right="328"/>
              <w:rPr>
                <w:rFonts w:ascii="Museo 500" w:hAnsi="Museo 500"/>
                <w:b/>
                <w:sz w:val="24"/>
              </w:rPr>
            </w:pPr>
            <w:r w:rsidRPr="009A22DB">
              <w:rPr>
                <w:rFonts w:ascii="Museo 500" w:hAnsi="Museo 500"/>
                <w:b/>
                <w:sz w:val="24"/>
              </w:rPr>
              <w:t>Actively foster relationships with other schools and participate in appropriate school networks</w:t>
            </w:r>
          </w:p>
        </w:tc>
        <w:tc>
          <w:tcPr>
            <w:tcW w:w="9640" w:type="dxa"/>
          </w:tcPr>
          <w:p w:rsidR="000227C2" w:rsidRPr="00285352" w:rsidRDefault="000227C2" w:rsidP="005C3A32">
            <w:pPr>
              <w:pStyle w:val="TableParagraph"/>
              <w:numPr>
                <w:ilvl w:val="0"/>
                <w:numId w:val="1"/>
              </w:numPr>
              <w:tabs>
                <w:tab w:val="left" w:pos="468"/>
              </w:tabs>
              <w:spacing w:line="292" w:lineRule="exact"/>
              <w:rPr>
                <w:rFonts w:ascii="Museo 500" w:hAnsi="Museo 500"/>
                <w:sz w:val="24"/>
              </w:rPr>
            </w:pPr>
            <w:r w:rsidRPr="00285352">
              <w:rPr>
                <w:rFonts w:ascii="Museo 500" w:hAnsi="Museo 500"/>
                <w:sz w:val="24"/>
              </w:rPr>
              <w:t>Builds a collaborative working relationship with schools in the local</w:t>
            </w:r>
            <w:r w:rsidRPr="00285352">
              <w:rPr>
                <w:rFonts w:ascii="Museo 500" w:hAnsi="Museo 500"/>
                <w:spacing w:val="-9"/>
                <w:sz w:val="24"/>
              </w:rPr>
              <w:t xml:space="preserve"> </w:t>
            </w:r>
            <w:r w:rsidRPr="00285352">
              <w:rPr>
                <w:rFonts w:ascii="Museo 500" w:hAnsi="Museo 500"/>
                <w:sz w:val="24"/>
              </w:rPr>
              <w:t>area</w:t>
            </w:r>
          </w:p>
          <w:p w:rsidR="000227C2" w:rsidRPr="00285352" w:rsidRDefault="000227C2" w:rsidP="005C3A32">
            <w:pPr>
              <w:pStyle w:val="TableParagraph"/>
              <w:numPr>
                <w:ilvl w:val="0"/>
                <w:numId w:val="1"/>
              </w:numPr>
              <w:tabs>
                <w:tab w:val="left" w:pos="468"/>
              </w:tabs>
              <w:spacing w:before="1" w:line="338" w:lineRule="exact"/>
              <w:ind w:right="731"/>
              <w:rPr>
                <w:rFonts w:ascii="Museo 500" w:hAnsi="Museo 500"/>
                <w:sz w:val="24"/>
              </w:rPr>
            </w:pPr>
            <w:r w:rsidRPr="00285352">
              <w:rPr>
                <w:rFonts w:ascii="Museo 500" w:hAnsi="Museo 500"/>
                <w:sz w:val="24"/>
              </w:rPr>
              <w:t>Maximises opportunities to network with other principals, schools and key community groups</w:t>
            </w:r>
          </w:p>
        </w:tc>
      </w:tr>
    </w:tbl>
    <w:p w:rsidR="000227C2" w:rsidRPr="00544A02" w:rsidRDefault="000227C2" w:rsidP="00845498">
      <w:pPr>
        <w:pStyle w:val="ListParagraph"/>
        <w:tabs>
          <w:tab w:val="left" w:pos="561"/>
        </w:tabs>
        <w:spacing w:before="100" w:line="276" w:lineRule="auto"/>
        <w:ind w:left="110" w:right="103" w:firstLine="0"/>
      </w:pPr>
    </w:p>
    <w:sectPr w:rsidR="000227C2" w:rsidRPr="00544A02" w:rsidSect="003F4234">
      <w:headerReference w:type="default" r:id="rId17"/>
      <w:footerReference w:type="default" r:id="rId18"/>
      <w:pgSz w:w="16850" w:h="11910" w:orient="landscape"/>
      <w:pgMar w:top="1180" w:right="920" w:bottom="899" w:left="1600" w:header="713" w:footer="1266"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227C2" w:rsidRDefault="000227C2">
      <w:r>
        <w:separator/>
      </w:r>
    </w:p>
  </w:endnote>
  <w:endnote w:type="continuationSeparator" w:id="0">
    <w:p w:rsidR="000227C2" w:rsidRDefault="000227C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ivaldi">
    <w:altName w:val="Vivaldi"/>
    <w:panose1 w:val="03020602050506090804"/>
    <w:charset w:val="00"/>
    <w:family w:val="script"/>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Museo 500">
    <w:panose1 w:val="00000000000000000000"/>
    <w:charset w:val="00"/>
    <w:family w:val="modern"/>
    <w:notTrueType/>
    <w:pitch w:val="variable"/>
    <w:sig w:usb0="A00000AF" w:usb1="4000004A" w:usb2="00000000" w:usb3="00000000" w:csb0="00000093" w:csb1="00000000"/>
  </w:font>
  <w:font w:name="Museo 700">
    <w:panose1 w:val="00000000000000000000"/>
    <w:charset w:val="00"/>
    <w:family w:val="modern"/>
    <w:notTrueType/>
    <w:pitch w:val="variable"/>
    <w:sig w:usb0="A00000AF" w:usb1="4000004A" w:usb2="00000000" w:usb3="00000000" w:csb0="00000093"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27C2" w:rsidRDefault="000227C2">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27C2" w:rsidRDefault="000227C2" w:rsidP="00D415F8">
    <w:pPr>
      <w:pStyle w:val="Footer"/>
      <w:jc w:val="center"/>
      <w:rPr>
        <w:rFonts w:ascii="Museo 500" w:hAnsi="Museo 500"/>
      </w:rPr>
    </w:pPr>
  </w:p>
  <w:p w:rsidR="000227C2" w:rsidRPr="00D415F8" w:rsidRDefault="000227C2" w:rsidP="00D415F8">
    <w:pPr>
      <w:pStyle w:val="Footer"/>
      <w:jc w:val="center"/>
      <w:rPr>
        <w:rFonts w:ascii="Museo 500" w:hAnsi="Museo 500"/>
      </w:rPr>
    </w:pPr>
    <w:r>
      <w:rPr>
        <w:rFonts w:ascii="Museo 500" w:hAnsi="Museo 500"/>
      </w:rPr>
      <w:br/>
    </w:r>
    <w:r w:rsidRPr="00D415F8">
      <w:rPr>
        <w:rFonts w:ascii="Museo 500" w:hAnsi="Museo 500"/>
      </w:rPr>
      <w:t xml:space="preserve">All applications must be received by 1pm on </w:t>
    </w:r>
    <w:r>
      <w:rPr>
        <w:rFonts w:ascii="Museo 500" w:hAnsi="Museo 500"/>
      </w:rPr>
      <w:t>Thursday</w:t>
    </w:r>
    <w:r w:rsidRPr="00D415F8">
      <w:rPr>
        <w:rFonts w:ascii="Museo 500" w:hAnsi="Museo 500"/>
      </w:rPr>
      <w:t xml:space="preserve"> 1</w:t>
    </w:r>
    <w:r>
      <w:rPr>
        <w:rFonts w:ascii="Museo 500" w:hAnsi="Museo 500"/>
      </w:rPr>
      <w:t>6</w:t>
    </w:r>
    <w:r w:rsidRPr="00D415F8">
      <w:rPr>
        <w:rFonts w:ascii="Museo 500" w:hAnsi="Museo 500"/>
      </w:rPr>
      <w:t xml:space="preserve"> May 2019</w:t>
    </w:r>
  </w:p>
  <w:p w:rsidR="000227C2" w:rsidRDefault="000227C2" w:rsidP="00544A02">
    <w:pPr>
      <w:pStyle w:val="BodyText"/>
      <w:spacing w:line="14" w:lineRule="auto"/>
      <w:ind w:right="360"/>
      <w:rPr>
        <w:sz w:val="20"/>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27C2" w:rsidRPr="00D415F8" w:rsidRDefault="000227C2" w:rsidP="00D415F8">
    <w:pPr>
      <w:pStyle w:val="Footer"/>
      <w:jc w:val="center"/>
      <w:rPr>
        <w:rFonts w:ascii="Museo 500" w:hAnsi="Museo 500"/>
      </w:rPr>
    </w:pPr>
    <w:r w:rsidRPr="00D415F8">
      <w:rPr>
        <w:rFonts w:ascii="Museo 500" w:hAnsi="Museo 500"/>
      </w:rPr>
      <w:t>All applications must be received by 1pm on Friday 10 May 2019</w:t>
    </w:r>
  </w:p>
  <w:p w:rsidR="000227C2" w:rsidRDefault="000227C2"/>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27C2" w:rsidRDefault="000227C2">
    <w:pPr>
      <w:pStyle w:val="BodyText"/>
      <w:spacing w:line="14" w:lineRule="auto"/>
      <w:rPr>
        <w:sz w:val="20"/>
      </w:rPr>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27C2" w:rsidRDefault="000227C2">
    <w:pPr>
      <w:pStyle w:val="BodyText"/>
      <w:spacing w:line="14" w:lineRule="auto"/>
      <w:rPr>
        <w:sz w:val="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227C2" w:rsidRDefault="000227C2">
      <w:r>
        <w:separator/>
      </w:r>
    </w:p>
  </w:footnote>
  <w:footnote w:type="continuationSeparator" w:id="0">
    <w:p w:rsidR="000227C2" w:rsidRDefault="000227C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27C2" w:rsidRDefault="000227C2">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27C2" w:rsidRDefault="000227C2">
    <w:pPr>
      <w:pStyle w:val="BodyText"/>
      <w:spacing w:line="14" w:lineRule="auto"/>
      <w:rPr>
        <w:sz w:val="20"/>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27C2" w:rsidRDefault="000227C2">
    <w:pPr>
      <w:pStyle w:val="Head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27C2" w:rsidRDefault="000227C2">
    <w:pPr>
      <w:pStyle w:val="BodyText"/>
      <w:spacing w:line="14" w:lineRule="auto"/>
      <w:rPr>
        <w:sz w:val="20"/>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27C2" w:rsidRDefault="000227C2">
    <w:pPr>
      <w:pStyle w:val="BodyText"/>
      <w:spacing w:line="14" w:lineRule="auto"/>
      <w:rPr>
        <w:sz w:val="2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471FEB"/>
    <w:multiLevelType w:val="hybridMultilevel"/>
    <w:tmpl w:val="0FAC990A"/>
    <w:lvl w:ilvl="0" w:tplc="FFFFFFFF">
      <w:start w:val="1"/>
      <w:numFmt w:val="upperLetter"/>
      <w:lvlText w:val="%1."/>
      <w:lvlJc w:val="left"/>
      <w:pPr>
        <w:tabs>
          <w:tab w:val="num" w:pos="1080"/>
        </w:tabs>
        <w:ind w:left="1080" w:hanging="72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
    <w:nsid w:val="016B1C54"/>
    <w:multiLevelType w:val="hybridMultilevel"/>
    <w:tmpl w:val="EC90FCC2"/>
    <w:lvl w:ilvl="0" w:tplc="3DECE74E">
      <w:numFmt w:val="bullet"/>
      <w:lvlText w:val=""/>
      <w:lvlJc w:val="left"/>
      <w:pPr>
        <w:ind w:left="467" w:hanging="360"/>
      </w:pPr>
      <w:rPr>
        <w:rFonts w:ascii="Symbol" w:eastAsia="Times New Roman" w:hAnsi="Symbol" w:hint="default"/>
        <w:w w:val="100"/>
        <w:sz w:val="22"/>
      </w:rPr>
    </w:lvl>
    <w:lvl w:ilvl="1" w:tplc="3800A4BC">
      <w:numFmt w:val="bullet"/>
      <w:lvlText w:val="•"/>
      <w:lvlJc w:val="left"/>
      <w:pPr>
        <w:ind w:left="1377" w:hanging="360"/>
      </w:pPr>
      <w:rPr>
        <w:rFonts w:hint="default"/>
      </w:rPr>
    </w:lvl>
    <w:lvl w:ilvl="2" w:tplc="5EF0A40C">
      <w:numFmt w:val="bullet"/>
      <w:lvlText w:val="•"/>
      <w:lvlJc w:val="left"/>
      <w:pPr>
        <w:ind w:left="2294" w:hanging="360"/>
      </w:pPr>
      <w:rPr>
        <w:rFonts w:hint="default"/>
      </w:rPr>
    </w:lvl>
    <w:lvl w:ilvl="3" w:tplc="D9CCFBE8">
      <w:numFmt w:val="bullet"/>
      <w:lvlText w:val="•"/>
      <w:lvlJc w:val="left"/>
      <w:pPr>
        <w:ind w:left="3211" w:hanging="360"/>
      </w:pPr>
      <w:rPr>
        <w:rFonts w:hint="default"/>
      </w:rPr>
    </w:lvl>
    <w:lvl w:ilvl="4" w:tplc="9CC22C76">
      <w:numFmt w:val="bullet"/>
      <w:lvlText w:val="•"/>
      <w:lvlJc w:val="left"/>
      <w:pPr>
        <w:ind w:left="4128" w:hanging="360"/>
      </w:pPr>
      <w:rPr>
        <w:rFonts w:hint="default"/>
      </w:rPr>
    </w:lvl>
    <w:lvl w:ilvl="5" w:tplc="22BA9CDC">
      <w:numFmt w:val="bullet"/>
      <w:lvlText w:val="•"/>
      <w:lvlJc w:val="left"/>
      <w:pPr>
        <w:ind w:left="5045" w:hanging="360"/>
      </w:pPr>
      <w:rPr>
        <w:rFonts w:hint="default"/>
      </w:rPr>
    </w:lvl>
    <w:lvl w:ilvl="6" w:tplc="282C9ECE">
      <w:numFmt w:val="bullet"/>
      <w:lvlText w:val="•"/>
      <w:lvlJc w:val="left"/>
      <w:pPr>
        <w:ind w:left="5962" w:hanging="360"/>
      </w:pPr>
      <w:rPr>
        <w:rFonts w:hint="default"/>
      </w:rPr>
    </w:lvl>
    <w:lvl w:ilvl="7" w:tplc="B23C1B9E">
      <w:numFmt w:val="bullet"/>
      <w:lvlText w:val="•"/>
      <w:lvlJc w:val="left"/>
      <w:pPr>
        <w:ind w:left="6879" w:hanging="360"/>
      </w:pPr>
      <w:rPr>
        <w:rFonts w:hint="default"/>
      </w:rPr>
    </w:lvl>
    <w:lvl w:ilvl="8" w:tplc="C6068200">
      <w:numFmt w:val="bullet"/>
      <w:lvlText w:val="•"/>
      <w:lvlJc w:val="left"/>
      <w:pPr>
        <w:ind w:left="7796" w:hanging="360"/>
      </w:pPr>
      <w:rPr>
        <w:rFonts w:hint="default"/>
      </w:rPr>
    </w:lvl>
  </w:abstractNum>
  <w:abstractNum w:abstractNumId="2">
    <w:nsid w:val="02367467"/>
    <w:multiLevelType w:val="hybridMultilevel"/>
    <w:tmpl w:val="B0DA14C2"/>
    <w:lvl w:ilvl="0" w:tplc="DAC8A492">
      <w:start w:val="1"/>
      <w:numFmt w:val="decimal"/>
      <w:lvlText w:val="%1)"/>
      <w:lvlJc w:val="left"/>
      <w:pPr>
        <w:ind w:left="1200" w:hanging="452"/>
      </w:pPr>
      <w:rPr>
        <w:rFonts w:ascii="Calibri" w:eastAsia="Times New Roman" w:hAnsi="Calibri" w:cs="Calibri" w:hint="default"/>
        <w:b/>
        <w:bCs/>
        <w:spacing w:val="-1"/>
        <w:w w:val="100"/>
        <w:sz w:val="28"/>
        <w:szCs w:val="28"/>
      </w:rPr>
    </w:lvl>
    <w:lvl w:ilvl="1" w:tplc="1E28251A">
      <w:numFmt w:val="bullet"/>
      <w:lvlText w:val=""/>
      <w:lvlJc w:val="left"/>
      <w:pPr>
        <w:ind w:left="1913" w:hanging="363"/>
      </w:pPr>
      <w:rPr>
        <w:rFonts w:ascii="Symbol" w:eastAsia="Times New Roman" w:hAnsi="Symbol" w:hint="default"/>
        <w:w w:val="100"/>
        <w:sz w:val="24"/>
      </w:rPr>
    </w:lvl>
    <w:lvl w:ilvl="2" w:tplc="B4C432CA">
      <w:numFmt w:val="bullet"/>
      <w:lvlText w:val=""/>
      <w:lvlJc w:val="left"/>
      <w:pPr>
        <w:ind w:left="3000" w:hanging="360"/>
      </w:pPr>
      <w:rPr>
        <w:rFonts w:ascii="Wingdings" w:eastAsia="Times New Roman" w:hAnsi="Wingdings" w:hint="default"/>
        <w:w w:val="100"/>
        <w:sz w:val="24"/>
      </w:rPr>
    </w:lvl>
    <w:lvl w:ilvl="3" w:tplc="EA3241C6">
      <w:numFmt w:val="bullet"/>
      <w:lvlText w:val="•"/>
      <w:lvlJc w:val="left"/>
      <w:pPr>
        <w:ind w:left="4065" w:hanging="360"/>
      </w:pPr>
      <w:rPr>
        <w:rFonts w:hint="default"/>
      </w:rPr>
    </w:lvl>
    <w:lvl w:ilvl="4" w:tplc="D31675B2">
      <w:numFmt w:val="bullet"/>
      <w:lvlText w:val="•"/>
      <w:lvlJc w:val="left"/>
      <w:pPr>
        <w:ind w:left="5131" w:hanging="360"/>
      </w:pPr>
      <w:rPr>
        <w:rFonts w:hint="default"/>
      </w:rPr>
    </w:lvl>
    <w:lvl w:ilvl="5" w:tplc="CFA0AA5E">
      <w:numFmt w:val="bullet"/>
      <w:lvlText w:val="•"/>
      <w:lvlJc w:val="left"/>
      <w:pPr>
        <w:ind w:left="6197" w:hanging="360"/>
      </w:pPr>
      <w:rPr>
        <w:rFonts w:hint="default"/>
      </w:rPr>
    </w:lvl>
    <w:lvl w:ilvl="6" w:tplc="6818C144">
      <w:numFmt w:val="bullet"/>
      <w:lvlText w:val="•"/>
      <w:lvlJc w:val="left"/>
      <w:pPr>
        <w:ind w:left="7263" w:hanging="360"/>
      </w:pPr>
      <w:rPr>
        <w:rFonts w:hint="default"/>
      </w:rPr>
    </w:lvl>
    <w:lvl w:ilvl="7" w:tplc="0720D5B0">
      <w:numFmt w:val="bullet"/>
      <w:lvlText w:val="•"/>
      <w:lvlJc w:val="left"/>
      <w:pPr>
        <w:ind w:left="8329" w:hanging="360"/>
      </w:pPr>
      <w:rPr>
        <w:rFonts w:hint="default"/>
      </w:rPr>
    </w:lvl>
    <w:lvl w:ilvl="8" w:tplc="6784D37A">
      <w:numFmt w:val="bullet"/>
      <w:lvlText w:val="•"/>
      <w:lvlJc w:val="left"/>
      <w:pPr>
        <w:ind w:left="9394" w:hanging="360"/>
      </w:pPr>
      <w:rPr>
        <w:rFonts w:hint="default"/>
      </w:rPr>
    </w:lvl>
  </w:abstractNum>
  <w:abstractNum w:abstractNumId="3">
    <w:nsid w:val="0D605223"/>
    <w:multiLevelType w:val="hybridMultilevel"/>
    <w:tmpl w:val="A614F2CC"/>
    <w:lvl w:ilvl="0" w:tplc="FDD680A8">
      <w:numFmt w:val="bullet"/>
      <w:lvlText w:val=""/>
      <w:lvlJc w:val="left"/>
      <w:pPr>
        <w:ind w:left="465" w:hanging="360"/>
      </w:pPr>
      <w:rPr>
        <w:rFonts w:ascii="Symbol" w:eastAsia="Times New Roman" w:hAnsi="Symbol" w:hint="default"/>
        <w:w w:val="100"/>
        <w:sz w:val="22"/>
      </w:rPr>
    </w:lvl>
    <w:lvl w:ilvl="1" w:tplc="2124E10E">
      <w:numFmt w:val="bullet"/>
      <w:lvlText w:val="•"/>
      <w:lvlJc w:val="left"/>
      <w:pPr>
        <w:ind w:left="1348" w:hanging="360"/>
      </w:pPr>
      <w:rPr>
        <w:rFonts w:hint="default"/>
      </w:rPr>
    </w:lvl>
    <w:lvl w:ilvl="2" w:tplc="92542DC2">
      <w:numFmt w:val="bullet"/>
      <w:lvlText w:val="•"/>
      <w:lvlJc w:val="left"/>
      <w:pPr>
        <w:ind w:left="2237" w:hanging="360"/>
      </w:pPr>
      <w:rPr>
        <w:rFonts w:hint="default"/>
      </w:rPr>
    </w:lvl>
    <w:lvl w:ilvl="3" w:tplc="F3244416">
      <w:numFmt w:val="bullet"/>
      <w:lvlText w:val="•"/>
      <w:lvlJc w:val="left"/>
      <w:pPr>
        <w:ind w:left="3125" w:hanging="360"/>
      </w:pPr>
      <w:rPr>
        <w:rFonts w:hint="default"/>
      </w:rPr>
    </w:lvl>
    <w:lvl w:ilvl="4" w:tplc="7AB2798C">
      <w:numFmt w:val="bullet"/>
      <w:lvlText w:val="•"/>
      <w:lvlJc w:val="left"/>
      <w:pPr>
        <w:ind w:left="4014" w:hanging="360"/>
      </w:pPr>
      <w:rPr>
        <w:rFonts w:hint="default"/>
      </w:rPr>
    </w:lvl>
    <w:lvl w:ilvl="5" w:tplc="540A8966">
      <w:numFmt w:val="bullet"/>
      <w:lvlText w:val="•"/>
      <w:lvlJc w:val="left"/>
      <w:pPr>
        <w:ind w:left="4903" w:hanging="360"/>
      </w:pPr>
      <w:rPr>
        <w:rFonts w:hint="default"/>
      </w:rPr>
    </w:lvl>
    <w:lvl w:ilvl="6" w:tplc="9C66A06A">
      <w:numFmt w:val="bullet"/>
      <w:lvlText w:val="•"/>
      <w:lvlJc w:val="left"/>
      <w:pPr>
        <w:ind w:left="5791" w:hanging="360"/>
      </w:pPr>
      <w:rPr>
        <w:rFonts w:hint="default"/>
      </w:rPr>
    </w:lvl>
    <w:lvl w:ilvl="7" w:tplc="7A6C1A94">
      <w:numFmt w:val="bullet"/>
      <w:lvlText w:val="•"/>
      <w:lvlJc w:val="left"/>
      <w:pPr>
        <w:ind w:left="6680" w:hanging="360"/>
      </w:pPr>
      <w:rPr>
        <w:rFonts w:hint="default"/>
      </w:rPr>
    </w:lvl>
    <w:lvl w:ilvl="8" w:tplc="F064B4B6">
      <w:numFmt w:val="bullet"/>
      <w:lvlText w:val="•"/>
      <w:lvlJc w:val="left"/>
      <w:pPr>
        <w:ind w:left="7568" w:hanging="360"/>
      </w:pPr>
      <w:rPr>
        <w:rFonts w:hint="default"/>
      </w:rPr>
    </w:lvl>
  </w:abstractNum>
  <w:abstractNum w:abstractNumId="4">
    <w:nsid w:val="13140E38"/>
    <w:multiLevelType w:val="hybridMultilevel"/>
    <w:tmpl w:val="6958B0E4"/>
    <w:lvl w:ilvl="0" w:tplc="CB18F32E">
      <w:numFmt w:val="bullet"/>
      <w:lvlText w:val=""/>
      <w:lvlJc w:val="left"/>
      <w:pPr>
        <w:ind w:left="467" w:hanging="360"/>
      </w:pPr>
      <w:rPr>
        <w:rFonts w:ascii="Symbol" w:eastAsia="Times New Roman" w:hAnsi="Symbol" w:hint="default"/>
        <w:w w:val="100"/>
        <w:sz w:val="22"/>
      </w:rPr>
    </w:lvl>
    <w:lvl w:ilvl="1" w:tplc="DA2A2D82">
      <w:numFmt w:val="bullet"/>
      <w:lvlText w:val="•"/>
      <w:lvlJc w:val="left"/>
      <w:pPr>
        <w:ind w:left="1377" w:hanging="360"/>
      </w:pPr>
      <w:rPr>
        <w:rFonts w:hint="default"/>
      </w:rPr>
    </w:lvl>
    <w:lvl w:ilvl="2" w:tplc="1FFA24CE">
      <w:numFmt w:val="bullet"/>
      <w:lvlText w:val="•"/>
      <w:lvlJc w:val="left"/>
      <w:pPr>
        <w:ind w:left="2294" w:hanging="360"/>
      </w:pPr>
      <w:rPr>
        <w:rFonts w:hint="default"/>
      </w:rPr>
    </w:lvl>
    <w:lvl w:ilvl="3" w:tplc="5DE21962">
      <w:numFmt w:val="bullet"/>
      <w:lvlText w:val="•"/>
      <w:lvlJc w:val="left"/>
      <w:pPr>
        <w:ind w:left="3211" w:hanging="360"/>
      </w:pPr>
      <w:rPr>
        <w:rFonts w:hint="default"/>
      </w:rPr>
    </w:lvl>
    <w:lvl w:ilvl="4" w:tplc="42B811A6">
      <w:numFmt w:val="bullet"/>
      <w:lvlText w:val="•"/>
      <w:lvlJc w:val="left"/>
      <w:pPr>
        <w:ind w:left="4128" w:hanging="360"/>
      </w:pPr>
      <w:rPr>
        <w:rFonts w:hint="default"/>
      </w:rPr>
    </w:lvl>
    <w:lvl w:ilvl="5" w:tplc="4C6C432C">
      <w:numFmt w:val="bullet"/>
      <w:lvlText w:val="•"/>
      <w:lvlJc w:val="left"/>
      <w:pPr>
        <w:ind w:left="5045" w:hanging="360"/>
      </w:pPr>
      <w:rPr>
        <w:rFonts w:hint="default"/>
      </w:rPr>
    </w:lvl>
    <w:lvl w:ilvl="6" w:tplc="51D48FEA">
      <w:numFmt w:val="bullet"/>
      <w:lvlText w:val="•"/>
      <w:lvlJc w:val="left"/>
      <w:pPr>
        <w:ind w:left="5962" w:hanging="360"/>
      </w:pPr>
      <w:rPr>
        <w:rFonts w:hint="default"/>
      </w:rPr>
    </w:lvl>
    <w:lvl w:ilvl="7" w:tplc="826623E8">
      <w:numFmt w:val="bullet"/>
      <w:lvlText w:val="•"/>
      <w:lvlJc w:val="left"/>
      <w:pPr>
        <w:ind w:left="6879" w:hanging="360"/>
      </w:pPr>
      <w:rPr>
        <w:rFonts w:hint="default"/>
      </w:rPr>
    </w:lvl>
    <w:lvl w:ilvl="8" w:tplc="CA721AC2">
      <w:numFmt w:val="bullet"/>
      <w:lvlText w:val="•"/>
      <w:lvlJc w:val="left"/>
      <w:pPr>
        <w:ind w:left="7796" w:hanging="360"/>
      </w:pPr>
      <w:rPr>
        <w:rFonts w:hint="default"/>
      </w:rPr>
    </w:lvl>
  </w:abstractNum>
  <w:abstractNum w:abstractNumId="5">
    <w:nsid w:val="15447887"/>
    <w:multiLevelType w:val="hybridMultilevel"/>
    <w:tmpl w:val="30605AFE"/>
    <w:lvl w:ilvl="0" w:tplc="23F03B48">
      <w:numFmt w:val="bullet"/>
      <w:lvlText w:val=""/>
      <w:lvlJc w:val="left"/>
      <w:pPr>
        <w:ind w:left="465" w:hanging="360"/>
      </w:pPr>
      <w:rPr>
        <w:rFonts w:ascii="Symbol" w:eastAsia="Times New Roman" w:hAnsi="Symbol" w:hint="default"/>
        <w:w w:val="100"/>
        <w:sz w:val="22"/>
      </w:rPr>
    </w:lvl>
    <w:lvl w:ilvl="1" w:tplc="C6042D0C">
      <w:numFmt w:val="bullet"/>
      <w:lvlText w:val="•"/>
      <w:lvlJc w:val="left"/>
      <w:pPr>
        <w:ind w:left="1377" w:hanging="360"/>
      </w:pPr>
      <w:rPr>
        <w:rFonts w:hint="default"/>
      </w:rPr>
    </w:lvl>
    <w:lvl w:ilvl="2" w:tplc="729C46CE">
      <w:numFmt w:val="bullet"/>
      <w:lvlText w:val="•"/>
      <w:lvlJc w:val="left"/>
      <w:pPr>
        <w:ind w:left="2294" w:hanging="360"/>
      </w:pPr>
      <w:rPr>
        <w:rFonts w:hint="default"/>
      </w:rPr>
    </w:lvl>
    <w:lvl w:ilvl="3" w:tplc="D2965A6A">
      <w:numFmt w:val="bullet"/>
      <w:lvlText w:val="•"/>
      <w:lvlJc w:val="left"/>
      <w:pPr>
        <w:ind w:left="3211" w:hanging="360"/>
      </w:pPr>
      <w:rPr>
        <w:rFonts w:hint="default"/>
      </w:rPr>
    </w:lvl>
    <w:lvl w:ilvl="4" w:tplc="08C0278A">
      <w:numFmt w:val="bullet"/>
      <w:lvlText w:val="•"/>
      <w:lvlJc w:val="left"/>
      <w:pPr>
        <w:ind w:left="4128" w:hanging="360"/>
      </w:pPr>
      <w:rPr>
        <w:rFonts w:hint="default"/>
      </w:rPr>
    </w:lvl>
    <w:lvl w:ilvl="5" w:tplc="67549FC4">
      <w:numFmt w:val="bullet"/>
      <w:lvlText w:val="•"/>
      <w:lvlJc w:val="left"/>
      <w:pPr>
        <w:ind w:left="5045" w:hanging="360"/>
      </w:pPr>
      <w:rPr>
        <w:rFonts w:hint="default"/>
      </w:rPr>
    </w:lvl>
    <w:lvl w:ilvl="6" w:tplc="BDB205A0">
      <w:numFmt w:val="bullet"/>
      <w:lvlText w:val="•"/>
      <w:lvlJc w:val="left"/>
      <w:pPr>
        <w:ind w:left="5962" w:hanging="360"/>
      </w:pPr>
      <w:rPr>
        <w:rFonts w:hint="default"/>
      </w:rPr>
    </w:lvl>
    <w:lvl w:ilvl="7" w:tplc="037ACDFA">
      <w:numFmt w:val="bullet"/>
      <w:lvlText w:val="•"/>
      <w:lvlJc w:val="left"/>
      <w:pPr>
        <w:ind w:left="6879" w:hanging="360"/>
      </w:pPr>
      <w:rPr>
        <w:rFonts w:hint="default"/>
      </w:rPr>
    </w:lvl>
    <w:lvl w:ilvl="8" w:tplc="7C86B88C">
      <w:numFmt w:val="bullet"/>
      <w:lvlText w:val="•"/>
      <w:lvlJc w:val="left"/>
      <w:pPr>
        <w:ind w:left="7796" w:hanging="360"/>
      </w:pPr>
      <w:rPr>
        <w:rFonts w:hint="default"/>
      </w:rPr>
    </w:lvl>
  </w:abstractNum>
  <w:abstractNum w:abstractNumId="6">
    <w:nsid w:val="1C785EAA"/>
    <w:multiLevelType w:val="hybridMultilevel"/>
    <w:tmpl w:val="E05A8794"/>
    <w:lvl w:ilvl="0" w:tplc="DD28F6CA">
      <w:numFmt w:val="bullet"/>
      <w:lvlText w:val=""/>
      <w:lvlJc w:val="left"/>
      <w:pPr>
        <w:ind w:left="465" w:hanging="360"/>
      </w:pPr>
      <w:rPr>
        <w:rFonts w:ascii="Symbol" w:eastAsia="Times New Roman" w:hAnsi="Symbol" w:hint="default"/>
        <w:w w:val="100"/>
        <w:sz w:val="22"/>
      </w:rPr>
    </w:lvl>
    <w:lvl w:ilvl="1" w:tplc="4D701610">
      <w:numFmt w:val="bullet"/>
      <w:lvlText w:val="•"/>
      <w:lvlJc w:val="left"/>
      <w:pPr>
        <w:ind w:left="1377" w:hanging="360"/>
      </w:pPr>
      <w:rPr>
        <w:rFonts w:hint="default"/>
      </w:rPr>
    </w:lvl>
    <w:lvl w:ilvl="2" w:tplc="D0587526">
      <w:numFmt w:val="bullet"/>
      <w:lvlText w:val="•"/>
      <w:lvlJc w:val="left"/>
      <w:pPr>
        <w:ind w:left="2294" w:hanging="360"/>
      </w:pPr>
      <w:rPr>
        <w:rFonts w:hint="default"/>
      </w:rPr>
    </w:lvl>
    <w:lvl w:ilvl="3" w:tplc="ABA0B4A6">
      <w:numFmt w:val="bullet"/>
      <w:lvlText w:val="•"/>
      <w:lvlJc w:val="left"/>
      <w:pPr>
        <w:ind w:left="3211" w:hanging="360"/>
      </w:pPr>
      <w:rPr>
        <w:rFonts w:hint="default"/>
      </w:rPr>
    </w:lvl>
    <w:lvl w:ilvl="4" w:tplc="D6F06AA4">
      <w:numFmt w:val="bullet"/>
      <w:lvlText w:val="•"/>
      <w:lvlJc w:val="left"/>
      <w:pPr>
        <w:ind w:left="4128" w:hanging="360"/>
      </w:pPr>
      <w:rPr>
        <w:rFonts w:hint="default"/>
      </w:rPr>
    </w:lvl>
    <w:lvl w:ilvl="5" w:tplc="80301FB8">
      <w:numFmt w:val="bullet"/>
      <w:lvlText w:val="•"/>
      <w:lvlJc w:val="left"/>
      <w:pPr>
        <w:ind w:left="5045" w:hanging="360"/>
      </w:pPr>
      <w:rPr>
        <w:rFonts w:hint="default"/>
      </w:rPr>
    </w:lvl>
    <w:lvl w:ilvl="6" w:tplc="1A1AB6BE">
      <w:numFmt w:val="bullet"/>
      <w:lvlText w:val="•"/>
      <w:lvlJc w:val="left"/>
      <w:pPr>
        <w:ind w:left="5962" w:hanging="360"/>
      </w:pPr>
      <w:rPr>
        <w:rFonts w:hint="default"/>
      </w:rPr>
    </w:lvl>
    <w:lvl w:ilvl="7" w:tplc="27D80E1C">
      <w:numFmt w:val="bullet"/>
      <w:lvlText w:val="•"/>
      <w:lvlJc w:val="left"/>
      <w:pPr>
        <w:ind w:left="6879" w:hanging="360"/>
      </w:pPr>
      <w:rPr>
        <w:rFonts w:hint="default"/>
      </w:rPr>
    </w:lvl>
    <w:lvl w:ilvl="8" w:tplc="983CB688">
      <w:numFmt w:val="bullet"/>
      <w:lvlText w:val="•"/>
      <w:lvlJc w:val="left"/>
      <w:pPr>
        <w:ind w:left="7796" w:hanging="360"/>
      </w:pPr>
      <w:rPr>
        <w:rFonts w:hint="default"/>
      </w:rPr>
    </w:lvl>
  </w:abstractNum>
  <w:abstractNum w:abstractNumId="7">
    <w:nsid w:val="2427225B"/>
    <w:multiLevelType w:val="hybridMultilevel"/>
    <w:tmpl w:val="6B6EEA88"/>
    <w:lvl w:ilvl="0" w:tplc="2230ECDC">
      <w:numFmt w:val="bullet"/>
      <w:lvlText w:val=""/>
      <w:lvlJc w:val="left"/>
      <w:pPr>
        <w:ind w:left="467" w:hanging="360"/>
      </w:pPr>
      <w:rPr>
        <w:rFonts w:ascii="Symbol" w:eastAsia="Times New Roman" w:hAnsi="Symbol" w:hint="default"/>
        <w:w w:val="100"/>
        <w:sz w:val="22"/>
      </w:rPr>
    </w:lvl>
    <w:lvl w:ilvl="1" w:tplc="64CEB254">
      <w:numFmt w:val="bullet"/>
      <w:lvlText w:val="•"/>
      <w:lvlJc w:val="left"/>
      <w:pPr>
        <w:ind w:left="1377" w:hanging="360"/>
      </w:pPr>
      <w:rPr>
        <w:rFonts w:hint="default"/>
      </w:rPr>
    </w:lvl>
    <w:lvl w:ilvl="2" w:tplc="F0EE78FE">
      <w:numFmt w:val="bullet"/>
      <w:lvlText w:val="•"/>
      <w:lvlJc w:val="left"/>
      <w:pPr>
        <w:ind w:left="2294" w:hanging="360"/>
      </w:pPr>
      <w:rPr>
        <w:rFonts w:hint="default"/>
      </w:rPr>
    </w:lvl>
    <w:lvl w:ilvl="3" w:tplc="3AE491CE">
      <w:numFmt w:val="bullet"/>
      <w:lvlText w:val="•"/>
      <w:lvlJc w:val="left"/>
      <w:pPr>
        <w:ind w:left="3211" w:hanging="360"/>
      </w:pPr>
      <w:rPr>
        <w:rFonts w:hint="default"/>
      </w:rPr>
    </w:lvl>
    <w:lvl w:ilvl="4" w:tplc="2FC61274">
      <w:numFmt w:val="bullet"/>
      <w:lvlText w:val="•"/>
      <w:lvlJc w:val="left"/>
      <w:pPr>
        <w:ind w:left="4128" w:hanging="360"/>
      </w:pPr>
      <w:rPr>
        <w:rFonts w:hint="default"/>
      </w:rPr>
    </w:lvl>
    <w:lvl w:ilvl="5" w:tplc="56A09198">
      <w:numFmt w:val="bullet"/>
      <w:lvlText w:val="•"/>
      <w:lvlJc w:val="left"/>
      <w:pPr>
        <w:ind w:left="5045" w:hanging="360"/>
      </w:pPr>
      <w:rPr>
        <w:rFonts w:hint="default"/>
      </w:rPr>
    </w:lvl>
    <w:lvl w:ilvl="6" w:tplc="0BA4FFBC">
      <w:numFmt w:val="bullet"/>
      <w:lvlText w:val="•"/>
      <w:lvlJc w:val="left"/>
      <w:pPr>
        <w:ind w:left="5962" w:hanging="360"/>
      </w:pPr>
      <w:rPr>
        <w:rFonts w:hint="default"/>
      </w:rPr>
    </w:lvl>
    <w:lvl w:ilvl="7" w:tplc="84067408">
      <w:numFmt w:val="bullet"/>
      <w:lvlText w:val="•"/>
      <w:lvlJc w:val="left"/>
      <w:pPr>
        <w:ind w:left="6879" w:hanging="360"/>
      </w:pPr>
      <w:rPr>
        <w:rFonts w:hint="default"/>
      </w:rPr>
    </w:lvl>
    <w:lvl w:ilvl="8" w:tplc="E81294D6">
      <w:numFmt w:val="bullet"/>
      <w:lvlText w:val="•"/>
      <w:lvlJc w:val="left"/>
      <w:pPr>
        <w:ind w:left="7796" w:hanging="360"/>
      </w:pPr>
      <w:rPr>
        <w:rFonts w:hint="default"/>
      </w:rPr>
    </w:lvl>
  </w:abstractNum>
  <w:abstractNum w:abstractNumId="8">
    <w:nsid w:val="250E32FB"/>
    <w:multiLevelType w:val="hybridMultilevel"/>
    <w:tmpl w:val="1344878C"/>
    <w:lvl w:ilvl="0" w:tplc="82EE58B2">
      <w:numFmt w:val="bullet"/>
      <w:lvlText w:val=""/>
      <w:lvlJc w:val="left"/>
      <w:pPr>
        <w:ind w:left="467" w:hanging="358"/>
      </w:pPr>
      <w:rPr>
        <w:rFonts w:ascii="Symbol" w:eastAsia="Times New Roman" w:hAnsi="Symbol" w:hint="default"/>
        <w:w w:val="100"/>
        <w:sz w:val="22"/>
      </w:rPr>
    </w:lvl>
    <w:lvl w:ilvl="1" w:tplc="294C9BE6">
      <w:numFmt w:val="bullet"/>
      <w:lvlText w:val="•"/>
      <w:lvlJc w:val="left"/>
      <w:pPr>
        <w:ind w:left="1348" w:hanging="358"/>
      </w:pPr>
      <w:rPr>
        <w:rFonts w:hint="default"/>
      </w:rPr>
    </w:lvl>
    <w:lvl w:ilvl="2" w:tplc="364A4120">
      <w:numFmt w:val="bullet"/>
      <w:lvlText w:val="•"/>
      <w:lvlJc w:val="left"/>
      <w:pPr>
        <w:ind w:left="2237" w:hanging="358"/>
      </w:pPr>
      <w:rPr>
        <w:rFonts w:hint="default"/>
      </w:rPr>
    </w:lvl>
    <w:lvl w:ilvl="3" w:tplc="B27CD2A8">
      <w:numFmt w:val="bullet"/>
      <w:lvlText w:val="•"/>
      <w:lvlJc w:val="left"/>
      <w:pPr>
        <w:ind w:left="3125" w:hanging="358"/>
      </w:pPr>
      <w:rPr>
        <w:rFonts w:hint="default"/>
      </w:rPr>
    </w:lvl>
    <w:lvl w:ilvl="4" w:tplc="1DB03398">
      <w:numFmt w:val="bullet"/>
      <w:lvlText w:val="•"/>
      <w:lvlJc w:val="left"/>
      <w:pPr>
        <w:ind w:left="4014" w:hanging="358"/>
      </w:pPr>
      <w:rPr>
        <w:rFonts w:hint="default"/>
      </w:rPr>
    </w:lvl>
    <w:lvl w:ilvl="5" w:tplc="A998B34C">
      <w:numFmt w:val="bullet"/>
      <w:lvlText w:val="•"/>
      <w:lvlJc w:val="left"/>
      <w:pPr>
        <w:ind w:left="4903" w:hanging="358"/>
      </w:pPr>
      <w:rPr>
        <w:rFonts w:hint="default"/>
      </w:rPr>
    </w:lvl>
    <w:lvl w:ilvl="6" w:tplc="18F61F30">
      <w:numFmt w:val="bullet"/>
      <w:lvlText w:val="•"/>
      <w:lvlJc w:val="left"/>
      <w:pPr>
        <w:ind w:left="5791" w:hanging="358"/>
      </w:pPr>
      <w:rPr>
        <w:rFonts w:hint="default"/>
      </w:rPr>
    </w:lvl>
    <w:lvl w:ilvl="7" w:tplc="CDCC8878">
      <w:numFmt w:val="bullet"/>
      <w:lvlText w:val="•"/>
      <w:lvlJc w:val="left"/>
      <w:pPr>
        <w:ind w:left="6680" w:hanging="358"/>
      </w:pPr>
      <w:rPr>
        <w:rFonts w:hint="default"/>
      </w:rPr>
    </w:lvl>
    <w:lvl w:ilvl="8" w:tplc="C72ED214">
      <w:numFmt w:val="bullet"/>
      <w:lvlText w:val="•"/>
      <w:lvlJc w:val="left"/>
      <w:pPr>
        <w:ind w:left="7568" w:hanging="358"/>
      </w:pPr>
      <w:rPr>
        <w:rFonts w:hint="default"/>
      </w:rPr>
    </w:lvl>
  </w:abstractNum>
  <w:abstractNum w:abstractNumId="9">
    <w:nsid w:val="26BC4518"/>
    <w:multiLevelType w:val="hybridMultilevel"/>
    <w:tmpl w:val="DD7C9178"/>
    <w:lvl w:ilvl="0" w:tplc="462EDCC2">
      <w:numFmt w:val="bullet"/>
      <w:lvlText w:val=""/>
      <w:lvlJc w:val="left"/>
      <w:pPr>
        <w:ind w:left="465" w:hanging="360"/>
      </w:pPr>
      <w:rPr>
        <w:rFonts w:ascii="Symbol" w:eastAsia="Times New Roman" w:hAnsi="Symbol" w:hint="default"/>
        <w:w w:val="100"/>
        <w:sz w:val="22"/>
      </w:rPr>
    </w:lvl>
    <w:lvl w:ilvl="1" w:tplc="8FE60948">
      <w:numFmt w:val="bullet"/>
      <w:lvlText w:val="•"/>
      <w:lvlJc w:val="left"/>
      <w:pPr>
        <w:ind w:left="1377" w:hanging="360"/>
      </w:pPr>
      <w:rPr>
        <w:rFonts w:hint="default"/>
      </w:rPr>
    </w:lvl>
    <w:lvl w:ilvl="2" w:tplc="867CBB98">
      <w:numFmt w:val="bullet"/>
      <w:lvlText w:val="•"/>
      <w:lvlJc w:val="left"/>
      <w:pPr>
        <w:ind w:left="2294" w:hanging="360"/>
      </w:pPr>
      <w:rPr>
        <w:rFonts w:hint="default"/>
      </w:rPr>
    </w:lvl>
    <w:lvl w:ilvl="3" w:tplc="6B8682DC">
      <w:numFmt w:val="bullet"/>
      <w:lvlText w:val="•"/>
      <w:lvlJc w:val="left"/>
      <w:pPr>
        <w:ind w:left="3211" w:hanging="360"/>
      </w:pPr>
      <w:rPr>
        <w:rFonts w:hint="default"/>
      </w:rPr>
    </w:lvl>
    <w:lvl w:ilvl="4" w:tplc="9460D524">
      <w:numFmt w:val="bullet"/>
      <w:lvlText w:val="•"/>
      <w:lvlJc w:val="left"/>
      <w:pPr>
        <w:ind w:left="4128" w:hanging="360"/>
      </w:pPr>
      <w:rPr>
        <w:rFonts w:hint="default"/>
      </w:rPr>
    </w:lvl>
    <w:lvl w:ilvl="5" w:tplc="86F87DF2">
      <w:numFmt w:val="bullet"/>
      <w:lvlText w:val="•"/>
      <w:lvlJc w:val="left"/>
      <w:pPr>
        <w:ind w:left="5045" w:hanging="360"/>
      </w:pPr>
      <w:rPr>
        <w:rFonts w:hint="default"/>
      </w:rPr>
    </w:lvl>
    <w:lvl w:ilvl="6" w:tplc="2960AF4E">
      <w:numFmt w:val="bullet"/>
      <w:lvlText w:val="•"/>
      <w:lvlJc w:val="left"/>
      <w:pPr>
        <w:ind w:left="5962" w:hanging="360"/>
      </w:pPr>
      <w:rPr>
        <w:rFonts w:hint="default"/>
      </w:rPr>
    </w:lvl>
    <w:lvl w:ilvl="7" w:tplc="CB1681A8">
      <w:numFmt w:val="bullet"/>
      <w:lvlText w:val="•"/>
      <w:lvlJc w:val="left"/>
      <w:pPr>
        <w:ind w:left="6879" w:hanging="360"/>
      </w:pPr>
      <w:rPr>
        <w:rFonts w:hint="default"/>
      </w:rPr>
    </w:lvl>
    <w:lvl w:ilvl="8" w:tplc="AC2CAE5C">
      <w:numFmt w:val="bullet"/>
      <w:lvlText w:val="•"/>
      <w:lvlJc w:val="left"/>
      <w:pPr>
        <w:ind w:left="7796" w:hanging="360"/>
      </w:pPr>
      <w:rPr>
        <w:rFonts w:hint="default"/>
      </w:rPr>
    </w:lvl>
  </w:abstractNum>
  <w:abstractNum w:abstractNumId="10">
    <w:nsid w:val="29F14230"/>
    <w:multiLevelType w:val="hybridMultilevel"/>
    <w:tmpl w:val="BB789548"/>
    <w:lvl w:ilvl="0" w:tplc="8836E718">
      <w:numFmt w:val="bullet"/>
      <w:lvlText w:val=""/>
      <w:lvlJc w:val="left"/>
      <w:pPr>
        <w:ind w:left="465" w:hanging="360"/>
      </w:pPr>
      <w:rPr>
        <w:rFonts w:ascii="Symbol" w:eastAsia="Times New Roman" w:hAnsi="Symbol" w:hint="default"/>
        <w:w w:val="100"/>
        <w:sz w:val="22"/>
      </w:rPr>
    </w:lvl>
    <w:lvl w:ilvl="1" w:tplc="46A8E68C">
      <w:numFmt w:val="bullet"/>
      <w:lvlText w:val="•"/>
      <w:lvlJc w:val="left"/>
      <w:pPr>
        <w:ind w:left="1348" w:hanging="360"/>
      </w:pPr>
      <w:rPr>
        <w:rFonts w:hint="default"/>
      </w:rPr>
    </w:lvl>
    <w:lvl w:ilvl="2" w:tplc="4DF081D4">
      <w:numFmt w:val="bullet"/>
      <w:lvlText w:val="•"/>
      <w:lvlJc w:val="left"/>
      <w:pPr>
        <w:ind w:left="2237" w:hanging="360"/>
      </w:pPr>
      <w:rPr>
        <w:rFonts w:hint="default"/>
      </w:rPr>
    </w:lvl>
    <w:lvl w:ilvl="3" w:tplc="4A4A8018">
      <w:numFmt w:val="bullet"/>
      <w:lvlText w:val="•"/>
      <w:lvlJc w:val="left"/>
      <w:pPr>
        <w:ind w:left="3125" w:hanging="360"/>
      </w:pPr>
      <w:rPr>
        <w:rFonts w:hint="default"/>
      </w:rPr>
    </w:lvl>
    <w:lvl w:ilvl="4" w:tplc="AC3AD492">
      <w:numFmt w:val="bullet"/>
      <w:lvlText w:val="•"/>
      <w:lvlJc w:val="left"/>
      <w:pPr>
        <w:ind w:left="4014" w:hanging="360"/>
      </w:pPr>
      <w:rPr>
        <w:rFonts w:hint="default"/>
      </w:rPr>
    </w:lvl>
    <w:lvl w:ilvl="5" w:tplc="6302D3E4">
      <w:numFmt w:val="bullet"/>
      <w:lvlText w:val="•"/>
      <w:lvlJc w:val="left"/>
      <w:pPr>
        <w:ind w:left="4903" w:hanging="360"/>
      </w:pPr>
      <w:rPr>
        <w:rFonts w:hint="default"/>
      </w:rPr>
    </w:lvl>
    <w:lvl w:ilvl="6" w:tplc="908CCEDC">
      <w:numFmt w:val="bullet"/>
      <w:lvlText w:val="•"/>
      <w:lvlJc w:val="left"/>
      <w:pPr>
        <w:ind w:left="5791" w:hanging="360"/>
      </w:pPr>
      <w:rPr>
        <w:rFonts w:hint="default"/>
      </w:rPr>
    </w:lvl>
    <w:lvl w:ilvl="7" w:tplc="8AAEC62A">
      <w:numFmt w:val="bullet"/>
      <w:lvlText w:val="•"/>
      <w:lvlJc w:val="left"/>
      <w:pPr>
        <w:ind w:left="6680" w:hanging="360"/>
      </w:pPr>
      <w:rPr>
        <w:rFonts w:hint="default"/>
      </w:rPr>
    </w:lvl>
    <w:lvl w:ilvl="8" w:tplc="DDBAE742">
      <w:numFmt w:val="bullet"/>
      <w:lvlText w:val="•"/>
      <w:lvlJc w:val="left"/>
      <w:pPr>
        <w:ind w:left="7568" w:hanging="360"/>
      </w:pPr>
      <w:rPr>
        <w:rFonts w:hint="default"/>
      </w:rPr>
    </w:lvl>
  </w:abstractNum>
  <w:abstractNum w:abstractNumId="11">
    <w:nsid w:val="2CBE39BC"/>
    <w:multiLevelType w:val="hybridMultilevel"/>
    <w:tmpl w:val="66983D3A"/>
    <w:lvl w:ilvl="0" w:tplc="4CB4F8FC">
      <w:numFmt w:val="bullet"/>
      <w:lvlText w:val="-"/>
      <w:lvlJc w:val="left"/>
      <w:pPr>
        <w:ind w:left="5441" w:hanging="130"/>
      </w:pPr>
      <w:rPr>
        <w:rFonts w:ascii="Calibri" w:eastAsia="Times New Roman" w:hAnsi="Calibri" w:hint="default"/>
        <w:w w:val="100"/>
        <w:sz w:val="24"/>
      </w:rPr>
    </w:lvl>
    <w:lvl w:ilvl="1" w:tplc="6DEA1EC0">
      <w:numFmt w:val="bullet"/>
      <w:lvlText w:val="•"/>
      <w:lvlJc w:val="left"/>
      <w:pPr>
        <w:ind w:left="6048" w:hanging="130"/>
      </w:pPr>
      <w:rPr>
        <w:rFonts w:hint="default"/>
      </w:rPr>
    </w:lvl>
    <w:lvl w:ilvl="2" w:tplc="0DE420F8">
      <w:numFmt w:val="bullet"/>
      <w:lvlText w:val="•"/>
      <w:lvlJc w:val="left"/>
      <w:pPr>
        <w:ind w:left="6657" w:hanging="130"/>
      </w:pPr>
      <w:rPr>
        <w:rFonts w:hint="default"/>
      </w:rPr>
    </w:lvl>
    <w:lvl w:ilvl="3" w:tplc="0B3C58B2">
      <w:numFmt w:val="bullet"/>
      <w:lvlText w:val="•"/>
      <w:lvlJc w:val="left"/>
      <w:pPr>
        <w:ind w:left="7265" w:hanging="130"/>
      </w:pPr>
      <w:rPr>
        <w:rFonts w:hint="default"/>
      </w:rPr>
    </w:lvl>
    <w:lvl w:ilvl="4" w:tplc="189C9076">
      <w:numFmt w:val="bullet"/>
      <w:lvlText w:val="•"/>
      <w:lvlJc w:val="left"/>
      <w:pPr>
        <w:ind w:left="7874" w:hanging="130"/>
      </w:pPr>
      <w:rPr>
        <w:rFonts w:hint="default"/>
      </w:rPr>
    </w:lvl>
    <w:lvl w:ilvl="5" w:tplc="70E69E8E">
      <w:numFmt w:val="bullet"/>
      <w:lvlText w:val="•"/>
      <w:lvlJc w:val="left"/>
      <w:pPr>
        <w:ind w:left="8483" w:hanging="130"/>
      </w:pPr>
      <w:rPr>
        <w:rFonts w:hint="default"/>
      </w:rPr>
    </w:lvl>
    <w:lvl w:ilvl="6" w:tplc="5074E760">
      <w:numFmt w:val="bullet"/>
      <w:lvlText w:val="•"/>
      <w:lvlJc w:val="left"/>
      <w:pPr>
        <w:ind w:left="9091" w:hanging="130"/>
      </w:pPr>
      <w:rPr>
        <w:rFonts w:hint="default"/>
      </w:rPr>
    </w:lvl>
    <w:lvl w:ilvl="7" w:tplc="D18452A6">
      <w:numFmt w:val="bullet"/>
      <w:lvlText w:val="•"/>
      <w:lvlJc w:val="left"/>
      <w:pPr>
        <w:ind w:left="9700" w:hanging="130"/>
      </w:pPr>
      <w:rPr>
        <w:rFonts w:hint="default"/>
      </w:rPr>
    </w:lvl>
    <w:lvl w:ilvl="8" w:tplc="1292DD78">
      <w:numFmt w:val="bullet"/>
      <w:lvlText w:val="•"/>
      <w:lvlJc w:val="left"/>
      <w:pPr>
        <w:ind w:left="10309" w:hanging="130"/>
      </w:pPr>
      <w:rPr>
        <w:rFonts w:hint="default"/>
      </w:rPr>
    </w:lvl>
  </w:abstractNum>
  <w:abstractNum w:abstractNumId="12">
    <w:nsid w:val="2D862CD7"/>
    <w:multiLevelType w:val="hybridMultilevel"/>
    <w:tmpl w:val="05B41860"/>
    <w:lvl w:ilvl="0" w:tplc="779AE508">
      <w:numFmt w:val="bullet"/>
      <w:lvlText w:val=""/>
      <w:lvlJc w:val="left"/>
      <w:pPr>
        <w:ind w:left="467" w:hanging="360"/>
      </w:pPr>
      <w:rPr>
        <w:rFonts w:ascii="Symbol" w:eastAsia="Times New Roman" w:hAnsi="Symbol" w:hint="default"/>
        <w:w w:val="100"/>
        <w:sz w:val="22"/>
      </w:rPr>
    </w:lvl>
    <w:lvl w:ilvl="1" w:tplc="F7CAC1BC">
      <w:numFmt w:val="bullet"/>
      <w:lvlText w:val="•"/>
      <w:lvlJc w:val="left"/>
      <w:pPr>
        <w:ind w:left="1377" w:hanging="360"/>
      </w:pPr>
      <w:rPr>
        <w:rFonts w:hint="default"/>
      </w:rPr>
    </w:lvl>
    <w:lvl w:ilvl="2" w:tplc="CCB010B4">
      <w:numFmt w:val="bullet"/>
      <w:lvlText w:val="•"/>
      <w:lvlJc w:val="left"/>
      <w:pPr>
        <w:ind w:left="2294" w:hanging="360"/>
      </w:pPr>
      <w:rPr>
        <w:rFonts w:hint="default"/>
      </w:rPr>
    </w:lvl>
    <w:lvl w:ilvl="3" w:tplc="0FBAD46A">
      <w:numFmt w:val="bullet"/>
      <w:lvlText w:val="•"/>
      <w:lvlJc w:val="left"/>
      <w:pPr>
        <w:ind w:left="3211" w:hanging="360"/>
      </w:pPr>
      <w:rPr>
        <w:rFonts w:hint="default"/>
      </w:rPr>
    </w:lvl>
    <w:lvl w:ilvl="4" w:tplc="6C72BAB4">
      <w:numFmt w:val="bullet"/>
      <w:lvlText w:val="•"/>
      <w:lvlJc w:val="left"/>
      <w:pPr>
        <w:ind w:left="4128" w:hanging="360"/>
      </w:pPr>
      <w:rPr>
        <w:rFonts w:hint="default"/>
      </w:rPr>
    </w:lvl>
    <w:lvl w:ilvl="5" w:tplc="0F602044">
      <w:numFmt w:val="bullet"/>
      <w:lvlText w:val="•"/>
      <w:lvlJc w:val="left"/>
      <w:pPr>
        <w:ind w:left="5045" w:hanging="360"/>
      </w:pPr>
      <w:rPr>
        <w:rFonts w:hint="default"/>
      </w:rPr>
    </w:lvl>
    <w:lvl w:ilvl="6" w:tplc="50621624">
      <w:numFmt w:val="bullet"/>
      <w:lvlText w:val="•"/>
      <w:lvlJc w:val="left"/>
      <w:pPr>
        <w:ind w:left="5962" w:hanging="360"/>
      </w:pPr>
      <w:rPr>
        <w:rFonts w:hint="default"/>
      </w:rPr>
    </w:lvl>
    <w:lvl w:ilvl="7" w:tplc="BC686D40">
      <w:numFmt w:val="bullet"/>
      <w:lvlText w:val="•"/>
      <w:lvlJc w:val="left"/>
      <w:pPr>
        <w:ind w:left="6879" w:hanging="360"/>
      </w:pPr>
      <w:rPr>
        <w:rFonts w:hint="default"/>
      </w:rPr>
    </w:lvl>
    <w:lvl w:ilvl="8" w:tplc="ADA8AA0E">
      <w:numFmt w:val="bullet"/>
      <w:lvlText w:val="•"/>
      <w:lvlJc w:val="left"/>
      <w:pPr>
        <w:ind w:left="7796" w:hanging="360"/>
      </w:pPr>
      <w:rPr>
        <w:rFonts w:hint="default"/>
      </w:rPr>
    </w:lvl>
  </w:abstractNum>
  <w:abstractNum w:abstractNumId="13">
    <w:nsid w:val="2FCC6B97"/>
    <w:multiLevelType w:val="hybridMultilevel"/>
    <w:tmpl w:val="B1907E10"/>
    <w:lvl w:ilvl="0" w:tplc="9E605738">
      <w:numFmt w:val="bullet"/>
      <w:lvlText w:val=""/>
      <w:lvlJc w:val="left"/>
      <w:pPr>
        <w:ind w:left="467" w:hanging="360"/>
      </w:pPr>
      <w:rPr>
        <w:rFonts w:ascii="Symbol" w:eastAsia="Times New Roman" w:hAnsi="Symbol" w:hint="default"/>
        <w:w w:val="100"/>
        <w:sz w:val="22"/>
      </w:rPr>
    </w:lvl>
    <w:lvl w:ilvl="1" w:tplc="5DB8E58A">
      <w:numFmt w:val="bullet"/>
      <w:lvlText w:val="•"/>
      <w:lvlJc w:val="left"/>
      <w:pPr>
        <w:ind w:left="1377" w:hanging="360"/>
      </w:pPr>
      <w:rPr>
        <w:rFonts w:hint="default"/>
      </w:rPr>
    </w:lvl>
    <w:lvl w:ilvl="2" w:tplc="7CE8704E">
      <w:numFmt w:val="bullet"/>
      <w:lvlText w:val="•"/>
      <w:lvlJc w:val="left"/>
      <w:pPr>
        <w:ind w:left="2294" w:hanging="360"/>
      </w:pPr>
      <w:rPr>
        <w:rFonts w:hint="default"/>
      </w:rPr>
    </w:lvl>
    <w:lvl w:ilvl="3" w:tplc="EE70EEA8">
      <w:numFmt w:val="bullet"/>
      <w:lvlText w:val="•"/>
      <w:lvlJc w:val="left"/>
      <w:pPr>
        <w:ind w:left="3211" w:hanging="360"/>
      </w:pPr>
      <w:rPr>
        <w:rFonts w:hint="default"/>
      </w:rPr>
    </w:lvl>
    <w:lvl w:ilvl="4" w:tplc="69BE388E">
      <w:numFmt w:val="bullet"/>
      <w:lvlText w:val="•"/>
      <w:lvlJc w:val="left"/>
      <w:pPr>
        <w:ind w:left="4128" w:hanging="360"/>
      </w:pPr>
      <w:rPr>
        <w:rFonts w:hint="default"/>
      </w:rPr>
    </w:lvl>
    <w:lvl w:ilvl="5" w:tplc="F6B66FD2">
      <w:numFmt w:val="bullet"/>
      <w:lvlText w:val="•"/>
      <w:lvlJc w:val="left"/>
      <w:pPr>
        <w:ind w:left="5045" w:hanging="360"/>
      </w:pPr>
      <w:rPr>
        <w:rFonts w:hint="default"/>
      </w:rPr>
    </w:lvl>
    <w:lvl w:ilvl="6" w:tplc="41DAAAB0">
      <w:numFmt w:val="bullet"/>
      <w:lvlText w:val="•"/>
      <w:lvlJc w:val="left"/>
      <w:pPr>
        <w:ind w:left="5962" w:hanging="360"/>
      </w:pPr>
      <w:rPr>
        <w:rFonts w:hint="default"/>
      </w:rPr>
    </w:lvl>
    <w:lvl w:ilvl="7" w:tplc="C57E2902">
      <w:numFmt w:val="bullet"/>
      <w:lvlText w:val="•"/>
      <w:lvlJc w:val="left"/>
      <w:pPr>
        <w:ind w:left="6879" w:hanging="360"/>
      </w:pPr>
      <w:rPr>
        <w:rFonts w:hint="default"/>
      </w:rPr>
    </w:lvl>
    <w:lvl w:ilvl="8" w:tplc="7DC46D2A">
      <w:numFmt w:val="bullet"/>
      <w:lvlText w:val="•"/>
      <w:lvlJc w:val="left"/>
      <w:pPr>
        <w:ind w:left="7796" w:hanging="360"/>
      </w:pPr>
      <w:rPr>
        <w:rFonts w:hint="default"/>
      </w:rPr>
    </w:lvl>
  </w:abstractNum>
  <w:abstractNum w:abstractNumId="14">
    <w:nsid w:val="31A95D3D"/>
    <w:multiLevelType w:val="hybridMultilevel"/>
    <w:tmpl w:val="61F095E8"/>
    <w:lvl w:ilvl="0" w:tplc="6F80E6AE">
      <w:numFmt w:val="bullet"/>
      <w:lvlText w:val=""/>
      <w:lvlJc w:val="left"/>
      <w:pPr>
        <w:ind w:left="467" w:hanging="360"/>
      </w:pPr>
      <w:rPr>
        <w:rFonts w:ascii="Symbol" w:eastAsia="Times New Roman" w:hAnsi="Symbol" w:hint="default"/>
        <w:w w:val="100"/>
        <w:sz w:val="22"/>
      </w:rPr>
    </w:lvl>
    <w:lvl w:ilvl="1" w:tplc="24F66BFE">
      <w:numFmt w:val="bullet"/>
      <w:lvlText w:val="•"/>
      <w:lvlJc w:val="left"/>
      <w:pPr>
        <w:ind w:left="1377" w:hanging="360"/>
      </w:pPr>
      <w:rPr>
        <w:rFonts w:hint="default"/>
      </w:rPr>
    </w:lvl>
    <w:lvl w:ilvl="2" w:tplc="9118C75C">
      <w:numFmt w:val="bullet"/>
      <w:lvlText w:val="•"/>
      <w:lvlJc w:val="left"/>
      <w:pPr>
        <w:ind w:left="2294" w:hanging="360"/>
      </w:pPr>
      <w:rPr>
        <w:rFonts w:hint="default"/>
      </w:rPr>
    </w:lvl>
    <w:lvl w:ilvl="3" w:tplc="9864DA9E">
      <w:numFmt w:val="bullet"/>
      <w:lvlText w:val="•"/>
      <w:lvlJc w:val="left"/>
      <w:pPr>
        <w:ind w:left="3211" w:hanging="360"/>
      </w:pPr>
      <w:rPr>
        <w:rFonts w:hint="default"/>
      </w:rPr>
    </w:lvl>
    <w:lvl w:ilvl="4" w:tplc="5FD2631E">
      <w:numFmt w:val="bullet"/>
      <w:lvlText w:val="•"/>
      <w:lvlJc w:val="left"/>
      <w:pPr>
        <w:ind w:left="4128" w:hanging="360"/>
      </w:pPr>
      <w:rPr>
        <w:rFonts w:hint="default"/>
      </w:rPr>
    </w:lvl>
    <w:lvl w:ilvl="5" w:tplc="E3B884EC">
      <w:numFmt w:val="bullet"/>
      <w:lvlText w:val="•"/>
      <w:lvlJc w:val="left"/>
      <w:pPr>
        <w:ind w:left="5045" w:hanging="360"/>
      </w:pPr>
      <w:rPr>
        <w:rFonts w:hint="default"/>
      </w:rPr>
    </w:lvl>
    <w:lvl w:ilvl="6" w:tplc="F2461C94">
      <w:numFmt w:val="bullet"/>
      <w:lvlText w:val="•"/>
      <w:lvlJc w:val="left"/>
      <w:pPr>
        <w:ind w:left="5962" w:hanging="360"/>
      </w:pPr>
      <w:rPr>
        <w:rFonts w:hint="default"/>
      </w:rPr>
    </w:lvl>
    <w:lvl w:ilvl="7" w:tplc="B9A69160">
      <w:numFmt w:val="bullet"/>
      <w:lvlText w:val="•"/>
      <w:lvlJc w:val="left"/>
      <w:pPr>
        <w:ind w:left="6879" w:hanging="360"/>
      </w:pPr>
      <w:rPr>
        <w:rFonts w:hint="default"/>
      </w:rPr>
    </w:lvl>
    <w:lvl w:ilvl="8" w:tplc="8C3C679A">
      <w:numFmt w:val="bullet"/>
      <w:lvlText w:val="•"/>
      <w:lvlJc w:val="left"/>
      <w:pPr>
        <w:ind w:left="7796" w:hanging="360"/>
      </w:pPr>
      <w:rPr>
        <w:rFonts w:hint="default"/>
      </w:rPr>
    </w:lvl>
  </w:abstractNum>
  <w:abstractNum w:abstractNumId="15">
    <w:nsid w:val="322B4CB1"/>
    <w:multiLevelType w:val="hybridMultilevel"/>
    <w:tmpl w:val="F19CB3CA"/>
    <w:lvl w:ilvl="0" w:tplc="E068A8C4">
      <w:numFmt w:val="bullet"/>
      <w:lvlText w:val=""/>
      <w:lvlJc w:val="left"/>
      <w:pPr>
        <w:ind w:left="465" w:hanging="358"/>
      </w:pPr>
      <w:rPr>
        <w:rFonts w:ascii="Symbol" w:eastAsia="Times New Roman" w:hAnsi="Symbol" w:hint="default"/>
        <w:w w:val="100"/>
        <w:sz w:val="22"/>
      </w:rPr>
    </w:lvl>
    <w:lvl w:ilvl="1" w:tplc="E1680918">
      <w:numFmt w:val="bullet"/>
      <w:lvlText w:val="•"/>
      <w:lvlJc w:val="left"/>
      <w:pPr>
        <w:ind w:left="1348" w:hanging="358"/>
      </w:pPr>
      <w:rPr>
        <w:rFonts w:hint="default"/>
      </w:rPr>
    </w:lvl>
    <w:lvl w:ilvl="2" w:tplc="4BA0C948">
      <w:numFmt w:val="bullet"/>
      <w:lvlText w:val="•"/>
      <w:lvlJc w:val="left"/>
      <w:pPr>
        <w:ind w:left="2237" w:hanging="358"/>
      </w:pPr>
      <w:rPr>
        <w:rFonts w:hint="default"/>
      </w:rPr>
    </w:lvl>
    <w:lvl w:ilvl="3" w:tplc="42D2BFC8">
      <w:numFmt w:val="bullet"/>
      <w:lvlText w:val="•"/>
      <w:lvlJc w:val="left"/>
      <w:pPr>
        <w:ind w:left="3125" w:hanging="358"/>
      </w:pPr>
      <w:rPr>
        <w:rFonts w:hint="default"/>
      </w:rPr>
    </w:lvl>
    <w:lvl w:ilvl="4" w:tplc="DDF82746">
      <w:numFmt w:val="bullet"/>
      <w:lvlText w:val="•"/>
      <w:lvlJc w:val="left"/>
      <w:pPr>
        <w:ind w:left="4014" w:hanging="358"/>
      </w:pPr>
      <w:rPr>
        <w:rFonts w:hint="default"/>
      </w:rPr>
    </w:lvl>
    <w:lvl w:ilvl="5" w:tplc="ED487C8A">
      <w:numFmt w:val="bullet"/>
      <w:lvlText w:val="•"/>
      <w:lvlJc w:val="left"/>
      <w:pPr>
        <w:ind w:left="4903" w:hanging="358"/>
      </w:pPr>
      <w:rPr>
        <w:rFonts w:hint="default"/>
      </w:rPr>
    </w:lvl>
    <w:lvl w:ilvl="6" w:tplc="25F48AB4">
      <w:numFmt w:val="bullet"/>
      <w:lvlText w:val="•"/>
      <w:lvlJc w:val="left"/>
      <w:pPr>
        <w:ind w:left="5791" w:hanging="358"/>
      </w:pPr>
      <w:rPr>
        <w:rFonts w:hint="default"/>
      </w:rPr>
    </w:lvl>
    <w:lvl w:ilvl="7" w:tplc="B56ECAEE">
      <w:numFmt w:val="bullet"/>
      <w:lvlText w:val="•"/>
      <w:lvlJc w:val="left"/>
      <w:pPr>
        <w:ind w:left="6680" w:hanging="358"/>
      </w:pPr>
      <w:rPr>
        <w:rFonts w:hint="default"/>
      </w:rPr>
    </w:lvl>
    <w:lvl w:ilvl="8" w:tplc="8BC2F372">
      <w:numFmt w:val="bullet"/>
      <w:lvlText w:val="•"/>
      <w:lvlJc w:val="left"/>
      <w:pPr>
        <w:ind w:left="7568" w:hanging="358"/>
      </w:pPr>
      <w:rPr>
        <w:rFonts w:hint="default"/>
      </w:rPr>
    </w:lvl>
  </w:abstractNum>
  <w:abstractNum w:abstractNumId="16">
    <w:nsid w:val="339D48E3"/>
    <w:multiLevelType w:val="hybridMultilevel"/>
    <w:tmpl w:val="DBFCFFD8"/>
    <w:lvl w:ilvl="0" w:tplc="AAD66A78">
      <w:numFmt w:val="bullet"/>
      <w:lvlText w:val=""/>
      <w:lvlJc w:val="left"/>
      <w:pPr>
        <w:ind w:left="465" w:hanging="360"/>
      </w:pPr>
      <w:rPr>
        <w:rFonts w:ascii="Symbol" w:eastAsia="Times New Roman" w:hAnsi="Symbol" w:hint="default"/>
        <w:w w:val="100"/>
        <w:sz w:val="22"/>
      </w:rPr>
    </w:lvl>
    <w:lvl w:ilvl="1" w:tplc="1B9CABFA">
      <w:numFmt w:val="bullet"/>
      <w:lvlText w:val="•"/>
      <w:lvlJc w:val="left"/>
      <w:pPr>
        <w:ind w:left="1348" w:hanging="360"/>
      </w:pPr>
      <w:rPr>
        <w:rFonts w:hint="default"/>
      </w:rPr>
    </w:lvl>
    <w:lvl w:ilvl="2" w:tplc="146844B0">
      <w:numFmt w:val="bullet"/>
      <w:lvlText w:val="•"/>
      <w:lvlJc w:val="left"/>
      <w:pPr>
        <w:ind w:left="2237" w:hanging="360"/>
      </w:pPr>
      <w:rPr>
        <w:rFonts w:hint="default"/>
      </w:rPr>
    </w:lvl>
    <w:lvl w:ilvl="3" w:tplc="84C265F8">
      <w:numFmt w:val="bullet"/>
      <w:lvlText w:val="•"/>
      <w:lvlJc w:val="left"/>
      <w:pPr>
        <w:ind w:left="3125" w:hanging="360"/>
      </w:pPr>
      <w:rPr>
        <w:rFonts w:hint="default"/>
      </w:rPr>
    </w:lvl>
    <w:lvl w:ilvl="4" w:tplc="5C10365C">
      <w:numFmt w:val="bullet"/>
      <w:lvlText w:val="•"/>
      <w:lvlJc w:val="left"/>
      <w:pPr>
        <w:ind w:left="4014" w:hanging="360"/>
      </w:pPr>
      <w:rPr>
        <w:rFonts w:hint="default"/>
      </w:rPr>
    </w:lvl>
    <w:lvl w:ilvl="5" w:tplc="E8B05B12">
      <w:numFmt w:val="bullet"/>
      <w:lvlText w:val="•"/>
      <w:lvlJc w:val="left"/>
      <w:pPr>
        <w:ind w:left="4903" w:hanging="360"/>
      </w:pPr>
      <w:rPr>
        <w:rFonts w:hint="default"/>
      </w:rPr>
    </w:lvl>
    <w:lvl w:ilvl="6" w:tplc="145A27C2">
      <w:numFmt w:val="bullet"/>
      <w:lvlText w:val="•"/>
      <w:lvlJc w:val="left"/>
      <w:pPr>
        <w:ind w:left="5791" w:hanging="360"/>
      </w:pPr>
      <w:rPr>
        <w:rFonts w:hint="default"/>
      </w:rPr>
    </w:lvl>
    <w:lvl w:ilvl="7" w:tplc="984CFFAC">
      <w:numFmt w:val="bullet"/>
      <w:lvlText w:val="•"/>
      <w:lvlJc w:val="left"/>
      <w:pPr>
        <w:ind w:left="6680" w:hanging="360"/>
      </w:pPr>
      <w:rPr>
        <w:rFonts w:hint="default"/>
      </w:rPr>
    </w:lvl>
    <w:lvl w:ilvl="8" w:tplc="F7E0CCFC">
      <w:numFmt w:val="bullet"/>
      <w:lvlText w:val="•"/>
      <w:lvlJc w:val="left"/>
      <w:pPr>
        <w:ind w:left="7568" w:hanging="360"/>
      </w:pPr>
      <w:rPr>
        <w:rFonts w:hint="default"/>
      </w:rPr>
    </w:lvl>
  </w:abstractNum>
  <w:abstractNum w:abstractNumId="17">
    <w:nsid w:val="347657FE"/>
    <w:multiLevelType w:val="hybridMultilevel"/>
    <w:tmpl w:val="F50C7238"/>
    <w:lvl w:ilvl="0" w:tplc="35FEBC2A">
      <w:numFmt w:val="bullet"/>
      <w:lvlText w:val=""/>
      <w:lvlJc w:val="left"/>
      <w:pPr>
        <w:ind w:left="467" w:hanging="360"/>
      </w:pPr>
      <w:rPr>
        <w:rFonts w:ascii="Symbol" w:eastAsia="Times New Roman" w:hAnsi="Symbol" w:hint="default"/>
        <w:w w:val="100"/>
        <w:sz w:val="22"/>
      </w:rPr>
    </w:lvl>
    <w:lvl w:ilvl="1" w:tplc="4CF0E1A4">
      <w:numFmt w:val="bullet"/>
      <w:lvlText w:val="•"/>
      <w:lvlJc w:val="left"/>
      <w:pPr>
        <w:ind w:left="1377" w:hanging="360"/>
      </w:pPr>
      <w:rPr>
        <w:rFonts w:hint="default"/>
      </w:rPr>
    </w:lvl>
    <w:lvl w:ilvl="2" w:tplc="11A664B8">
      <w:numFmt w:val="bullet"/>
      <w:lvlText w:val="•"/>
      <w:lvlJc w:val="left"/>
      <w:pPr>
        <w:ind w:left="2294" w:hanging="360"/>
      </w:pPr>
      <w:rPr>
        <w:rFonts w:hint="default"/>
      </w:rPr>
    </w:lvl>
    <w:lvl w:ilvl="3" w:tplc="5ED8063E">
      <w:numFmt w:val="bullet"/>
      <w:lvlText w:val="•"/>
      <w:lvlJc w:val="left"/>
      <w:pPr>
        <w:ind w:left="3211" w:hanging="360"/>
      </w:pPr>
      <w:rPr>
        <w:rFonts w:hint="default"/>
      </w:rPr>
    </w:lvl>
    <w:lvl w:ilvl="4" w:tplc="C2F4AD48">
      <w:numFmt w:val="bullet"/>
      <w:lvlText w:val="•"/>
      <w:lvlJc w:val="left"/>
      <w:pPr>
        <w:ind w:left="4128" w:hanging="360"/>
      </w:pPr>
      <w:rPr>
        <w:rFonts w:hint="default"/>
      </w:rPr>
    </w:lvl>
    <w:lvl w:ilvl="5" w:tplc="2676E9AA">
      <w:numFmt w:val="bullet"/>
      <w:lvlText w:val="•"/>
      <w:lvlJc w:val="left"/>
      <w:pPr>
        <w:ind w:left="5045" w:hanging="360"/>
      </w:pPr>
      <w:rPr>
        <w:rFonts w:hint="default"/>
      </w:rPr>
    </w:lvl>
    <w:lvl w:ilvl="6" w:tplc="BC2A3E2E">
      <w:numFmt w:val="bullet"/>
      <w:lvlText w:val="•"/>
      <w:lvlJc w:val="left"/>
      <w:pPr>
        <w:ind w:left="5962" w:hanging="360"/>
      </w:pPr>
      <w:rPr>
        <w:rFonts w:hint="default"/>
      </w:rPr>
    </w:lvl>
    <w:lvl w:ilvl="7" w:tplc="FFDC60F6">
      <w:numFmt w:val="bullet"/>
      <w:lvlText w:val="•"/>
      <w:lvlJc w:val="left"/>
      <w:pPr>
        <w:ind w:left="6879" w:hanging="360"/>
      </w:pPr>
      <w:rPr>
        <w:rFonts w:hint="default"/>
      </w:rPr>
    </w:lvl>
    <w:lvl w:ilvl="8" w:tplc="4352F022">
      <w:numFmt w:val="bullet"/>
      <w:lvlText w:val="•"/>
      <w:lvlJc w:val="left"/>
      <w:pPr>
        <w:ind w:left="7796" w:hanging="360"/>
      </w:pPr>
      <w:rPr>
        <w:rFonts w:hint="default"/>
      </w:rPr>
    </w:lvl>
  </w:abstractNum>
  <w:abstractNum w:abstractNumId="18">
    <w:nsid w:val="34A14F60"/>
    <w:multiLevelType w:val="hybridMultilevel"/>
    <w:tmpl w:val="75CA4E1A"/>
    <w:lvl w:ilvl="0" w:tplc="8ED866AE">
      <w:numFmt w:val="bullet"/>
      <w:lvlText w:val=""/>
      <w:lvlJc w:val="left"/>
      <w:pPr>
        <w:ind w:left="467" w:hanging="358"/>
      </w:pPr>
      <w:rPr>
        <w:rFonts w:ascii="Symbol" w:eastAsia="Times New Roman" w:hAnsi="Symbol" w:hint="default"/>
        <w:w w:val="100"/>
        <w:sz w:val="22"/>
      </w:rPr>
    </w:lvl>
    <w:lvl w:ilvl="1" w:tplc="9BA21074">
      <w:numFmt w:val="bullet"/>
      <w:lvlText w:val="•"/>
      <w:lvlJc w:val="left"/>
      <w:pPr>
        <w:ind w:left="1348" w:hanging="358"/>
      </w:pPr>
      <w:rPr>
        <w:rFonts w:hint="default"/>
      </w:rPr>
    </w:lvl>
    <w:lvl w:ilvl="2" w:tplc="B468693A">
      <w:numFmt w:val="bullet"/>
      <w:lvlText w:val="•"/>
      <w:lvlJc w:val="left"/>
      <w:pPr>
        <w:ind w:left="2237" w:hanging="358"/>
      </w:pPr>
      <w:rPr>
        <w:rFonts w:hint="default"/>
      </w:rPr>
    </w:lvl>
    <w:lvl w:ilvl="3" w:tplc="60227E80">
      <w:numFmt w:val="bullet"/>
      <w:lvlText w:val="•"/>
      <w:lvlJc w:val="left"/>
      <w:pPr>
        <w:ind w:left="3125" w:hanging="358"/>
      </w:pPr>
      <w:rPr>
        <w:rFonts w:hint="default"/>
      </w:rPr>
    </w:lvl>
    <w:lvl w:ilvl="4" w:tplc="673E17CA">
      <w:numFmt w:val="bullet"/>
      <w:lvlText w:val="•"/>
      <w:lvlJc w:val="left"/>
      <w:pPr>
        <w:ind w:left="4014" w:hanging="358"/>
      </w:pPr>
      <w:rPr>
        <w:rFonts w:hint="default"/>
      </w:rPr>
    </w:lvl>
    <w:lvl w:ilvl="5" w:tplc="F884830A">
      <w:numFmt w:val="bullet"/>
      <w:lvlText w:val="•"/>
      <w:lvlJc w:val="left"/>
      <w:pPr>
        <w:ind w:left="4903" w:hanging="358"/>
      </w:pPr>
      <w:rPr>
        <w:rFonts w:hint="default"/>
      </w:rPr>
    </w:lvl>
    <w:lvl w:ilvl="6" w:tplc="BDEEC772">
      <w:numFmt w:val="bullet"/>
      <w:lvlText w:val="•"/>
      <w:lvlJc w:val="left"/>
      <w:pPr>
        <w:ind w:left="5791" w:hanging="358"/>
      </w:pPr>
      <w:rPr>
        <w:rFonts w:hint="default"/>
      </w:rPr>
    </w:lvl>
    <w:lvl w:ilvl="7" w:tplc="1EA64E3A">
      <w:numFmt w:val="bullet"/>
      <w:lvlText w:val="•"/>
      <w:lvlJc w:val="left"/>
      <w:pPr>
        <w:ind w:left="6680" w:hanging="358"/>
      </w:pPr>
      <w:rPr>
        <w:rFonts w:hint="default"/>
      </w:rPr>
    </w:lvl>
    <w:lvl w:ilvl="8" w:tplc="67A828E6">
      <w:numFmt w:val="bullet"/>
      <w:lvlText w:val="•"/>
      <w:lvlJc w:val="left"/>
      <w:pPr>
        <w:ind w:left="7568" w:hanging="358"/>
      </w:pPr>
      <w:rPr>
        <w:rFonts w:hint="default"/>
      </w:rPr>
    </w:lvl>
  </w:abstractNum>
  <w:abstractNum w:abstractNumId="19">
    <w:nsid w:val="3E905B25"/>
    <w:multiLevelType w:val="hybridMultilevel"/>
    <w:tmpl w:val="E17CD482"/>
    <w:lvl w:ilvl="0" w:tplc="14090001">
      <w:start w:val="1"/>
      <w:numFmt w:val="bullet"/>
      <w:lvlText w:val=""/>
      <w:lvlJc w:val="left"/>
      <w:pPr>
        <w:ind w:left="1185" w:hanging="360"/>
      </w:pPr>
      <w:rPr>
        <w:rFonts w:ascii="Symbol" w:hAnsi="Symbol" w:hint="default"/>
      </w:rPr>
    </w:lvl>
    <w:lvl w:ilvl="1" w:tplc="14090003" w:tentative="1">
      <w:start w:val="1"/>
      <w:numFmt w:val="bullet"/>
      <w:lvlText w:val="o"/>
      <w:lvlJc w:val="left"/>
      <w:pPr>
        <w:ind w:left="1905" w:hanging="360"/>
      </w:pPr>
      <w:rPr>
        <w:rFonts w:ascii="Courier New" w:hAnsi="Courier New" w:hint="default"/>
      </w:rPr>
    </w:lvl>
    <w:lvl w:ilvl="2" w:tplc="14090005" w:tentative="1">
      <w:start w:val="1"/>
      <w:numFmt w:val="bullet"/>
      <w:lvlText w:val=""/>
      <w:lvlJc w:val="left"/>
      <w:pPr>
        <w:ind w:left="2625" w:hanging="360"/>
      </w:pPr>
      <w:rPr>
        <w:rFonts w:ascii="Wingdings" w:hAnsi="Wingdings" w:hint="default"/>
      </w:rPr>
    </w:lvl>
    <w:lvl w:ilvl="3" w:tplc="14090001" w:tentative="1">
      <w:start w:val="1"/>
      <w:numFmt w:val="bullet"/>
      <w:lvlText w:val=""/>
      <w:lvlJc w:val="left"/>
      <w:pPr>
        <w:ind w:left="3345" w:hanging="360"/>
      </w:pPr>
      <w:rPr>
        <w:rFonts w:ascii="Symbol" w:hAnsi="Symbol" w:hint="default"/>
      </w:rPr>
    </w:lvl>
    <w:lvl w:ilvl="4" w:tplc="14090003" w:tentative="1">
      <w:start w:val="1"/>
      <w:numFmt w:val="bullet"/>
      <w:lvlText w:val="o"/>
      <w:lvlJc w:val="left"/>
      <w:pPr>
        <w:ind w:left="4065" w:hanging="360"/>
      </w:pPr>
      <w:rPr>
        <w:rFonts w:ascii="Courier New" w:hAnsi="Courier New" w:hint="default"/>
      </w:rPr>
    </w:lvl>
    <w:lvl w:ilvl="5" w:tplc="14090005" w:tentative="1">
      <w:start w:val="1"/>
      <w:numFmt w:val="bullet"/>
      <w:lvlText w:val=""/>
      <w:lvlJc w:val="left"/>
      <w:pPr>
        <w:ind w:left="4785" w:hanging="360"/>
      </w:pPr>
      <w:rPr>
        <w:rFonts w:ascii="Wingdings" w:hAnsi="Wingdings" w:hint="default"/>
      </w:rPr>
    </w:lvl>
    <w:lvl w:ilvl="6" w:tplc="14090001" w:tentative="1">
      <w:start w:val="1"/>
      <w:numFmt w:val="bullet"/>
      <w:lvlText w:val=""/>
      <w:lvlJc w:val="left"/>
      <w:pPr>
        <w:ind w:left="5505" w:hanging="360"/>
      </w:pPr>
      <w:rPr>
        <w:rFonts w:ascii="Symbol" w:hAnsi="Symbol" w:hint="default"/>
      </w:rPr>
    </w:lvl>
    <w:lvl w:ilvl="7" w:tplc="14090003" w:tentative="1">
      <w:start w:val="1"/>
      <w:numFmt w:val="bullet"/>
      <w:lvlText w:val="o"/>
      <w:lvlJc w:val="left"/>
      <w:pPr>
        <w:ind w:left="6225" w:hanging="360"/>
      </w:pPr>
      <w:rPr>
        <w:rFonts w:ascii="Courier New" w:hAnsi="Courier New" w:hint="default"/>
      </w:rPr>
    </w:lvl>
    <w:lvl w:ilvl="8" w:tplc="14090005" w:tentative="1">
      <w:start w:val="1"/>
      <w:numFmt w:val="bullet"/>
      <w:lvlText w:val=""/>
      <w:lvlJc w:val="left"/>
      <w:pPr>
        <w:ind w:left="6945" w:hanging="360"/>
      </w:pPr>
      <w:rPr>
        <w:rFonts w:ascii="Wingdings" w:hAnsi="Wingdings" w:hint="default"/>
      </w:rPr>
    </w:lvl>
  </w:abstractNum>
  <w:abstractNum w:abstractNumId="20">
    <w:nsid w:val="3EED5863"/>
    <w:multiLevelType w:val="hybridMultilevel"/>
    <w:tmpl w:val="2BA01966"/>
    <w:lvl w:ilvl="0" w:tplc="9C36398E">
      <w:numFmt w:val="bullet"/>
      <w:lvlText w:val=""/>
      <w:lvlJc w:val="left"/>
      <w:pPr>
        <w:ind w:left="465" w:hanging="360"/>
      </w:pPr>
      <w:rPr>
        <w:rFonts w:ascii="Symbol" w:eastAsia="Times New Roman" w:hAnsi="Symbol" w:hint="default"/>
        <w:w w:val="100"/>
        <w:sz w:val="22"/>
      </w:rPr>
    </w:lvl>
    <w:lvl w:ilvl="1" w:tplc="49C0B954">
      <w:numFmt w:val="bullet"/>
      <w:lvlText w:val="•"/>
      <w:lvlJc w:val="left"/>
      <w:pPr>
        <w:ind w:left="1377" w:hanging="360"/>
      </w:pPr>
      <w:rPr>
        <w:rFonts w:hint="default"/>
      </w:rPr>
    </w:lvl>
    <w:lvl w:ilvl="2" w:tplc="7AC2F424">
      <w:numFmt w:val="bullet"/>
      <w:lvlText w:val="•"/>
      <w:lvlJc w:val="left"/>
      <w:pPr>
        <w:ind w:left="2294" w:hanging="360"/>
      </w:pPr>
      <w:rPr>
        <w:rFonts w:hint="default"/>
      </w:rPr>
    </w:lvl>
    <w:lvl w:ilvl="3" w:tplc="AD9E34CC">
      <w:numFmt w:val="bullet"/>
      <w:lvlText w:val="•"/>
      <w:lvlJc w:val="left"/>
      <w:pPr>
        <w:ind w:left="3211" w:hanging="360"/>
      </w:pPr>
      <w:rPr>
        <w:rFonts w:hint="default"/>
      </w:rPr>
    </w:lvl>
    <w:lvl w:ilvl="4" w:tplc="01824D18">
      <w:numFmt w:val="bullet"/>
      <w:lvlText w:val="•"/>
      <w:lvlJc w:val="left"/>
      <w:pPr>
        <w:ind w:left="4128" w:hanging="360"/>
      </w:pPr>
      <w:rPr>
        <w:rFonts w:hint="default"/>
      </w:rPr>
    </w:lvl>
    <w:lvl w:ilvl="5" w:tplc="E732ECCA">
      <w:numFmt w:val="bullet"/>
      <w:lvlText w:val="•"/>
      <w:lvlJc w:val="left"/>
      <w:pPr>
        <w:ind w:left="5045" w:hanging="360"/>
      </w:pPr>
      <w:rPr>
        <w:rFonts w:hint="default"/>
      </w:rPr>
    </w:lvl>
    <w:lvl w:ilvl="6" w:tplc="B94071FA">
      <w:numFmt w:val="bullet"/>
      <w:lvlText w:val="•"/>
      <w:lvlJc w:val="left"/>
      <w:pPr>
        <w:ind w:left="5962" w:hanging="360"/>
      </w:pPr>
      <w:rPr>
        <w:rFonts w:hint="default"/>
      </w:rPr>
    </w:lvl>
    <w:lvl w:ilvl="7" w:tplc="F8D0D3F4">
      <w:numFmt w:val="bullet"/>
      <w:lvlText w:val="•"/>
      <w:lvlJc w:val="left"/>
      <w:pPr>
        <w:ind w:left="6879" w:hanging="360"/>
      </w:pPr>
      <w:rPr>
        <w:rFonts w:hint="default"/>
      </w:rPr>
    </w:lvl>
    <w:lvl w:ilvl="8" w:tplc="B630F15C">
      <w:numFmt w:val="bullet"/>
      <w:lvlText w:val="•"/>
      <w:lvlJc w:val="left"/>
      <w:pPr>
        <w:ind w:left="7796" w:hanging="360"/>
      </w:pPr>
      <w:rPr>
        <w:rFonts w:hint="default"/>
      </w:rPr>
    </w:lvl>
  </w:abstractNum>
  <w:abstractNum w:abstractNumId="21">
    <w:nsid w:val="3FC522E7"/>
    <w:multiLevelType w:val="hybridMultilevel"/>
    <w:tmpl w:val="62828EBE"/>
    <w:lvl w:ilvl="0" w:tplc="7B2EFC4E">
      <w:numFmt w:val="bullet"/>
      <w:lvlText w:val=""/>
      <w:lvlJc w:val="left"/>
      <w:pPr>
        <w:ind w:left="467" w:hanging="360"/>
      </w:pPr>
      <w:rPr>
        <w:rFonts w:ascii="Symbol" w:eastAsia="Times New Roman" w:hAnsi="Symbol" w:hint="default"/>
        <w:w w:val="100"/>
        <w:sz w:val="22"/>
      </w:rPr>
    </w:lvl>
    <w:lvl w:ilvl="1" w:tplc="D758C30E">
      <w:numFmt w:val="bullet"/>
      <w:lvlText w:val="•"/>
      <w:lvlJc w:val="left"/>
      <w:pPr>
        <w:ind w:left="1377" w:hanging="360"/>
      </w:pPr>
      <w:rPr>
        <w:rFonts w:hint="default"/>
      </w:rPr>
    </w:lvl>
    <w:lvl w:ilvl="2" w:tplc="6D048FF0">
      <w:numFmt w:val="bullet"/>
      <w:lvlText w:val="•"/>
      <w:lvlJc w:val="left"/>
      <w:pPr>
        <w:ind w:left="2294" w:hanging="360"/>
      </w:pPr>
      <w:rPr>
        <w:rFonts w:hint="default"/>
      </w:rPr>
    </w:lvl>
    <w:lvl w:ilvl="3" w:tplc="4E92C986">
      <w:numFmt w:val="bullet"/>
      <w:lvlText w:val="•"/>
      <w:lvlJc w:val="left"/>
      <w:pPr>
        <w:ind w:left="3211" w:hanging="360"/>
      </w:pPr>
      <w:rPr>
        <w:rFonts w:hint="default"/>
      </w:rPr>
    </w:lvl>
    <w:lvl w:ilvl="4" w:tplc="AEC89AEC">
      <w:numFmt w:val="bullet"/>
      <w:lvlText w:val="•"/>
      <w:lvlJc w:val="left"/>
      <w:pPr>
        <w:ind w:left="4128" w:hanging="360"/>
      </w:pPr>
      <w:rPr>
        <w:rFonts w:hint="default"/>
      </w:rPr>
    </w:lvl>
    <w:lvl w:ilvl="5" w:tplc="FC12E7E6">
      <w:numFmt w:val="bullet"/>
      <w:lvlText w:val="•"/>
      <w:lvlJc w:val="left"/>
      <w:pPr>
        <w:ind w:left="5045" w:hanging="360"/>
      </w:pPr>
      <w:rPr>
        <w:rFonts w:hint="default"/>
      </w:rPr>
    </w:lvl>
    <w:lvl w:ilvl="6" w:tplc="234691C0">
      <w:numFmt w:val="bullet"/>
      <w:lvlText w:val="•"/>
      <w:lvlJc w:val="left"/>
      <w:pPr>
        <w:ind w:left="5962" w:hanging="360"/>
      </w:pPr>
      <w:rPr>
        <w:rFonts w:hint="default"/>
      </w:rPr>
    </w:lvl>
    <w:lvl w:ilvl="7" w:tplc="ED94F552">
      <w:numFmt w:val="bullet"/>
      <w:lvlText w:val="•"/>
      <w:lvlJc w:val="left"/>
      <w:pPr>
        <w:ind w:left="6879" w:hanging="360"/>
      </w:pPr>
      <w:rPr>
        <w:rFonts w:hint="default"/>
      </w:rPr>
    </w:lvl>
    <w:lvl w:ilvl="8" w:tplc="16482CCE">
      <w:numFmt w:val="bullet"/>
      <w:lvlText w:val="•"/>
      <w:lvlJc w:val="left"/>
      <w:pPr>
        <w:ind w:left="7796" w:hanging="360"/>
      </w:pPr>
      <w:rPr>
        <w:rFonts w:hint="default"/>
      </w:rPr>
    </w:lvl>
  </w:abstractNum>
  <w:abstractNum w:abstractNumId="22">
    <w:nsid w:val="41646B2A"/>
    <w:multiLevelType w:val="hybridMultilevel"/>
    <w:tmpl w:val="F8022FDC"/>
    <w:lvl w:ilvl="0" w:tplc="84169DD2">
      <w:start w:val="1"/>
      <w:numFmt w:val="decimal"/>
      <w:lvlText w:val="%1."/>
      <w:lvlJc w:val="left"/>
      <w:pPr>
        <w:ind w:left="9898" w:hanging="438"/>
      </w:pPr>
      <w:rPr>
        <w:rFonts w:cs="Times New Roman" w:hint="default"/>
        <w:b/>
        <w:bCs/>
        <w:spacing w:val="-9"/>
        <w:w w:val="100"/>
      </w:rPr>
    </w:lvl>
    <w:lvl w:ilvl="1" w:tplc="F2DEC1DA">
      <w:numFmt w:val="bullet"/>
      <w:lvlText w:val="•"/>
      <w:lvlJc w:val="left"/>
      <w:pPr>
        <w:ind w:left="3070" w:hanging="438"/>
      </w:pPr>
      <w:rPr>
        <w:rFonts w:hint="default"/>
      </w:rPr>
    </w:lvl>
    <w:lvl w:ilvl="2" w:tplc="5F6C3E02">
      <w:numFmt w:val="bullet"/>
      <w:lvlText w:val="•"/>
      <w:lvlJc w:val="left"/>
      <w:pPr>
        <w:ind w:left="4320" w:hanging="438"/>
      </w:pPr>
      <w:rPr>
        <w:rFonts w:hint="default"/>
      </w:rPr>
    </w:lvl>
    <w:lvl w:ilvl="3" w:tplc="37C4B050">
      <w:numFmt w:val="bullet"/>
      <w:lvlText w:val="•"/>
      <w:lvlJc w:val="left"/>
      <w:pPr>
        <w:ind w:left="5570" w:hanging="438"/>
      </w:pPr>
      <w:rPr>
        <w:rFonts w:hint="default"/>
      </w:rPr>
    </w:lvl>
    <w:lvl w:ilvl="4" w:tplc="8BB8802C">
      <w:numFmt w:val="bullet"/>
      <w:lvlText w:val="•"/>
      <w:lvlJc w:val="left"/>
      <w:pPr>
        <w:ind w:left="6820" w:hanging="438"/>
      </w:pPr>
      <w:rPr>
        <w:rFonts w:hint="default"/>
      </w:rPr>
    </w:lvl>
    <w:lvl w:ilvl="5" w:tplc="B5DAE882">
      <w:numFmt w:val="bullet"/>
      <w:lvlText w:val="•"/>
      <w:lvlJc w:val="left"/>
      <w:pPr>
        <w:ind w:left="8070" w:hanging="438"/>
      </w:pPr>
      <w:rPr>
        <w:rFonts w:hint="default"/>
      </w:rPr>
    </w:lvl>
    <w:lvl w:ilvl="6" w:tplc="4EC2C878">
      <w:numFmt w:val="bullet"/>
      <w:lvlText w:val="•"/>
      <w:lvlJc w:val="left"/>
      <w:pPr>
        <w:ind w:left="9320" w:hanging="438"/>
      </w:pPr>
      <w:rPr>
        <w:rFonts w:hint="default"/>
      </w:rPr>
    </w:lvl>
    <w:lvl w:ilvl="7" w:tplc="46045B6A">
      <w:numFmt w:val="bullet"/>
      <w:lvlText w:val="•"/>
      <w:lvlJc w:val="left"/>
      <w:pPr>
        <w:ind w:left="10570" w:hanging="438"/>
      </w:pPr>
      <w:rPr>
        <w:rFonts w:hint="default"/>
      </w:rPr>
    </w:lvl>
    <w:lvl w:ilvl="8" w:tplc="58CA9A06">
      <w:numFmt w:val="bullet"/>
      <w:lvlText w:val="•"/>
      <w:lvlJc w:val="left"/>
      <w:pPr>
        <w:ind w:left="11820" w:hanging="438"/>
      </w:pPr>
      <w:rPr>
        <w:rFonts w:hint="default"/>
      </w:rPr>
    </w:lvl>
  </w:abstractNum>
  <w:abstractNum w:abstractNumId="23">
    <w:nsid w:val="472932EE"/>
    <w:multiLevelType w:val="hybridMultilevel"/>
    <w:tmpl w:val="3C747EF0"/>
    <w:lvl w:ilvl="0" w:tplc="4678E404">
      <w:numFmt w:val="bullet"/>
      <w:lvlText w:val=""/>
      <w:lvlJc w:val="left"/>
      <w:pPr>
        <w:ind w:left="1920" w:hanging="360"/>
      </w:pPr>
      <w:rPr>
        <w:rFonts w:ascii="Symbol" w:eastAsia="Times New Roman" w:hAnsi="Symbol" w:hint="default"/>
        <w:w w:val="100"/>
        <w:sz w:val="24"/>
      </w:rPr>
    </w:lvl>
    <w:lvl w:ilvl="1" w:tplc="0F3E3F4A">
      <w:numFmt w:val="bullet"/>
      <w:lvlText w:val="•"/>
      <w:lvlJc w:val="left"/>
      <w:pPr>
        <w:ind w:left="2880" w:hanging="360"/>
      </w:pPr>
      <w:rPr>
        <w:rFonts w:hint="default"/>
      </w:rPr>
    </w:lvl>
    <w:lvl w:ilvl="2" w:tplc="59881F6A">
      <w:numFmt w:val="bullet"/>
      <w:lvlText w:val="•"/>
      <w:lvlJc w:val="left"/>
      <w:pPr>
        <w:ind w:left="3841" w:hanging="360"/>
      </w:pPr>
      <w:rPr>
        <w:rFonts w:hint="default"/>
      </w:rPr>
    </w:lvl>
    <w:lvl w:ilvl="3" w:tplc="81EE16F6">
      <w:numFmt w:val="bullet"/>
      <w:lvlText w:val="•"/>
      <w:lvlJc w:val="left"/>
      <w:pPr>
        <w:ind w:left="4801" w:hanging="360"/>
      </w:pPr>
      <w:rPr>
        <w:rFonts w:hint="default"/>
      </w:rPr>
    </w:lvl>
    <w:lvl w:ilvl="4" w:tplc="225446C6">
      <w:numFmt w:val="bullet"/>
      <w:lvlText w:val="•"/>
      <w:lvlJc w:val="left"/>
      <w:pPr>
        <w:ind w:left="5762" w:hanging="360"/>
      </w:pPr>
      <w:rPr>
        <w:rFonts w:hint="default"/>
      </w:rPr>
    </w:lvl>
    <w:lvl w:ilvl="5" w:tplc="7B7E0EDE">
      <w:numFmt w:val="bullet"/>
      <w:lvlText w:val="•"/>
      <w:lvlJc w:val="left"/>
      <w:pPr>
        <w:ind w:left="6723" w:hanging="360"/>
      </w:pPr>
      <w:rPr>
        <w:rFonts w:hint="default"/>
      </w:rPr>
    </w:lvl>
    <w:lvl w:ilvl="6" w:tplc="AFEC7C5A">
      <w:numFmt w:val="bullet"/>
      <w:lvlText w:val="•"/>
      <w:lvlJc w:val="left"/>
      <w:pPr>
        <w:ind w:left="7683" w:hanging="360"/>
      </w:pPr>
      <w:rPr>
        <w:rFonts w:hint="default"/>
      </w:rPr>
    </w:lvl>
    <w:lvl w:ilvl="7" w:tplc="FF725AF8">
      <w:numFmt w:val="bullet"/>
      <w:lvlText w:val="•"/>
      <w:lvlJc w:val="left"/>
      <w:pPr>
        <w:ind w:left="8644" w:hanging="360"/>
      </w:pPr>
      <w:rPr>
        <w:rFonts w:hint="default"/>
      </w:rPr>
    </w:lvl>
    <w:lvl w:ilvl="8" w:tplc="6D3E6A04">
      <w:numFmt w:val="bullet"/>
      <w:lvlText w:val="•"/>
      <w:lvlJc w:val="left"/>
      <w:pPr>
        <w:ind w:left="9605" w:hanging="360"/>
      </w:pPr>
      <w:rPr>
        <w:rFonts w:hint="default"/>
      </w:rPr>
    </w:lvl>
  </w:abstractNum>
  <w:abstractNum w:abstractNumId="24">
    <w:nsid w:val="4FD61DC0"/>
    <w:multiLevelType w:val="hybridMultilevel"/>
    <w:tmpl w:val="ED9C10E6"/>
    <w:lvl w:ilvl="0" w:tplc="A14A28F0">
      <w:numFmt w:val="bullet"/>
      <w:lvlText w:val=""/>
      <w:lvlJc w:val="left"/>
      <w:pPr>
        <w:ind w:left="467" w:hanging="360"/>
      </w:pPr>
      <w:rPr>
        <w:rFonts w:ascii="Symbol" w:eastAsia="Times New Roman" w:hAnsi="Symbol" w:hint="default"/>
        <w:w w:val="100"/>
        <w:sz w:val="22"/>
      </w:rPr>
    </w:lvl>
    <w:lvl w:ilvl="1" w:tplc="EBEA2D46">
      <w:numFmt w:val="bullet"/>
      <w:lvlText w:val="•"/>
      <w:lvlJc w:val="left"/>
      <w:pPr>
        <w:ind w:left="1377" w:hanging="360"/>
      </w:pPr>
      <w:rPr>
        <w:rFonts w:hint="default"/>
      </w:rPr>
    </w:lvl>
    <w:lvl w:ilvl="2" w:tplc="3F645A60">
      <w:numFmt w:val="bullet"/>
      <w:lvlText w:val="•"/>
      <w:lvlJc w:val="left"/>
      <w:pPr>
        <w:ind w:left="2294" w:hanging="360"/>
      </w:pPr>
      <w:rPr>
        <w:rFonts w:hint="default"/>
      </w:rPr>
    </w:lvl>
    <w:lvl w:ilvl="3" w:tplc="8AD4619A">
      <w:numFmt w:val="bullet"/>
      <w:lvlText w:val="•"/>
      <w:lvlJc w:val="left"/>
      <w:pPr>
        <w:ind w:left="3211" w:hanging="360"/>
      </w:pPr>
      <w:rPr>
        <w:rFonts w:hint="default"/>
      </w:rPr>
    </w:lvl>
    <w:lvl w:ilvl="4" w:tplc="E7E4D0F8">
      <w:numFmt w:val="bullet"/>
      <w:lvlText w:val="•"/>
      <w:lvlJc w:val="left"/>
      <w:pPr>
        <w:ind w:left="4128" w:hanging="360"/>
      </w:pPr>
      <w:rPr>
        <w:rFonts w:hint="default"/>
      </w:rPr>
    </w:lvl>
    <w:lvl w:ilvl="5" w:tplc="713C82FA">
      <w:numFmt w:val="bullet"/>
      <w:lvlText w:val="•"/>
      <w:lvlJc w:val="left"/>
      <w:pPr>
        <w:ind w:left="5045" w:hanging="360"/>
      </w:pPr>
      <w:rPr>
        <w:rFonts w:hint="default"/>
      </w:rPr>
    </w:lvl>
    <w:lvl w:ilvl="6" w:tplc="290863AA">
      <w:numFmt w:val="bullet"/>
      <w:lvlText w:val="•"/>
      <w:lvlJc w:val="left"/>
      <w:pPr>
        <w:ind w:left="5962" w:hanging="360"/>
      </w:pPr>
      <w:rPr>
        <w:rFonts w:hint="default"/>
      </w:rPr>
    </w:lvl>
    <w:lvl w:ilvl="7" w:tplc="CD76DD58">
      <w:numFmt w:val="bullet"/>
      <w:lvlText w:val="•"/>
      <w:lvlJc w:val="left"/>
      <w:pPr>
        <w:ind w:left="6879" w:hanging="360"/>
      </w:pPr>
      <w:rPr>
        <w:rFonts w:hint="default"/>
      </w:rPr>
    </w:lvl>
    <w:lvl w:ilvl="8" w:tplc="03D0884E">
      <w:numFmt w:val="bullet"/>
      <w:lvlText w:val="•"/>
      <w:lvlJc w:val="left"/>
      <w:pPr>
        <w:ind w:left="7796" w:hanging="360"/>
      </w:pPr>
      <w:rPr>
        <w:rFonts w:hint="default"/>
      </w:rPr>
    </w:lvl>
  </w:abstractNum>
  <w:abstractNum w:abstractNumId="25">
    <w:nsid w:val="568914A4"/>
    <w:multiLevelType w:val="hybridMultilevel"/>
    <w:tmpl w:val="3894F062"/>
    <w:lvl w:ilvl="0" w:tplc="7AB030F6">
      <w:numFmt w:val="bullet"/>
      <w:lvlText w:val=""/>
      <w:lvlJc w:val="left"/>
      <w:pPr>
        <w:ind w:left="1920" w:hanging="360"/>
      </w:pPr>
      <w:rPr>
        <w:rFonts w:ascii="Symbol" w:eastAsia="Times New Roman" w:hAnsi="Symbol" w:hint="default"/>
        <w:w w:val="100"/>
        <w:sz w:val="28"/>
      </w:rPr>
    </w:lvl>
    <w:lvl w:ilvl="1" w:tplc="DA4C4F9A">
      <w:numFmt w:val="bullet"/>
      <w:lvlText w:val="•"/>
      <w:lvlJc w:val="left"/>
      <w:pPr>
        <w:ind w:left="2880" w:hanging="360"/>
      </w:pPr>
      <w:rPr>
        <w:rFonts w:hint="default"/>
      </w:rPr>
    </w:lvl>
    <w:lvl w:ilvl="2" w:tplc="4E48924E">
      <w:numFmt w:val="bullet"/>
      <w:lvlText w:val="•"/>
      <w:lvlJc w:val="left"/>
      <w:pPr>
        <w:ind w:left="3841" w:hanging="360"/>
      </w:pPr>
      <w:rPr>
        <w:rFonts w:hint="default"/>
      </w:rPr>
    </w:lvl>
    <w:lvl w:ilvl="3" w:tplc="45CC2B1C">
      <w:numFmt w:val="bullet"/>
      <w:lvlText w:val="•"/>
      <w:lvlJc w:val="left"/>
      <w:pPr>
        <w:ind w:left="4801" w:hanging="360"/>
      </w:pPr>
      <w:rPr>
        <w:rFonts w:hint="default"/>
      </w:rPr>
    </w:lvl>
    <w:lvl w:ilvl="4" w:tplc="577CCBC0">
      <w:numFmt w:val="bullet"/>
      <w:lvlText w:val="•"/>
      <w:lvlJc w:val="left"/>
      <w:pPr>
        <w:ind w:left="5762" w:hanging="360"/>
      </w:pPr>
      <w:rPr>
        <w:rFonts w:hint="default"/>
      </w:rPr>
    </w:lvl>
    <w:lvl w:ilvl="5" w:tplc="43A8FAAA">
      <w:numFmt w:val="bullet"/>
      <w:lvlText w:val="•"/>
      <w:lvlJc w:val="left"/>
      <w:pPr>
        <w:ind w:left="6723" w:hanging="360"/>
      </w:pPr>
      <w:rPr>
        <w:rFonts w:hint="default"/>
      </w:rPr>
    </w:lvl>
    <w:lvl w:ilvl="6" w:tplc="E24C1B0E">
      <w:numFmt w:val="bullet"/>
      <w:lvlText w:val="•"/>
      <w:lvlJc w:val="left"/>
      <w:pPr>
        <w:ind w:left="7683" w:hanging="360"/>
      </w:pPr>
      <w:rPr>
        <w:rFonts w:hint="default"/>
      </w:rPr>
    </w:lvl>
    <w:lvl w:ilvl="7" w:tplc="3934F28A">
      <w:numFmt w:val="bullet"/>
      <w:lvlText w:val="•"/>
      <w:lvlJc w:val="left"/>
      <w:pPr>
        <w:ind w:left="8644" w:hanging="360"/>
      </w:pPr>
      <w:rPr>
        <w:rFonts w:hint="default"/>
      </w:rPr>
    </w:lvl>
    <w:lvl w:ilvl="8" w:tplc="41FE29F6">
      <w:numFmt w:val="bullet"/>
      <w:lvlText w:val="•"/>
      <w:lvlJc w:val="left"/>
      <w:pPr>
        <w:ind w:left="9605" w:hanging="360"/>
      </w:pPr>
      <w:rPr>
        <w:rFonts w:hint="default"/>
      </w:rPr>
    </w:lvl>
  </w:abstractNum>
  <w:abstractNum w:abstractNumId="26">
    <w:nsid w:val="5AD554F7"/>
    <w:multiLevelType w:val="hybridMultilevel"/>
    <w:tmpl w:val="B2E0DB90"/>
    <w:lvl w:ilvl="0" w:tplc="E752DE5A">
      <w:start w:val="1"/>
      <w:numFmt w:val="decimal"/>
      <w:lvlText w:val="%1."/>
      <w:lvlJc w:val="left"/>
      <w:pPr>
        <w:ind w:left="1627" w:hanging="428"/>
      </w:pPr>
      <w:rPr>
        <w:rFonts w:ascii="Calibri" w:eastAsia="Times New Roman" w:hAnsi="Calibri" w:cs="Calibri" w:hint="default"/>
        <w:w w:val="100"/>
        <w:sz w:val="22"/>
        <w:szCs w:val="22"/>
      </w:rPr>
    </w:lvl>
    <w:lvl w:ilvl="1" w:tplc="CEB0DD4A">
      <w:numFmt w:val="bullet"/>
      <w:lvlText w:val="-"/>
      <w:lvlJc w:val="left"/>
      <w:pPr>
        <w:ind w:left="2477" w:hanging="569"/>
      </w:pPr>
      <w:rPr>
        <w:rFonts w:ascii="Vivaldi" w:eastAsia="Times New Roman" w:hAnsi="Vivaldi" w:hint="default"/>
        <w:i/>
        <w:spacing w:val="-4"/>
        <w:w w:val="100"/>
        <w:sz w:val="24"/>
      </w:rPr>
    </w:lvl>
    <w:lvl w:ilvl="2" w:tplc="F96AF504">
      <w:numFmt w:val="bullet"/>
      <w:lvlText w:val="•"/>
      <w:lvlJc w:val="left"/>
      <w:pPr>
        <w:ind w:left="3485" w:hanging="569"/>
      </w:pPr>
      <w:rPr>
        <w:rFonts w:hint="default"/>
      </w:rPr>
    </w:lvl>
    <w:lvl w:ilvl="3" w:tplc="2A4C1AA4">
      <w:numFmt w:val="bullet"/>
      <w:lvlText w:val="•"/>
      <w:lvlJc w:val="left"/>
      <w:pPr>
        <w:ind w:left="4490" w:hanging="569"/>
      </w:pPr>
      <w:rPr>
        <w:rFonts w:hint="default"/>
      </w:rPr>
    </w:lvl>
    <w:lvl w:ilvl="4" w:tplc="708E7CC8">
      <w:numFmt w:val="bullet"/>
      <w:lvlText w:val="•"/>
      <w:lvlJc w:val="left"/>
      <w:pPr>
        <w:ind w:left="5495" w:hanging="569"/>
      </w:pPr>
      <w:rPr>
        <w:rFonts w:hint="default"/>
      </w:rPr>
    </w:lvl>
    <w:lvl w:ilvl="5" w:tplc="A7DC46E0">
      <w:numFmt w:val="bullet"/>
      <w:lvlText w:val="•"/>
      <w:lvlJc w:val="left"/>
      <w:pPr>
        <w:ind w:left="6500" w:hanging="569"/>
      </w:pPr>
      <w:rPr>
        <w:rFonts w:hint="default"/>
      </w:rPr>
    </w:lvl>
    <w:lvl w:ilvl="6" w:tplc="5B3A1FDE">
      <w:numFmt w:val="bullet"/>
      <w:lvlText w:val="•"/>
      <w:lvlJc w:val="left"/>
      <w:pPr>
        <w:ind w:left="7505" w:hanging="569"/>
      </w:pPr>
      <w:rPr>
        <w:rFonts w:hint="default"/>
      </w:rPr>
    </w:lvl>
    <w:lvl w:ilvl="7" w:tplc="D408CAF2">
      <w:numFmt w:val="bullet"/>
      <w:lvlText w:val="•"/>
      <w:lvlJc w:val="left"/>
      <w:pPr>
        <w:ind w:left="8510" w:hanging="569"/>
      </w:pPr>
      <w:rPr>
        <w:rFonts w:hint="default"/>
      </w:rPr>
    </w:lvl>
    <w:lvl w:ilvl="8" w:tplc="4282CD0A">
      <w:numFmt w:val="bullet"/>
      <w:lvlText w:val="•"/>
      <w:lvlJc w:val="left"/>
      <w:pPr>
        <w:ind w:left="9516" w:hanging="569"/>
      </w:pPr>
      <w:rPr>
        <w:rFonts w:hint="default"/>
      </w:rPr>
    </w:lvl>
  </w:abstractNum>
  <w:abstractNum w:abstractNumId="27">
    <w:nsid w:val="5FA62B94"/>
    <w:multiLevelType w:val="hybridMultilevel"/>
    <w:tmpl w:val="327E7E90"/>
    <w:lvl w:ilvl="0" w:tplc="FA1CBCF4">
      <w:numFmt w:val="bullet"/>
      <w:lvlText w:val=""/>
      <w:lvlJc w:val="left"/>
      <w:pPr>
        <w:ind w:left="467" w:hanging="360"/>
      </w:pPr>
      <w:rPr>
        <w:rFonts w:ascii="Symbol" w:eastAsia="Times New Roman" w:hAnsi="Symbol" w:hint="default"/>
        <w:w w:val="100"/>
        <w:sz w:val="22"/>
      </w:rPr>
    </w:lvl>
    <w:lvl w:ilvl="1" w:tplc="770A5AD8">
      <w:numFmt w:val="bullet"/>
      <w:lvlText w:val="•"/>
      <w:lvlJc w:val="left"/>
      <w:pPr>
        <w:ind w:left="1377" w:hanging="360"/>
      </w:pPr>
      <w:rPr>
        <w:rFonts w:hint="default"/>
      </w:rPr>
    </w:lvl>
    <w:lvl w:ilvl="2" w:tplc="9EA2329E">
      <w:numFmt w:val="bullet"/>
      <w:lvlText w:val="•"/>
      <w:lvlJc w:val="left"/>
      <w:pPr>
        <w:ind w:left="2294" w:hanging="360"/>
      </w:pPr>
      <w:rPr>
        <w:rFonts w:hint="default"/>
      </w:rPr>
    </w:lvl>
    <w:lvl w:ilvl="3" w:tplc="2C4E0E36">
      <w:numFmt w:val="bullet"/>
      <w:lvlText w:val="•"/>
      <w:lvlJc w:val="left"/>
      <w:pPr>
        <w:ind w:left="3211" w:hanging="360"/>
      </w:pPr>
      <w:rPr>
        <w:rFonts w:hint="default"/>
      </w:rPr>
    </w:lvl>
    <w:lvl w:ilvl="4" w:tplc="9F7252FC">
      <w:numFmt w:val="bullet"/>
      <w:lvlText w:val="•"/>
      <w:lvlJc w:val="left"/>
      <w:pPr>
        <w:ind w:left="4128" w:hanging="360"/>
      </w:pPr>
      <w:rPr>
        <w:rFonts w:hint="default"/>
      </w:rPr>
    </w:lvl>
    <w:lvl w:ilvl="5" w:tplc="DD9A0880">
      <w:numFmt w:val="bullet"/>
      <w:lvlText w:val="•"/>
      <w:lvlJc w:val="left"/>
      <w:pPr>
        <w:ind w:left="5045" w:hanging="360"/>
      </w:pPr>
      <w:rPr>
        <w:rFonts w:hint="default"/>
      </w:rPr>
    </w:lvl>
    <w:lvl w:ilvl="6" w:tplc="7036500C">
      <w:numFmt w:val="bullet"/>
      <w:lvlText w:val="•"/>
      <w:lvlJc w:val="left"/>
      <w:pPr>
        <w:ind w:left="5962" w:hanging="360"/>
      </w:pPr>
      <w:rPr>
        <w:rFonts w:hint="default"/>
      </w:rPr>
    </w:lvl>
    <w:lvl w:ilvl="7" w:tplc="462EB1E8">
      <w:numFmt w:val="bullet"/>
      <w:lvlText w:val="•"/>
      <w:lvlJc w:val="left"/>
      <w:pPr>
        <w:ind w:left="6879" w:hanging="360"/>
      </w:pPr>
      <w:rPr>
        <w:rFonts w:hint="default"/>
      </w:rPr>
    </w:lvl>
    <w:lvl w:ilvl="8" w:tplc="AEE62A86">
      <w:numFmt w:val="bullet"/>
      <w:lvlText w:val="•"/>
      <w:lvlJc w:val="left"/>
      <w:pPr>
        <w:ind w:left="7796" w:hanging="360"/>
      </w:pPr>
      <w:rPr>
        <w:rFonts w:hint="default"/>
      </w:rPr>
    </w:lvl>
  </w:abstractNum>
  <w:abstractNum w:abstractNumId="28">
    <w:nsid w:val="62F35EB8"/>
    <w:multiLevelType w:val="hybridMultilevel"/>
    <w:tmpl w:val="F1444120"/>
    <w:lvl w:ilvl="0" w:tplc="EC668348">
      <w:numFmt w:val="bullet"/>
      <w:lvlText w:val=""/>
      <w:lvlJc w:val="left"/>
      <w:pPr>
        <w:ind w:left="465" w:hanging="360"/>
      </w:pPr>
      <w:rPr>
        <w:rFonts w:ascii="Symbol" w:eastAsia="Times New Roman" w:hAnsi="Symbol" w:hint="default"/>
        <w:w w:val="100"/>
        <w:sz w:val="22"/>
      </w:rPr>
    </w:lvl>
    <w:lvl w:ilvl="1" w:tplc="DBE8DA4C">
      <w:numFmt w:val="bullet"/>
      <w:lvlText w:val="•"/>
      <w:lvlJc w:val="left"/>
      <w:pPr>
        <w:ind w:left="1377" w:hanging="360"/>
      </w:pPr>
      <w:rPr>
        <w:rFonts w:hint="default"/>
      </w:rPr>
    </w:lvl>
    <w:lvl w:ilvl="2" w:tplc="16425F44">
      <w:numFmt w:val="bullet"/>
      <w:lvlText w:val="•"/>
      <w:lvlJc w:val="left"/>
      <w:pPr>
        <w:ind w:left="2294" w:hanging="360"/>
      </w:pPr>
      <w:rPr>
        <w:rFonts w:hint="default"/>
      </w:rPr>
    </w:lvl>
    <w:lvl w:ilvl="3" w:tplc="151AFF3E">
      <w:numFmt w:val="bullet"/>
      <w:lvlText w:val="•"/>
      <w:lvlJc w:val="left"/>
      <w:pPr>
        <w:ind w:left="3211" w:hanging="360"/>
      </w:pPr>
      <w:rPr>
        <w:rFonts w:hint="default"/>
      </w:rPr>
    </w:lvl>
    <w:lvl w:ilvl="4" w:tplc="AB846888">
      <w:numFmt w:val="bullet"/>
      <w:lvlText w:val="•"/>
      <w:lvlJc w:val="left"/>
      <w:pPr>
        <w:ind w:left="4128" w:hanging="360"/>
      </w:pPr>
      <w:rPr>
        <w:rFonts w:hint="default"/>
      </w:rPr>
    </w:lvl>
    <w:lvl w:ilvl="5" w:tplc="9EFA7A0C">
      <w:numFmt w:val="bullet"/>
      <w:lvlText w:val="•"/>
      <w:lvlJc w:val="left"/>
      <w:pPr>
        <w:ind w:left="5045" w:hanging="360"/>
      </w:pPr>
      <w:rPr>
        <w:rFonts w:hint="default"/>
      </w:rPr>
    </w:lvl>
    <w:lvl w:ilvl="6" w:tplc="9BF691BE">
      <w:numFmt w:val="bullet"/>
      <w:lvlText w:val="•"/>
      <w:lvlJc w:val="left"/>
      <w:pPr>
        <w:ind w:left="5962" w:hanging="360"/>
      </w:pPr>
      <w:rPr>
        <w:rFonts w:hint="default"/>
      </w:rPr>
    </w:lvl>
    <w:lvl w:ilvl="7" w:tplc="8B524FB4">
      <w:numFmt w:val="bullet"/>
      <w:lvlText w:val="•"/>
      <w:lvlJc w:val="left"/>
      <w:pPr>
        <w:ind w:left="6879" w:hanging="360"/>
      </w:pPr>
      <w:rPr>
        <w:rFonts w:hint="default"/>
      </w:rPr>
    </w:lvl>
    <w:lvl w:ilvl="8" w:tplc="3D2E9A48">
      <w:numFmt w:val="bullet"/>
      <w:lvlText w:val="•"/>
      <w:lvlJc w:val="left"/>
      <w:pPr>
        <w:ind w:left="7796" w:hanging="360"/>
      </w:pPr>
      <w:rPr>
        <w:rFonts w:hint="default"/>
      </w:rPr>
    </w:lvl>
  </w:abstractNum>
  <w:abstractNum w:abstractNumId="29">
    <w:nsid w:val="6D0B0464"/>
    <w:multiLevelType w:val="hybridMultilevel"/>
    <w:tmpl w:val="E7C2BA32"/>
    <w:lvl w:ilvl="0" w:tplc="5E8470EC">
      <w:numFmt w:val="bullet"/>
      <w:lvlText w:val=""/>
      <w:lvlJc w:val="left"/>
      <w:pPr>
        <w:ind w:left="467" w:hanging="358"/>
      </w:pPr>
      <w:rPr>
        <w:rFonts w:ascii="Symbol" w:eastAsia="Times New Roman" w:hAnsi="Symbol" w:hint="default"/>
        <w:w w:val="100"/>
        <w:sz w:val="22"/>
      </w:rPr>
    </w:lvl>
    <w:lvl w:ilvl="1" w:tplc="8F369EA2">
      <w:numFmt w:val="bullet"/>
      <w:lvlText w:val="•"/>
      <w:lvlJc w:val="left"/>
      <w:pPr>
        <w:ind w:left="1348" w:hanging="358"/>
      </w:pPr>
      <w:rPr>
        <w:rFonts w:hint="default"/>
      </w:rPr>
    </w:lvl>
    <w:lvl w:ilvl="2" w:tplc="5D7E1D9A">
      <w:numFmt w:val="bullet"/>
      <w:lvlText w:val="•"/>
      <w:lvlJc w:val="left"/>
      <w:pPr>
        <w:ind w:left="2237" w:hanging="358"/>
      </w:pPr>
      <w:rPr>
        <w:rFonts w:hint="default"/>
      </w:rPr>
    </w:lvl>
    <w:lvl w:ilvl="3" w:tplc="E700B11E">
      <w:numFmt w:val="bullet"/>
      <w:lvlText w:val="•"/>
      <w:lvlJc w:val="left"/>
      <w:pPr>
        <w:ind w:left="3125" w:hanging="358"/>
      </w:pPr>
      <w:rPr>
        <w:rFonts w:hint="default"/>
      </w:rPr>
    </w:lvl>
    <w:lvl w:ilvl="4" w:tplc="5C9A124E">
      <w:numFmt w:val="bullet"/>
      <w:lvlText w:val="•"/>
      <w:lvlJc w:val="left"/>
      <w:pPr>
        <w:ind w:left="4014" w:hanging="358"/>
      </w:pPr>
      <w:rPr>
        <w:rFonts w:hint="default"/>
      </w:rPr>
    </w:lvl>
    <w:lvl w:ilvl="5" w:tplc="A3D0FCA6">
      <w:numFmt w:val="bullet"/>
      <w:lvlText w:val="•"/>
      <w:lvlJc w:val="left"/>
      <w:pPr>
        <w:ind w:left="4903" w:hanging="358"/>
      </w:pPr>
      <w:rPr>
        <w:rFonts w:hint="default"/>
      </w:rPr>
    </w:lvl>
    <w:lvl w:ilvl="6" w:tplc="130E6940">
      <w:numFmt w:val="bullet"/>
      <w:lvlText w:val="•"/>
      <w:lvlJc w:val="left"/>
      <w:pPr>
        <w:ind w:left="5791" w:hanging="358"/>
      </w:pPr>
      <w:rPr>
        <w:rFonts w:hint="default"/>
      </w:rPr>
    </w:lvl>
    <w:lvl w:ilvl="7" w:tplc="58FE73F4">
      <w:numFmt w:val="bullet"/>
      <w:lvlText w:val="•"/>
      <w:lvlJc w:val="left"/>
      <w:pPr>
        <w:ind w:left="6680" w:hanging="358"/>
      </w:pPr>
      <w:rPr>
        <w:rFonts w:hint="default"/>
      </w:rPr>
    </w:lvl>
    <w:lvl w:ilvl="8" w:tplc="F99A36C4">
      <w:numFmt w:val="bullet"/>
      <w:lvlText w:val="•"/>
      <w:lvlJc w:val="left"/>
      <w:pPr>
        <w:ind w:left="7568" w:hanging="358"/>
      </w:pPr>
      <w:rPr>
        <w:rFonts w:hint="default"/>
      </w:rPr>
    </w:lvl>
  </w:abstractNum>
  <w:abstractNum w:abstractNumId="30">
    <w:nsid w:val="6DDC5408"/>
    <w:multiLevelType w:val="hybridMultilevel"/>
    <w:tmpl w:val="F470005C"/>
    <w:lvl w:ilvl="0" w:tplc="333E473A">
      <w:numFmt w:val="bullet"/>
      <w:lvlText w:val=""/>
      <w:lvlJc w:val="left"/>
      <w:pPr>
        <w:ind w:left="2280" w:hanging="360"/>
      </w:pPr>
      <w:rPr>
        <w:rFonts w:ascii="Symbol" w:eastAsia="Times New Roman" w:hAnsi="Symbol" w:hint="default"/>
        <w:w w:val="100"/>
        <w:sz w:val="24"/>
      </w:rPr>
    </w:lvl>
    <w:lvl w:ilvl="1" w:tplc="DFAA218A">
      <w:numFmt w:val="bullet"/>
      <w:lvlText w:val="•"/>
      <w:lvlJc w:val="left"/>
      <w:pPr>
        <w:ind w:left="3204" w:hanging="360"/>
      </w:pPr>
      <w:rPr>
        <w:rFonts w:hint="default"/>
      </w:rPr>
    </w:lvl>
    <w:lvl w:ilvl="2" w:tplc="EF5095AC">
      <w:numFmt w:val="bullet"/>
      <w:lvlText w:val="•"/>
      <w:lvlJc w:val="left"/>
      <w:pPr>
        <w:ind w:left="4129" w:hanging="360"/>
      </w:pPr>
      <w:rPr>
        <w:rFonts w:hint="default"/>
      </w:rPr>
    </w:lvl>
    <w:lvl w:ilvl="3" w:tplc="884A1724">
      <w:numFmt w:val="bullet"/>
      <w:lvlText w:val="•"/>
      <w:lvlJc w:val="left"/>
      <w:pPr>
        <w:ind w:left="5053" w:hanging="360"/>
      </w:pPr>
      <w:rPr>
        <w:rFonts w:hint="default"/>
      </w:rPr>
    </w:lvl>
    <w:lvl w:ilvl="4" w:tplc="308A7C1C">
      <w:numFmt w:val="bullet"/>
      <w:lvlText w:val="•"/>
      <w:lvlJc w:val="left"/>
      <w:pPr>
        <w:ind w:left="5978" w:hanging="360"/>
      </w:pPr>
      <w:rPr>
        <w:rFonts w:hint="default"/>
      </w:rPr>
    </w:lvl>
    <w:lvl w:ilvl="5" w:tplc="D6866C52">
      <w:numFmt w:val="bullet"/>
      <w:lvlText w:val="•"/>
      <w:lvlJc w:val="left"/>
      <w:pPr>
        <w:ind w:left="6903" w:hanging="360"/>
      </w:pPr>
      <w:rPr>
        <w:rFonts w:hint="default"/>
      </w:rPr>
    </w:lvl>
    <w:lvl w:ilvl="6" w:tplc="F5EC09F4">
      <w:numFmt w:val="bullet"/>
      <w:lvlText w:val="•"/>
      <w:lvlJc w:val="left"/>
      <w:pPr>
        <w:ind w:left="7827" w:hanging="360"/>
      </w:pPr>
      <w:rPr>
        <w:rFonts w:hint="default"/>
      </w:rPr>
    </w:lvl>
    <w:lvl w:ilvl="7" w:tplc="219CAEAC">
      <w:numFmt w:val="bullet"/>
      <w:lvlText w:val="•"/>
      <w:lvlJc w:val="left"/>
      <w:pPr>
        <w:ind w:left="8752" w:hanging="360"/>
      </w:pPr>
      <w:rPr>
        <w:rFonts w:hint="default"/>
      </w:rPr>
    </w:lvl>
    <w:lvl w:ilvl="8" w:tplc="A19411E6">
      <w:numFmt w:val="bullet"/>
      <w:lvlText w:val="•"/>
      <w:lvlJc w:val="left"/>
      <w:pPr>
        <w:ind w:left="9677" w:hanging="360"/>
      </w:pPr>
      <w:rPr>
        <w:rFonts w:hint="default"/>
      </w:rPr>
    </w:lvl>
  </w:abstractNum>
  <w:abstractNum w:abstractNumId="31">
    <w:nsid w:val="6FD75AAF"/>
    <w:multiLevelType w:val="hybridMultilevel"/>
    <w:tmpl w:val="57269F04"/>
    <w:lvl w:ilvl="0" w:tplc="CF36065E">
      <w:numFmt w:val="bullet"/>
      <w:lvlText w:val=""/>
      <w:lvlJc w:val="left"/>
      <w:pPr>
        <w:ind w:left="465" w:hanging="360"/>
      </w:pPr>
      <w:rPr>
        <w:rFonts w:ascii="Symbol" w:eastAsia="Times New Roman" w:hAnsi="Symbol" w:hint="default"/>
        <w:w w:val="100"/>
        <w:sz w:val="22"/>
      </w:rPr>
    </w:lvl>
    <w:lvl w:ilvl="1" w:tplc="B226E878">
      <w:numFmt w:val="bullet"/>
      <w:lvlText w:val="•"/>
      <w:lvlJc w:val="left"/>
      <w:pPr>
        <w:ind w:left="1377" w:hanging="360"/>
      </w:pPr>
      <w:rPr>
        <w:rFonts w:hint="default"/>
      </w:rPr>
    </w:lvl>
    <w:lvl w:ilvl="2" w:tplc="F9BA1DEC">
      <w:numFmt w:val="bullet"/>
      <w:lvlText w:val="•"/>
      <w:lvlJc w:val="left"/>
      <w:pPr>
        <w:ind w:left="2294" w:hanging="360"/>
      </w:pPr>
      <w:rPr>
        <w:rFonts w:hint="default"/>
      </w:rPr>
    </w:lvl>
    <w:lvl w:ilvl="3" w:tplc="481CE31E">
      <w:numFmt w:val="bullet"/>
      <w:lvlText w:val="•"/>
      <w:lvlJc w:val="left"/>
      <w:pPr>
        <w:ind w:left="3211" w:hanging="360"/>
      </w:pPr>
      <w:rPr>
        <w:rFonts w:hint="default"/>
      </w:rPr>
    </w:lvl>
    <w:lvl w:ilvl="4" w:tplc="75BC1354">
      <w:numFmt w:val="bullet"/>
      <w:lvlText w:val="•"/>
      <w:lvlJc w:val="left"/>
      <w:pPr>
        <w:ind w:left="4128" w:hanging="360"/>
      </w:pPr>
      <w:rPr>
        <w:rFonts w:hint="default"/>
      </w:rPr>
    </w:lvl>
    <w:lvl w:ilvl="5" w:tplc="F4228686">
      <w:numFmt w:val="bullet"/>
      <w:lvlText w:val="•"/>
      <w:lvlJc w:val="left"/>
      <w:pPr>
        <w:ind w:left="5045" w:hanging="360"/>
      </w:pPr>
      <w:rPr>
        <w:rFonts w:hint="default"/>
      </w:rPr>
    </w:lvl>
    <w:lvl w:ilvl="6" w:tplc="633A2578">
      <w:numFmt w:val="bullet"/>
      <w:lvlText w:val="•"/>
      <w:lvlJc w:val="left"/>
      <w:pPr>
        <w:ind w:left="5962" w:hanging="360"/>
      </w:pPr>
      <w:rPr>
        <w:rFonts w:hint="default"/>
      </w:rPr>
    </w:lvl>
    <w:lvl w:ilvl="7" w:tplc="BB74E6F2">
      <w:numFmt w:val="bullet"/>
      <w:lvlText w:val="•"/>
      <w:lvlJc w:val="left"/>
      <w:pPr>
        <w:ind w:left="6879" w:hanging="360"/>
      </w:pPr>
      <w:rPr>
        <w:rFonts w:hint="default"/>
      </w:rPr>
    </w:lvl>
    <w:lvl w:ilvl="8" w:tplc="7D72F9D4">
      <w:numFmt w:val="bullet"/>
      <w:lvlText w:val="•"/>
      <w:lvlJc w:val="left"/>
      <w:pPr>
        <w:ind w:left="7796" w:hanging="360"/>
      </w:pPr>
      <w:rPr>
        <w:rFonts w:hint="default"/>
      </w:rPr>
    </w:lvl>
  </w:abstractNum>
  <w:abstractNum w:abstractNumId="32">
    <w:nsid w:val="74CD3FE3"/>
    <w:multiLevelType w:val="hybridMultilevel"/>
    <w:tmpl w:val="44D404A2"/>
    <w:lvl w:ilvl="0" w:tplc="2786B080">
      <w:numFmt w:val="bullet"/>
      <w:lvlText w:val=""/>
      <w:lvlJc w:val="left"/>
      <w:pPr>
        <w:ind w:left="467" w:hanging="360"/>
      </w:pPr>
      <w:rPr>
        <w:rFonts w:ascii="Symbol" w:eastAsia="Times New Roman" w:hAnsi="Symbol" w:hint="default"/>
        <w:w w:val="100"/>
        <w:sz w:val="22"/>
      </w:rPr>
    </w:lvl>
    <w:lvl w:ilvl="1" w:tplc="C4F46B78">
      <w:numFmt w:val="bullet"/>
      <w:lvlText w:val="•"/>
      <w:lvlJc w:val="left"/>
      <w:pPr>
        <w:ind w:left="1377" w:hanging="360"/>
      </w:pPr>
      <w:rPr>
        <w:rFonts w:hint="default"/>
      </w:rPr>
    </w:lvl>
    <w:lvl w:ilvl="2" w:tplc="69F09C9C">
      <w:numFmt w:val="bullet"/>
      <w:lvlText w:val="•"/>
      <w:lvlJc w:val="left"/>
      <w:pPr>
        <w:ind w:left="2294" w:hanging="360"/>
      </w:pPr>
      <w:rPr>
        <w:rFonts w:hint="default"/>
      </w:rPr>
    </w:lvl>
    <w:lvl w:ilvl="3" w:tplc="A44EEF72">
      <w:numFmt w:val="bullet"/>
      <w:lvlText w:val="•"/>
      <w:lvlJc w:val="left"/>
      <w:pPr>
        <w:ind w:left="3211" w:hanging="360"/>
      </w:pPr>
      <w:rPr>
        <w:rFonts w:hint="default"/>
      </w:rPr>
    </w:lvl>
    <w:lvl w:ilvl="4" w:tplc="A7120B40">
      <w:numFmt w:val="bullet"/>
      <w:lvlText w:val="•"/>
      <w:lvlJc w:val="left"/>
      <w:pPr>
        <w:ind w:left="4128" w:hanging="360"/>
      </w:pPr>
      <w:rPr>
        <w:rFonts w:hint="default"/>
      </w:rPr>
    </w:lvl>
    <w:lvl w:ilvl="5" w:tplc="D5F0FA5E">
      <w:numFmt w:val="bullet"/>
      <w:lvlText w:val="•"/>
      <w:lvlJc w:val="left"/>
      <w:pPr>
        <w:ind w:left="5045" w:hanging="360"/>
      </w:pPr>
      <w:rPr>
        <w:rFonts w:hint="default"/>
      </w:rPr>
    </w:lvl>
    <w:lvl w:ilvl="6" w:tplc="6BC036F2">
      <w:numFmt w:val="bullet"/>
      <w:lvlText w:val="•"/>
      <w:lvlJc w:val="left"/>
      <w:pPr>
        <w:ind w:left="5962" w:hanging="360"/>
      </w:pPr>
      <w:rPr>
        <w:rFonts w:hint="default"/>
      </w:rPr>
    </w:lvl>
    <w:lvl w:ilvl="7" w:tplc="5E6E114C">
      <w:numFmt w:val="bullet"/>
      <w:lvlText w:val="•"/>
      <w:lvlJc w:val="left"/>
      <w:pPr>
        <w:ind w:left="6879" w:hanging="360"/>
      </w:pPr>
      <w:rPr>
        <w:rFonts w:hint="default"/>
      </w:rPr>
    </w:lvl>
    <w:lvl w:ilvl="8" w:tplc="DE12D72E">
      <w:numFmt w:val="bullet"/>
      <w:lvlText w:val="•"/>
      <w:lvlJc w:val="left"/>
      <w:pPr>
        <w:ind w:left="7796" w:hanging="360"/>
      </w:pPr>
      <w:rPr>
        <w:rFonts w:hint="default"/>
      </w:rPr>
    </w:lvl>
  </w:abstractNum>
  <w:abstractNum w:abstractNumId="33">
    <w:nsid w:val="76B24C28"/>
    <w:multiLevelType w:val="hybridMultilevel"/>
    <w:tmpl w:val="CBCC10D8"/>
    <w:lvl w:ilvl="0" w:tplc="98C8C31A">
      <w:numFmt w:val="bullet"/>
      <w:lvlText w:val=""/>
      <w:lvlJc w:val="left"/>
      <w:pPr>
        <w:ind w:left="467" w:hanging="360"/>
      </w:pPr>
      <w:rPr>
        <w:rFonts w:ascii="Symbol" w:eastAsia="Times New Roman" w:hAnsi="Symbol" w:hint="default"/>
        <w:w w:val="100"/>
        <w:sz w:val="22"/>
      </w:rPr>
    </w:lvl>
    <w:lvl w:ilvl="1" w:tplc="62748EBE">
      <w:numFmt w:val="bullet"/>
      <w:lvlText w:val="•"/>
      <w:lvlJc w:val="left"/>
      <w:pPr>
        <w:ind w:left="1377" w:hanging="360"/>
      </w:pPr>
      <w:rPr>
        <w:rFonts w:hint="default"/>
      </w:rPr>
    </w:lvl>
    <w:lvl w:ilvl="2" w:tplc="8840A410">
      <w:numFmt w:val="bullet"/>
      <w:lvlText w:val="•"/>
      <w:lvlJc w:val="left"/>
      <w:pPr>
        <w:ind w:left="2294" w:hanging="360"/>
      </w:pPr>
      <w:rPr>
        <w:rFonts w:hint="default"/>
      </w:rPr>
    </w:lvl>
    <w:lvl w:ilvl="3" w:tplc="AC3ADECE">
      <w:numFmt w:val="bullet"/>
      <w:lvlText w:val="•"/>
      <w:lvlJc w:val="left"/>
      <w:pPr>
        <w:ind w:left="3211" w:hanging="360"/>
      </w:pPr>
      <w:rPr>
        <w:rFonts w:hint="default"/>
      </w:rPr>
    </w:lvl>
    <w:lvl w:ilvl="4" w:tplc="44922C40">
      <w:numFmt w:val="bullet"/>
      <w:lvlText w:val="•"/>
      <w:lvlJc w:val="left"/>
      <w:pPr>
        <w:ind w:left="4128" w:hanging="360"/>
      </w:pPr>
      <w:rPr>
        <w:rFonts w:hint="default"/>
      </w:rPr>
    </w:lvl>
    <w:lvl w:ilvl="5" w:tplc="E1D41370">
      <w:numFmt w:val="bullet"/>
      <w:lvlText w:val="•"/>
      <w:lvlJc w:val="left"/>
      <w:pPr>
        <w:ind w:left="5045" w:hanging="360"/>
      </w:pPr>
      <w:rPr>
        <w:rFonts w:hint="default"/>
      </w:rPr>
    </w:lvl>
    <w:lvl w:ilvl="6" w:tplc="2A14BDC2">
      <w:numFmt w:val="bullet"/>
      <w:lvlText w:val="•"/>
      <w:lvlJc w:val="left"/>
      <w:pPr>
        <w:ind w:left="5962" w:hanging="360"/>
      </w:pPr>
      <w:rPr>
        <w:rFonts w:hint="default"/>
      </w:rPr>
    </w:lvl>
    <w:lvl w:ilvl="7" w:tplc="6CA68C0E">
      <w:numFmt w:val="bullet"/>
      <w:lvlText w:val="•"/>
      <w:lvlJc w:val="left"/>
      <w:pPr>
        <w:ind w:left="6879" w:hanging="360"/>
      </w:pPr>
      <w:rPr>
        <w:rFonts w:hint="default"/>
      </w:rPr>
    </w:lvl>
    <w:lvl w:ilvl="8" w:tplc="74F8BA8E">
      <w:numFmt w:val="bullet"/>
      <w:lvlText w:val="•"/>
      <w:lvlJc w:val="left"/>
      <w:pPr>
        <w:ind w:left="7796" w:hanging="360"/>
      </w:pPr>
      <w:rPr>
        <w:rFonts w:hint="default"/>
      </w:rPr>
    </w:lvl>
  </w:abstractNum>
  <w:abstractNum w:abstractNumId="34">
    <w:nsid w:val="77764A74"/>
    <w:multiLevelType w:val="hybridMultilevel"/>
    <w:tmpl w:val="371A5FCC"/>
    <w:lvl w:ilvl="0" w:tplc="8F227D1E">
      <w:numFmt w:val="bullet"/>
      <w:lvlText w:val=""/>
      <w:lvlJc w:val="left"/>
      <w:pPr>
        <w:ind w:left="465" w:hanging="360"/>
      </w:pPr>
      <w:rPr>
        <w:rFonts w:ascii="Symbol" w:eastAsia="Times New Roman" w:hAnsi="Symbol" w:hint="default"/>
        <w:w w:val="100"/>
        <w:sz w:val="22"/>
      </w:rPr>
    </w:lvl>
    <w:lvl w:ilvl="1" w:tplc="7B6204C6">
      <w:numFmt w:val="bullet"/>
      <w:lvlText w:val="•"/>
      <w:lvlJc w:val="left"/>
      <w:pPr>
        <w:ind w:left="1377" w:hanging="360"/>
      </w:pPr>
      <w:rPr>
        <w:rFonts w:hint="default"/>
      </w:rPr>
    </w:lvl>
    <w:lvl w:ilvl="2" w:tplc="91142F98">
      <w:numFmt w:val="bullet"/>
      <w:lvlText w:val="•"/>
      <w:lvlJc w:val="left"/>
      <w:pPr>
        <w:ind w:left="2294" w:hanging="360"/>
      </w:pPr>
      <w:rPr>
        <w:rFonts w:hint="default"/>
      </w:rPr>
    </w:lvl>
    <w:lvl w:ilvl="3" w:tplc="61186F50">
      <w:numFmt w:val="bullet"/>
      <w:lvlText w:val="•"/>
      <w:lvlJc w:val="left"/>
      <w:pPr>
        <w:ind w:left="3211" w:hanging="360"/>
      </w:pPr>
      <w:rPr>
        <w:rFonts w:hint="default"/>
      </w:rPr>
    </w:lvl>
    <w:lvl w:ilvl="4" w:tplc="CDD2837C">
      <w:numFmt w:val="bullet"/>
      <w:lvlText w:val="•"/>
      <w:lvlJc w:val="left"/>
      <w:pPr>
        <w:ind w:left="4128" w:hanging="360"/>
      </w:pPr>
      <w:rPr>
        <w:rFonts w:hint="default"/>
      </w:rPr>
    </w:lvl>
    <w:lvl w:ilvl="5" w:tplc="B58A019C">
      <w:numFmt w:val="bullet"/>
      <w:lvlText w:val="•"/>
      <w:lvlJc w:val="left"/>
      <w:pPr>
        <w:ind w:left="5045" w:hanging="360"/>
      </w:pPr>
      <w:rPr>
        <w:rFonts w:hint="default"/>
      </w:rPr>
    </w:lvl>
    <w:lvl w:ilvl="6" w:tplc="115EC824">
      <w:numFmt w:val="bullet"/>
      <w:lvlText w:val="•"/>
      <w:lvlJc w:val="left"/>
      <w:pPr>
        <w:ind w:left="5962" w:hanging="360"/>
      </w:pPr>
      <w:rPr>
        <w:rFonts w:hint="default"/>
      </w:rPr>
    </w:lvl>
    <w:lvl w:ilvl="7" w:tplc="C134A218">
      <w:numFmt w:val="bullet"/>
      <w:lvlText w:val="•"/>
      <w:lvlJc w:val="left"/>
      <w:pPr>
        <w:ind w:left="6879" w:hanging="360"/>
      </w:pPr>
      <w:rPr>
        <w:rFonts w:hint="default"/>
      </w:rPr>
    </w:lvl>
    <w:lvl w:ilvl="8" w:tplc="1F94CA44">
      <w:numFmt w:val="bullet"/>
      <w:lvlText w:val="•"/>
      <w:lvlJc w:val="left"/>
      <w:pPr>
        <w:ind w:left="7796" w:hanging="360"/>
      </w:pPr>
      <w:rPr>
        <w:rFonts w:hint="default"/>
      </w:rPr>
    </w:lvl>
  </w:abstractNum>
  <w:abstractNum w:abstractNumId="35">
    <w:nsid w:val="7F3F6EB6"/>
    <w:multiLevelType w:val="hybridMultilevel"/>
    <w:tmpl w:val="343A0E66"/>
    <w:lvl w:ilvl="0" w:tplc="E1563320">
      <w:numFmt w:val="bullet"/>
      <w:lvlText w:val=""/>
      <w:lvlJc w:val="left"/>
      <w:pPr>
        <w:ind w:left="465" w:hanging="360"/>
      </w:pPr>
      <w:rPr>
        <w:rFonts w:ascii="Symbol" w:eastAsia="Times New Roman" w:hAnsi="Symbol" w:hint="default"/>
        <w:w w:val="100"/>
        <w:sz w:val="22"/>
      </w:rPr>
    </w:lvl>
    <w:lvl w:ilvl="1" w:tplc="ACCEE7B4">
      <w:numFmt w:val="bullet"/>
      <w:lvlText w:val="•"/>
      <w:lvlJc w:val="left"/>
      <w:pPr>
        <w:ind w:left="1377" w:hanging="360"/>
      </w:pPr>
      <w:rPr>
        <w:rFonts w:hint="default"/>
      </w:rPr>
    </w:lvl>
    <w:lvl w:ilvl="2" w:tplc="A1DCFAB4">
      <w:numFmt w:val="bullet"/>
      <w:lvlText w:val="•"/>
      <w:lvlJc w:val="left"/>
      <w:pPr>
        <w:ind w:left="2294" w:hanging="360"/>
      </w:pPr>
      <w:rPr>
        <w:rFonts w:hint="default"/>
      </w:rPr>
    </w:lvl>
    <w:lvl w:ilvl="3" w:tplc="4E322DA4">
      <w:numFmt w:val="bullet"/>
      <w:lvlText w:val="•"/>
      <w:lvlJc w:val="left"/>
      <w:pPr>
        <w:ind w:left="3211" w:hanging="360"/>
      </w:pPr>
      <w:rPr>
        <w:rFonts w:hint="default"/>
      </w:rPr>
    </w:lvl>
    <w:lvl w:ilvl="4" w:tplc="524A4F5E">
      <w:numFmt w:val="bullet"/>
      <w:lvlText w:val="•"/>
      <w:lvlJc w:val="left"/>
      <w:pPr>
        <w:ind w:left="4128" w:hanging="360"/>
      </w:pPr>
      <w:rPr>
        <w:rFonts w:hint="default"/>
      </w:rPr>
    </w:lvl>
    <w:lvl w:ilvl="5" w:tplc="5F7229DC">
      <w:numFmt w:val="bullet"/>
      <w:lvlText w:val="•"/>
      <w:lvlJc w:val="left"/>
      <w:pPr>
        <w:ind w:left="5045" w:hanging="360"/>
      </w:pPr>
      <w:rPr>
        <w:rFonts w:hint="default"/>
      </w:rPr>
    </w:lvl>
    <w:lvl w:ilvl="6" w:tplc="2668DA48">
      <w:numFmt w:val="bullet"/>
      <w:lvlText w:val="•"/>
      <w:lvlJc w:val="left"/>
      <w:pPr>
        <w:ind w:left="5962" w:hanging="360"/>
      </w:pPr>
      <w:rPr>
        <w:rFonts w:hint="default"/>
      </w:rPr>
    </w:lvl>
    <w:lvl w:ilvl="7" w:tplc="AC98D7C8">
      <w:numFmt w:val="bullet"/>
      <w:lvlText w:val="•"/>
      <w:lvlJc w:val="left"/>
      <w:pPr>
        <w:ind w:left="6879" w:hanging="360"/>
      </w:pPr>
      <w:rPr>
        <w:rFonts w:hint="default"/>
      </w:rPr>
    </w:lvl>
    <w:lvl w:ilvl="8" w:tplc="BCFE064E">
      <w:numFmt w:val="bullet"/>
      <w:lvlText w:val="•"/>
      <w:lvlJc w:val="left"/>
      <w:pPr>
        <w:ind w:left="7796" w:hanging="360"/>
      </w:pPr>
      <w:rPr>
        <w:rFonts w:hint="default"/>
      </w:rPr>
    </w:lvl>
  </w:abstractNum>
  <w:num w:numId="1">
    <w:abstractNumId w:val="4"/>
  </w:num>
  <w:num w:numId="2">
    <w:abstractNumId w:val="33"/>
  </w:num>
  <w:num w:numId="3">
    <w:abstractNumId w:val="14"/>
  </w:num>
  <w:num w:numId="4">
    <w:abstractNumId w:val="1"/>
  </w:num>
  <w:num w:numId="5">
    <w:abstractNumId w:val="27"/>
  </w:num>
  <w:num w:numId="6">
    <w:abstractNumId w:val="31"/>
  </w:num>
  <w:num w:numId="7">
    <w:abstractNumId w:val="28"/>
  </w:num>
  <w:num w:numId="8">
    <w:abstractNumId w:val="9"/>
  </w:num>
  <w:num w:numId="9">
    <w:abstractNumId w:val="20"/>
  </w:num>
  <w:num w:numId="10">
    <w:abstractNumId w:val="34"/>
  </w:num>
  <w:num w:numId="11">
    <w:abstractNumId w:val="6"/>
  </w:num>
  <w:num w:numId="12">
    <w:abstractNumId w:val="35"/>
  </w:num>
  <w:num w:numId="13">
    <w:abstractNumId w:val="8"/>
  </w:num>
  <w:num w:numId="14">
    <w:abstractNumId w:val="29"/>
  </w:num>
  <w:num w:numId="15">
    <w:abstractNumId w:val="18"/>
  </w:num>
  <w:num w:numId="16">
    <w:abstractNumId w:val="15"/>
  </w:num>
  <w:num w:numId="17">
    <w:abstractNumId w:val="3"/>
  </w:num>
  <w:num w:numId="18">
    <w:abstractNumId w:val="10"/>
  </w:num>
  <w:num w:numId="19">
    <w:abstractNumId w:val="16"/>
  </w:num>
  <w:num w:numId="20">
    <w:abstractNumId w:val="13"/>
  </w:num>
  <w:num w:numId="21">
    <w:abstractNumId w:val="17"/>
  </w:num>
  <w:num w:numId="22">
    <w:abstractNumId w:val="32"/>
  </w:num>
  <w:num w:numId="23">
    <w:abstractNumId w:val="24"/>
  </w:num>
  <w:num w:numId="24">
    <w:abstractNumId w:val="21"/>
  </w:num>
  <w:num w:numId="25">
    <w:abstractNumId w:val="5"/>
  </w:num>
  <w:num w:numId="26">
    <w:abstractNumId w:val="7"/>
  </w:num>
  <w:num w:numId="27">
    <w:abstractNumId w:val="12"/>
  </w:num>
  <w:num w:numId="28">
    <w:abstractNumId w:val="22"/>
  </w:num>
  <w:num w:numId="29">
    <w:abstractNumId w:val="11"/>
  </w:num>
  <w:num w:numId="30">
    <w:abstractNumId w:val="30"/>
  </w:num>
  <w:num w:numId="31">
    <w:abstractNumId w:val="2"/>
  </w:num>
  <w:num w:numId="32">
    <w:abstractNumId w:val="23"/>
  </w:num>
  <w:num w:numId="33">
    <w:abstractNumId w:val="26"/>
  </w:num>
  <w:num w:numId="34">
    <w:abstractNumId w:val="25"/>
  </w:num>
  <w:num w:numId="35">
    <w:abstractNumId w:val="0"/>
    <w:lvlOverride w:ilvl="0">
      <w:startOverride w:val="5"/>
    </w:lvlOverride>
  </w:num>
  <w:num w:numId="36">
    <w:abstractNumId w:val="0"/>
  </w:num>
  <w:num w:numId="37">
    <w:abstractNumId w:val="19"/>
  </w:num>
  <w:numIdMacAtCleanup w:val="3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footnotePr>
    <w:footnote w:id="-1"/>
    <w:footnote w:id="0"/>
  </w:footnotePr>
  <w:endnotePr>
    <w:endnote w:id="-1"/>
    <w:endnote w:id="0"/>
  </w:endnotePr>
  <w:compat>
    <w:ulTrailSpace/>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9536D"/>
    <w:rsid w:val="000069EC"/>
    <w:rsid w:val="000227C2"/>
    <w:rsid w:val="00027014"/>
    <w:rsid w:val="00040E6E"/>
    <w:rsid w:val="00042486"/>
    <w:rsid w:val="000577FA"/>
    <w:rsid w:val="00076D8B"/>
    <w:rsid w:val="000E1679"/>
    <w:rsid w:val="001044C4"/>
    <w:rsid w:val="00114364"/>
    <w:rsid w:val="001230CB"/>
    <w:rsid w:val="00151169"/>
    <w:rsid w:val="00152372"/>
    <w:rsid w:val="0017573A"/>
    <w:rsid w:val="00190A2E"/>
    <w:rsid w:val="001B0679"/>
    <w:rsid w:val="001D197A"/>
    <w:rsid w:val="001E6053"/>
    <w:rsid w:val="001F1EF7"/>
    <w:rsid w:val="00211C68"/>
    <w:rsid w:val="0022728E"/>
    <w:rsid w:val="002460CC"/>
    <w:rsid w:val="00285352"/>
    <w:rsid w:val="00293C9E"/>
    <w:rsid w:val="002A54FF"/>
    <w:rsid w:val="002B3336"/>
    <w:rsid w:val="002C3A54"/>
    <w:rsid w:val="002E1D88"/>
    <w:rsid w:val="002E5353"/>
    <w:rsid w:val="002E5C01"/>
    <w:rsid w:val="003134DB"/>
    <w:rsid w:val="00316735"/>
    <w:rsid w:val="003229CF"/>
    <w:rsid w:val="0035303B"/>
    <w:rsid w:val="00387937"/>
    <w:rsid w:val="003F4234"/>
    <w:rsid w:val="00491FE3"/>
    <w:rsid w:val="004942A7"/>
    <w:rsid w:val="004D0DC6"/>
    <w:rsid w:val="004D0E26"/>
    <w:rsid w:val="00502D2B"/>
    <w:rsid w:val="00503FBF"/>
    <w:rsid w:val="00521538"/>
    <w:rsid w:val="00521D5D"/>
    <w:rsid w:val="00531FB3"/>
    <w:rsid w:val="005329A8"/>
    <w:rsid w:val="00544A02"/>
    <w:rsid w:val="00557336"/>
    <w:rsid w:val="0057075D"/>
    <w:rsid w:val="005836ED"/>
    <w:rsid w:val="005913BB"/>
    <w:rsid w:val="005A21C0"/>
    <w:rsid w:val="005C3A32"/>
    <w:rsid w:val="005C3EEF"/>
    <w:rsid w:val="005F0BD5"/>
    <w:rsid w:val="005F1EFD"/>
    <w:rsid w:val="0060784F"/>
    <w:rsid w:val="00637E03"/>
    <w:rsid w:val="006453EB"/>
    <w:rsid w:val="00656B4B"/>
    <w:rsid w:val="00673E20"/>
    <w:rsid w:val="006B3576"/>
    <w:rsid w:val="006B7A1A"/>
    <w:rsid w:val="00703E69"/>
    <w:rsid w:val="0070709B"/>
    <w:rsid w:val="00743877"/>
    <w:rsid w:val="00752689"/>
    <w:rsid w:val="00752DE7"/>
    <w:rsid w:val="0075315B"/>
    <w:rsid w:val="00771D8E"/>
    <w:rsid w:val="0078222E"/>
    <w:rsid w:val="00792C86"/>
    <w:rsid w:val="007B74F5"/>
    <w:rsid w:val="007E15A8"/>
    <w:rsid w:val="00844249"/>
    <w:rsid w:val="00845498"/>
    <w:rsid w:val="00857963"/>
    <w:rsid w:val="008601E3"/>
    <w:rsid w:val="00867339"/>
    <w:rsid w:val="00874EE3"/>
    <w:rsid w:val="008B39B9"/>
    <w:rsid w:val="008B701F"/>
    <w:rsid w:val="008B74EB"/>
    <w:rsid w:val="008C1578"/>
    <w:rsid w:val="008C270C"/>
    <w:rsid w:val="008D1197"/>
    <w:rsid w:val="008E5D80"/>
    <w:rsid w:val="008F4D62"/>
    <w:rsid w:val="0091521E"/>
    <w:rsid w:val="00926087"/>
    <w:rsid w:val="009404E1"/>
    <w:rsid w:val="00960C4F"/>
    <w:rsid w:val="00975D6B"/>
    <w:rsid w:val="00983694"/>
    <w:rsid w:val="00991591"/>
    <w:rsid w:val="0099536D"/>
    <w:rsid w:val="009A22DB"/>
    <w:rsid w:val="009B6BF7"/>
    <w:rsid w:val="00A0127B"/>
    <w:rsid w:val="00A21741"/>
    <w:rsid w:val="00A24970"/>
    <w:rsid w:val="00A30EA0"/>
    <w:rsid w:val="00A403C9"/>
    <w:rsid w:val="00A66175"/>
    <w:rsid w:val="00A81C70"/>
    <w:rsid w:val="00A8734D"/>
    <w:rsid w:val="00A9645F"/>
    <w:rsid w:val="00AA0274"/>
    <w:rsid w:val="00AB458B"/>
    <w:rsid w:val="00AC5FE5"/>
    <w:rsid w:val="00B32595"/>
    <w:rsid w:val="00B500E5"/>
    <w:rsid w:val="00BA395F"/>
    <w:rsid w:val="00C222A5"/>
    <w:rsid w:val="00C424ED"/>
    <w:rsid w:val="00C4633D"/>
    <w:rsid w:val="00C61707"/>
    <w:rsid w:val="00CA7800"/>
    <w:rsid w:val="00CE3567"/>
    <w:rsid w:val="00CF1A3B"/>
    <w:rsid w:val="00D3081B"/>
    <w:rsid w:val="00D341C6"/>
    <w:rsid w:val="00D374E8"/>
    <w:rsid w:val="00D415F8"/>
    <w:rsid w:val="00D55D28"/>
    <w:rsid w:val="00D80AE0"/>
    <w:rsid w:val="00E0315A"/>
    <w:rsid w:val="00E17123"/>
    <w:rsid w:val="00E46285"/>
    <w:rsid w:val="00E65927"/>
    <w:rsid w:val="00EA4FDD"/>
    <w:rsid w:val="00EB404E"/>
    <w:rsid w:val="00EE14CF"/>
    <w:rsid w:val="00EF27DC"/>
    <w:rsid w:val="00EF3C98"/>
    <w:rsid w:val="00F27AC9"/>
    <w:rsid w:val="00F40666"/>
    <w:rsid w:val="00FC565B"/>
    <w:rsid w:val="00FD38D5"/>
    <w:rsid w:val="00FE4295"/>
  </w:rsids>
  <m:mathPr>
    <m:mathFont m:val="Cambria Math"/>
    <m:brkBin m:val="before"/>
    <m:brkBinSub m:val="--"/>
    <m:smallFrac m:val="off"/>
    <m:dispDef/>
    <m:lMargin m:val="0"/>
    <m:rMargin m:val="0"/>
    <m:defJc m:val="centerGroup"/>
    <m:wrapIndent m:val="1440"/>
    <m:intLim m:val="subSup"/>
    <m:naryLim m:val="undOvr"/>
  </m:mathPr>
  <w:uiCompat97To2003/>
  <w:themeFontLang w:val="en-N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Type"/>
  <w:smartTagType w:namespaceuri="urn:schemas-microsoft-com:office:smarttags" w:name="PlaceName"/>
  <w:smartTagType w:namespaceuri="urn:schemas-microsoft-com:office:smarttags" w:name="country-region"/>
  <w:smartTagType w:namespaceuri="urn:schemas-microsoft-com:office:smarttags" w:name="address"/>
  <w:smartTagType w:namespaceuri="urn:schemas-microsoft-com:office:smarttags" w:name="Street"/>
  <w:smartTagType w:namespaceuri="urn:schemas-microsoft-com:office:smarttags" w:name="City"/>
  <w:smartTagType w:namespaceuri="urn:schemas-microsoft-com:office:smarttags" w:name="place"/>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NZ" w:eastAsia="en-N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6175"/>
    <w:pPr>
      <w:widowControl w:val="0"/>
      <w:autoSpaceDE w:val="0"/>
      <w:autoSpaceDN w:val="0"/>
    </w:pPr>
    <w:rPr>
      <w:rFonts w:cs="Calibri"/>
    </w:rPr>
  </w:style>
  <w:style w:type="paragraph" w:styleId="Heading1">
    <w:name w:val="heading 1"/>
    <w:basedOn w:val="Normal"/>
    <w:link w:val="Heading1Char"/>
    <w:uiPriority w:val="99"/>
    <w:qFormat/>
    <w:rsid w:val="00CE3567"/>
    <w:pPr>
      <w:spacing w:before="100"/>
      <w:ind w:left="1171"/>
      <w:outlineLvl w:val="0"/>
    </w:pPr>
    <w:rPr>
      <w:rFonts w:ascii="Cambria" w:hAnsi="Cambria" w:cs="Cambria"/>
      <w:b/>
      <w:bCs/>
      <w:sz w:val="36"/>
      <w:szCs w:val="36"/>
    </w:rPr>
  </w:style>
  <w:style w:type="paragraph" w:styleId="Heading2">
    <w:name w:val="heading 2"/>
    <w:basedOn w:val="Normal"/>
    <w:link w:val="Heading2Char"/>
    <w:uiPriority w:val="99"/>
    <w:qFormat/>
    <w:rsid w:val="00CE3567"/>
    <w:pPr>
      <w:ind w:left="1200"/>
      <w:outlineLvl w:val="1"/>
    </w:pPr>
    <w:rPr>
      <w:b/>
      <w:bCs/>
      <w:sz w:val="24"/>
      <w:szCs w:val="24"/>
    </w:rPr>
  </w:style>
  <w:style w:type="paragraph" w:styleId="Heading3">
    <w:name w:val="heading 3"/>
    <w:basedOn w:val="Normal"/>
    <w:link w:val="Heading3Char"/>
    <w:uiPriority w:val="99"/>
    <w:qFormat/>
    <w:rsid w:val="00CE3567"/>
    <w:pPr>
      <w:ind w:left="2280"/>
      <w:outlineLvl w:val="2"/>
    </w:pPr>
    <w:rPr>
      <w:sz w:val="24"/>
      <w:szCs w:val="24"/>
    </w:rPr>
  </w:style>
  <w:style w:type="paragraph" w:styleId="Heading4">
    <w:name w:val="heading 4"/>
    <w:basedOn w:val="Normal"/>
    <w:link w:val="Heading4Char"/>
    <w:uiPriority w:val="99"/>
    <w:qFormat/>
    <w:rsid w:val="00CE3567"/>
    <w:pPr>
      <w:ind w:left="140" w:right="134"/>
      <w:jc w:val="both"/>
      <w:outlineLvl w:val="3"/>
    </w:pPr>
    <w:rPr>
      <w:sz w:val="23"/>
      <w:szCs w:val="23"/>
    </w:rPr>
  </w:style>
  <w:style w:type="paragraph" w:styleId="Heading5">
    <w:name w:val="heading 5"/>
    <w:basedOn w:val="Normal"/>
    <w:link w:val="Heading5Char"/>
    <w:uiPriority w:val="99"/>
    <w:qFormat/>
    <w:rsid w:val="00CE3567"/>
    <w:pPr>
      <w:ind w:left="772"/>
      <w:outlineLvl w:val="4"/>
    </w:pPr>
    <w:rPr>
      <w:b/>
      <w:bC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C424ED"/>
    <w:rPr>
      <w:rFonts w:ascii="Cambria" w:hAnsi="Cambria" w:cs="Times New Roman"/>
      <w:b/>
      <w:bCs/>
      <w:kern w:val="32"/>
      <w:sz w:val="32"/>
      <w:szCs w:val="32"/>
    </w:rPr>
  </w:style>
  <w:style w:type="character" w:customStyle="1" w:styleId="Heading2Char">
    <w:name w:val="Heading 2 Char"/>
    <w:basedOn w:val="DefaultParagraphFont"/>
    <w:link w:val="Heading2"/>
    <w:uiPriority w:val="99"/>
    <w:semiHidden/>
    <w:locked/>
    <w:rsid w:val="00C424ED"/>
    <w:rPr>
      <w:rFonts w:ascii="Cambria" w:hAnsi="Cambria" w:cs="Times New Roman"/>
      <w:b/>
      <w:bCs/>
      <w:i/>
      <w:iCs/>
      <w:sz w:val="28"/>
      <w:szCs w:val="28"/>
    </w:rPr>
  </w:style>
  <w:style w:type="character" w:customStyle="1" w:styleId="Heading3Char">
    <w:name w:val="Heading 3 Char"/>
    <w:basedOn w:val="DefaultParagraphFont"/>
    <w:link w:val="Heading3"/>
    <w:uiPriority w:val="99"/>
    <w:semiHidden/>
    <w:locked/>
    <w:rsid w:val="00C424ED"/>
    <w:rPr>
      <w:rFonts w:ascii="Cambria" w:hAnsi="Cambria" w:cs="Times New Roman"/>
      <w:b/>
      <w:bCs/>
      <w:sz w:val="26"/>
      <w:szCs w:val="26"/>
    </w:rPr>
  </w:style>
  <w:style w:type="character" w:customStyle="1" w:styleId="Heading4Char">
    <w:name w:val="Heading 4 Char"/>
    <w:basedOn w:val="DefaultParagraphFont"/>
    <w:link w:val="Heading4"/>
    <w:uiPriority w:val="99"/>
    <w:semiHidden/>
    <w:locked/>
    <w:rsid w:val="00C424ED"/>
    <w:rPr>
      <w:rFonts w:ascii="Calibri" w:hAnsi="Calibri" w:cs="Times New Roman"/>
      <w:b/>
      <w:bCs/>
      <w:sz w:val="28"/>
      <w:szCs w:val="28"/>
    </w:rPr>
  </w:style>
  <w:style w:type="character" w:customStyle="1" w:styleId="Heading5Char">
    <w:name w:val="Heading 5 Char"/>
    <w:basedOn w:val="DefaultParagraphFont"/>
    <w:link w:val="Heading5"/>
    <w:uiPriority w:val="99"/>
    <w:semiHidden/>
    <w:locked/>
    <w:rsid w:val="00C424ED"/>
    <w:rPr>
      <w:rFonts w:ascii="Calibri" w:hAnsi="Calibri" w:cs="Times New Roman"/>
      <w:b/>
      <w:bCs/>
      <w:i/>
      <w:iCs/>
      <w:sz w:val="26"/>
      <w:szCs w:val="26"/>
    </w:rPr>
  </w:style>
  <w:style w:type="paragraph" w:styleId="BodyText">
    <w:name w:val="Body Text"/>
    <w:basedOn w:val="Normal"/>
    <w:link w:val="BodyTextChar"/>
    <w:uiPriority w:val="99"/>
    <w:rsid w:val="00CE3567"/>
  </w:style>
  <w:style w:type="character" w:customStyle="1" w:styleId="BodyTextChar">
    <w:name w:val="Body Text Char"/>
    <w:basedOn w:val="DefaultParagraphFont"/>
    <w:link w:val="BodyText"/>
    <w:uiPriority w:val="99"/>
    <w:locked/>
    <w:rsid w:val="0078222E"/>
    <w:rPr>
      <w:rFonts w:ascii="Calibri" w:hAnsi="Calibri" w:cs="Calibri"/>
      <w:lang w:val="en-NZ" w:eastAsia="en-NZ"/>
    </w:rPr>
  </w:style>
  <w:style w:type="paragraph" w:styleId="ListParagraph">
    <w:name w:val="List Paragraph"/>
    <w:basedOn w:val="Normal"/>
    <w:uiPriority w:val="99"/>
    <w:qFormat/>
    <w:rsid w:val="00CE3567"/>
    <w:pPr>
      <w:ind w:left="2280" w:hanging="360"/>
    </w:pPr>
  </w:style>
  <w:style w:type="paragraph" w:customStyle="1" w:styleId="TableParagraph">
    <w:name w:val="Table Paragraph"/>
    <w:basedOn w:val="Normal"/>
    <w:uiPriority w:val="99"/>
    <w:rsid w:val="00CE3567"/>
  </w:style>
  <w:style w:type="paragraph" w:styleId="BalloonText">
    <w:name w:val="Balloon Text"/>
    <w:basedOn w:val="Normal"/>
    <w:link w:val="BalloonTextChar"/>
    <w:uiPriority w:val="99"/>
    <w:semiHidden/>
    <w:rsid w:val="008B701F"/>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8B701F"/>
    <w:rPr>
      <w:rFonts w:ascii="Segoe UI" w:hAnsi="Segoe UI" w:cs="Segoe UI"/>
      <w:sz w:val="18"/>
      <w:szCs w:val="18"/>
      <w:lang w:val="en-NZ" w:eastAsia="en-NZ"/>
    </w:rPr>
  </w:style>
  <w:style w:type="paragraph" w:customStyle="1" w:styleId="Default">
    <w:name w:val="Default"/>
    <w:uiPriority w:val="99"/>
    <w:rsid w:val="008B701F"/>
    <w:pPr>
      <w:autoSpaceDE w:val="0"/>
      <w:autoSpaceDN w:val="0"/>
      <w:adjustRightInd w:val="0"/>
    </w:pPr>
    <w:rPr>
      <w:rFonts w:cs="Calibri"/>
      <w:color w:val="000000"/>
      <w:sz w:val="24"/>
      <w:szCs w:val="24"/>
      <w:lang w:eastAsia="en-US"/>
    </w:rPr>
  </w:style>
  <w:style w:type="character" w:styleId="Hyperlink">
    <w:name w:val="Hyperlink"/>
    <w:basedOn w:val="DefaultParagraphFont"/>
    <w:uiPriority w:val="99"/>
    <w:rsid w:val="008B701F"/>
    <w:rPr>
      <w:rFonts w:cs="Times New Roman"/>
      <w:color w:val="0000FF"/>
      <w:u w:val="single"/>
    </w:rPr>
  </w:style>
  <w:style w:type="character" w:customStyle="1" w:styleId="UnresolvedMention1">
    <w:name w:val="Unresolved Mention1"/>
    <w:basedOn w:val="DefaultParagraphFont"/>
    <w:uiPriority w:val="99"/>
    <w:semiHidden/>
    <w:rsid w:val="008B701F"/>
    <w:rPr>
      <w:rFonts w:cs="Times New Roman"/>
      <w:color w:val="605E5C"/>
      <w:shd w:val="clear" w:color="auto" w:fill="E1DFDD"/>
    </w:rPr>
  </w:style>
  <w:style w:type="paragraph" w:styleId="Footer">
    <w:name w:val="footer"/>
    <w:basedOn w:val="Normal"/>
    <w:link w:val="FooterChar"/>
    <w:uiPriority w:val="99"/>
    <w:rsid w:val="00752DE7"/>
    <w:pPr>
      <w:widowControl/>
      <w:tabs>
        <w:tab w:val="center" w:pos="4153"/>
        <w:tab w:val="right" w:pos="8306"/>
      </w:tabs>
      <w:autoSpaceDE/>
      <w:autoSpaceDN/>
    </w:pPr>
    <w:rPr>
      <w:rFonts w:ascii="Times New Roman" w:eastAsia="Times New Roman" w:hAnsi="Times New Roman" w:cs="Times New Roman"/>
      <w:sz w:val="24"/>
      <w:szCs w:val="20"/>
      <w:lang w:val="en-GB" w:eastAsia="en-US"/>
    </w:rPr>
  </w:style>
  <w:style w:type="character" w:customStyle="1" w:styleId="FooterChar">
    <w:name w:val="Footer Char"/>
    <w:basedOn w:val="DefaultParagraphFont"/>
    <w:link w:val="Footer"/>
    <w:uiPriority w:val="99"/>
    <w:locked/>
    <w:rsid w:val="00752DE7"/>
    <w:rPr>
      <w:rFonts w:ascii="Times New Roman" w:hAnsi="Times New Roman" w:cs="Times New Roman"/>
      <w:sz w:val="20"/>
      <w:szCs w:val="20"/>
      <w:lang w:val="en-GB"/>
    </w:rPr>
  </w:style>
  <w:style w:type="paragraph" w:styleId="Header">
    <w:name w:val="header"/>
    <w:basedOn w:val="Normal"/>
    <w:link w:val="HeaderChar"/>
    <w:uiPriority w:val="99"/>
    <w:rsid w:val="00752DE7"/>
    <w:pPr>
      <w:widowControl/>
      <w:tabs>
        <w:tab w:val="center" w:pos="4153"/>
        <w:tab w:val="right" w:pos="8306"/>
      </w:tabs>
      <w:autoSpaceDE/>
      <w:autoSpaceDN/>
    </w:pPr>
    <w:rPr>
      <w:rFonts w:ascii="Times New Roman" w:eastAsia="Times New Roman" w:hAnsi="Times New Roman" w:cs="Times New Roman"/>
      <w:sz w:val="24"/>
      <w:szCs w:val="20"/>
      <w:lang w:val="en-GB" w:eastAsia="en-US"/>
    </w:rPr>
  </w:style>
  <w:style w:type="character" w:customStyle="1" w:styleId="HeaderChar">
    <w:name w:val="Header Char"/>
    <w:basedOn w:val="DefaultParagraphFont"/>
    <w:link w:val="Header"/>
    <w:uiPriority w:val="99"/>
    <w:locked/>
    <w:rsid w:val="00752DE7"/>
    <w:rPr>
      <w:rFonts w:ascii="Times New Roman" w:hAnsi="Times New Roman" w:cs="Times New Roman"/>
      <w:sz w:val="20"/>
      <w:szCs w:val="20"/>
      <w:lang w:val="en-GB"/>
    </w:rPr>
  </w:style>
  <w:style w:type="character" w:styleId="CommentReference">
    <w:name w:val="annotation reference"/>
    <w:basedOn w:val="DefaultParagraphFont"/>
    <w:uiPriority w:val="99"/>
    <w:semiHidden/>
    <w:rsid w:val="006453EB"/>
    <w:rPr>
      <w:rFonts w:cs="Times New Roman"/>
      <w:sz w:val="16"/>
      <w:szCs w:val="16"/>
    </w:rPr>
  </w:style>
  <w:style w:type="paragraph" w:styleId="CommentText">
    <w:name w:val="annotation text"/>
    <w:basedOn w:val="Normal"/>
    <w:link w:val="CommentTextChar"/>
    <w:uiPriority w:val="99"/>
    <w:semiHidden/>
    <w:rsid w:val="006453EB"/>
    <w:rPr>
      <w:sz w:val="20"/>
      <w:szCs w:val="20"/>
    </w:rPr>
  </w:style>
  <w:style w:type="character" w:customStyle="1" w:styleId="CommentTextChar">
    <w:name w:val="Comment Text Char"/>
    <w:basedOn w:val="DefaultParagraphFont"/>
    <w:link w:val="CommentText"/>
    <w:uiPriority w:val="99"/>
    <w:semiHidden/>
    <w:locked/>
    <w:rsid w:val="006453EB"/>
    <w:rPr>
      <w:rFonts w:ascii="Calibri" w:hAnsi="Calibri" w:cs="Calibri"/>
      <w:sz w:val="20"/>
      <w:szCs w:val="20"/>
      <w:lang w:val="en-NZ" w:eastAsia="en-NZ"/>
    </w:rPr>
  </w:style>
  <w:style w:type="paragraph" w:styleId="CommentSubject">
    <w:name w:val="annotation subject"/>
    <w:basedOn w:val="CommentText"/>
    <w:next w:val="CommentText"/>
    <w:link w:val="CommentSubjectChar"/>
    <w:uiPriority w:val="99"/>
    <w:semiHidden/>
    <w:rsid w:val="006453EB"/>
    <w:rPr>
      <w:b/>
      <w:bCs/>
    </w:rPr>
  </w:style>
  <w:style w:type="character" w:customStyle="1" w:styleId="CommentSubjectChar">
    <w:name w:val="Comment Subject Char"/>
    <w:basedOn w:val="CommentTextChar"/>
    <w:link w:val="CommentSubject"/>
    <w:uiPriority w:val="99"/>
    <w:semiHidden/>
    <w:locked/>
    <w:rsid w:val="006453EB"/>
    <w:rPr>
      <w:b/>
      <w:bCs/>
    </w:rPr>
  </w:style>
  <w:style w:type="character" w:styleId="PageNumber">
    <w:name w:val="page number"/>
    <w:basedOn w:val="DefaultParagraphFont"/>
    <w:uiPriority w:val="99"/>
    <w:rsid w:val="00544A02"/>
    <w:rPr>
      <w:rFonts w:cs="Times New Roman"/>
    </w:rPr>
  </w:style>
</w:styles>
</file>

<file path=word/webSettings.xml><?xml version="1.0" encoding="utf-8"?>
<w:webSettings xmlns:r="http://schemas.openxmlformats.org/officeDocument/2006/relationships" xmlns:w="http://schemas.openxmlformats.org/wordprocessingml/2006/main">
  <w:divs>
    <w:div w:id="740718545">
      <w:marLeft w:val="0"/>
      <w:marRight w:val="0"/>
      <w:marTop w:val="0"/>
      <w:marBottom w:val="0"/>
      <w:divBdr>
        <w:top w:val="none" w:sz="0" w:space="0" w:color="auto"/>
        <w:left w:val="none" w:sz="0" w:space="0" w:color="auto"/>
        <w:bottom w:val="none" w:sz="0" w:space="0" w:color="auto"/>
        <w:right w:val="none" w:sz="0" w:space="0" w:color="auto"/>
      </w:divBdr>
    </w:div>
    <w:div w:id="740718546">
      <w:marLeft w:val="0"/>
      <w:marRight w:val="0"/>
      <w:marTop w:val="0"/>
      <w:marBottom w:val="0"/>
      <w:divBdr>
        <w:top w:val="none" w:sz="0" w:space="0" w:color="auto"/>
        <w:left w:val="none" w:sz="0" w:space="0" w:color="auto"/>
        <w:bottom w:val="none" w:sz="0" w:space="0" w:color="auto"/>
        <w:right w:val="none" w:sz="0" w:space="0" w:color="auto"/>
      </w:divBdr>
    </w:div>
    <w:div w:id="74071854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istersofmercy.org.nz" TargetMode="External"/><Relationship Id="rId13" Type="http://schemas.openxmlformats.org/officeDocument/2006/relationships/header" Target="header3.xml"/><Relationship Id="rId18" Type="http://schemas.openxmlformats.org/officeDocument/2006/relationships/footer" Target="footer5.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2.xml"/><Relationship Id="rId17" Type="http://schemas.openxmlformats.org/officeDocument/2006/relationships/header" Target="header5.xml"/><Relationship Id="rId2" Type="http://schemas.openxmlformats.org/officeDocument/2006/relationships/styles" Target="styles.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78</TotalTime>
  <Pages>15</Pages>
  <Words>3617</Words>
  <Characters>20621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bbradbury</dc:creator>
  <cp:keywords/>
  <dc:description/>
  <cp:lastModifiedBy>damian</cp:lastModifiedBy>
  <cp:revision>17</cp:revision>
  <cp:lastPrinted>2019-04-15T22:22:00Z</cp:lastPrinted>
  <dcterms:created xsi:type="dcterms:W3CDTF">2019-04-17T01:59:00Z</dcterms:created>
  <dcterms:modified xsi:type="dcterms:W3CDTF">2019-05-02T21:20:00Z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or">
    <vt:lpwstr>Microsoft® Word 2010</vt:lpwstr>
  </property>
</Properties>
</file>